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F47" w:rsidRDefault="006A4F47" w:rsidP="00A977DF">
      <w:pPr>
        <w:pStyle w:val="OGGETTO"/>
        <w:jc w:val="center"/>
        <w:rPr>
          <w:rFonts w:ascii="Verdana" w:hAnsi="Verdana"/>
          <w:b/>
          <w:caps w:val="0"/>
          <w:szCs w:val="24"/>
          <w:u w:val="none"/>
        </w:rPr>
      </w:pPr>
    </w:p>
    <w:p w:rsidR="00192280" w:rsidRPr="00EC0283" w:rsidRDefault="00C50A1B" w:rsidP="00A977DF">
      <w:pPr>
        <w:pStyle w:val="OGGETTO"/>
        <w:jc w:val="center"/>
        <w:rPr>
          <w:rFonts w:ascii="Verdana" w:hAnsi="Verdana"/>
          <w:b/>
          <w:caps w:val="0"/>
          <w:szCs w:val="24"/>
          <w:u w:val="none"/>
        </w:rPr>
      </w:pPr>
      <w:r>
        <w:rPr>
          <w:rFonts w:ascii="Verdana" w:hAnsi="Verdana"/>
          <w:b/>
          <w:caps w:val="0"/>
          <w:szCs w:val="24"/>
          <w:u w:val="none"/>
        </w:rPr>
        <w:t>A</w:t>
      </w:r>
      <w:r w:rsidR="00192280" w:rsidRPr="00EC0283">
        <w:rPr>
          <w:rFonts w:ascii="Verdana" w:hAnsi="Verdana"/>
          <w:b/>
          <w:caps w:val="0"/>
          <w:szCs w:val="24"/>
          <w:u w:val="none"/>
        </w:rPr>
        <w:t xml:space="preserve">rea </w:t>
      </w:r>
      <w:r w:rsidR="00A977DF" w:rsidRPr="00EC0283">
        <w:rPr>
          <w:rFonts w:ascii="Verdana" w:hAnsi="Verdana"/>
          <w:b/>
          <w:caps w:val="0"/>
          <w:szCs w:val="24"/>
          <w:u w:val="none"/>
        </w:rPr>
        <w:t xml:space="preserve">Bilancio e </w:t>
      </w:r>
      <w:r w:rsidR="00192280" w:rsidRPr="00EC0283">
        <w:rPr>
          <w:rFonts w:ascii="Verdana" w:hAnsi="Verdana"/>
          <w:b/>
          <w:caps w:val="0"/>
          <w:szCs w:val="24"/>
          <w:u w:val="none"/>
        </w:rPr>
        <w:t xml:space="preserve">Programmazione Finanziaria </w:t>
      </w:r>
    </w:p>
    <w:p w:rsidR="00686C8A" w:rsidRPr="00F02E1D" w:rsidRDefault="00686C8A" w:rsidP="00686C8A">
      <w:pPr>
        <w:pStyle w:val="Premessa"/>
        <w:rPr>
          <w:rFonts w:ascii="Verdana" w:hAnsi="Verdana"/>
        </w:rPr>
      </w:pPr>
    </w:p>
    <w:p w:rsidR="00F10F0E" w:rsidRPr="00EC0283" w:rsidRDefault="009F74C3" w:rsidP="009F74C3">
      <w:pPr>
        <w:pStyle w:val="OGGETTO"/>
        <w:jc w:val="center"/>
        <w:rPr>
          <w:rFonts w:ascii="Verdana" w:hAnsi="Verdana"/>
          <w:b/>
          <w:u w:val="single"/>
        </w:rPr>
      </w:pPr>
      <w:r w:rsidRPr="00EC0283">
        <w:rPr>
          <w:rFonts w:ascii="Verdana" w:hAnsi="Verdana"/>
          <w:b/>
          <w:u w:val="single"/>
        </w:rPr>
        <w:t xml:space="preserve">Variazione n. </w:t>
      </w:r>
      <w:r w:rsidR="00FC0751">
        <w:rPr>
          <w:rFonts w:ascii="Verdana" w:hAnsi="Verdana"/>
          <w:b/>
          <w:u w:val="single"/>
        </w:rPr>
        <w:t>1</w:t>
      </w:r>
      <w:r w:rsidR="00A16D46" w:rsidRPr="00EC0283">
        <w:rPr>
          <w:rFonts w:ascii="Verdana" w:hAnsi="Verdana"/>
          <w:b/>
          <w:u w:val="single"/>
        </w:rPr>
        <w:t xml:space="preserve"> al </w:t>
      </w:r>
      <w:r w:rsidR="00FC0751">
        <w:rPr>
          <w:rFonts w:ascii="Verdana" w:hAnsi="Verdana"/>
          <w:b/>
          <w:u w:val="single"/>
        </w:rPr>
        <w:t>budget 2024</w:t>
      </w:r>
    </w:p>
    <w:p w:rsidR="0034612B" w:rsidRPr="00F02E1D" w:rsidRDefault="0034612B" w:rsidP="0034612B">
      <w:pPr>
        <w:spacing w:line="360" w:lineRule="auto"/>
        <w:ind w:firstLine="708"/>
        <w:jc w:val="both"/>
        <w:rPr>
          <w:rFonts w:ascii="Verdana" w:hAnsi="Verdana"/>
        </w:rPr>
      </w:pPr>
    </w:p>
    <w:p w:rsidR="00E16E89" w:rsidRPr="00BB60F1" w:rsidRDefault="00916AF3" w:rsidP="00F72795">
      <w:pPr>
        <w:spacing w:line="360" w:lineRule="auto"/>
        <w:ind w:right="-1"/>
        <w:rPr>
          <w:rFonts w:ascii="Verdana" w:hAnsi="Verdana"/>
        </w:rPr>
      </w:pPr>
      <w:bookmarkStart w:id="0" w:name="_GoBack"/>
      <w:r w:rsidRPr="00BB60F1">
        <w:rPr>
          <w:rFonts w:ascii="Verdana" w:hAnsi="Verdana"/>
        </w:rPr>
        <w:t>Si</w:t>
      </w:r>
      <w:r w:rsidR="0034612B" w:rsidRPr="00BB60F1">
        <w:rPr>
          <w:rFonts w:ascii="Verdana" w:hAnsi="Verdana"/>
        </w:rPr>
        <w:t xml:space="preserve"> pone all’attenzione di questo Consesso la </w:t>
      </w:r>
      <w:r w:rsidR="00E545AF" w:rsidRPr="00BB60F1">
        <w:rPr>
          <w:rFonts w:ascii="Verdana" w:hAnsi="Verdana"/>
        </w:rPr>
        <w:t>v</w:t>
      </w:r>
      <w:r w:rsidR="0034612B" w:rsidRPr="00BB60F1">
        <w:rPr>
          <w:rFonts w:ascii="Verdana" w:hAnsi="Verdana"/>
        </w:rPr>
        <w:t>ariazione</w:t>
      </w:r>
      <w:r w:rsidR="009F74C3" w:rsidRPr="00BB60F1">
        <w:rPr>
          <w:rFonts w:ascii="Verdana" w:hAnsi="Verdana"/>
        </w:rPr>
        <w:t xml:space="preserve"> n. </w:t>
      </w:r>
      <w:r w:rsidR="00FC0751" w:rsidRPr="00BB60F1">
        <w:rPr>
          <w:rFonts w:ascii="Verdana" w:hAnsi="Verdana"/>
        </w:rPr>
        <w:t>1</w:t>
      </w:r>
      <w:r w:rsidR="00A16D46" w:rsidRPr="00BB60F1">
        <w:rPr>
          <w:rFonts w:ascii="Verdana" w:hAnsi="Verdana"/>
        </w:rPr>
        <w:t xml:space="preserve"> al </w:t>
      </w:r>
      <w:r w:rsidR="00FC0751" w:rsidRPr="00BB60F1">
        <w:rPr>
          <w:rFonts w:ascii="Verdana" w:hAnsi="Verdana"/>
        </w:rPr>
        <w:t>budget 2024</w:t>
      </w:r>
      <w:r w:rsidR="00753C6F" w:rsidRPr="00BB60F1">
        <w:rPr>
          <w:rFonts w:ascii="Verdana" w:hAnsi="Verdana"/>
        </w:rPr>
        <w:t>.</w:t>
      </w:r>
    </w:p>
    <w:p w:rsidR="00677C6A" w:rsidRPr="00BB60F1" w:rsidRDefault="009F74C3" w:rsidP="00677C6A">
      <w:pPr>
        <w:spacing w:line="360" w:lineRule="auto"/>
        <w:ind w:right="-1"/>
        <w:rPr>
          <w:rFonts w:ascii="Verdana" w:hAnsi="Verdana"/>
        </w:rPr>
      </w:pPr>
      <w:r w:rsidRPr="00BB60F1">
        <w:rPr>
          <w:rFonts w:ascii="Verdana" w:hAnsi="Verdana"/>
        </w:rPr>
        <w:t>La variazione n.</w:t>
      </w:r>
      <w:r w:rsidR="00E55955" w:rsidRPr="00BB60F1">
        <w:rPr>
          <w:rFonts w:ascii="Verdana" w:hAnsi="Verdana"/>
        </w:rPr>
        <w:t xml:space="preserve"> </w:t>
      </w:r>
      <w:r w:rsidR="00FC0751" w:rsidRPr="00BB60F1">
        <w:rPr>
          <w:rFonts w:ascii="Verdana" w:hAnsi="Verdana"/>
        </w:rPr>
        <w:t>1/2024</w:t>
      </w:r>
      <w:r w:rsidR="005C62DF" w:rsidRPr="00BB60F1">
        <w:rPr>
          <w:rFonts w:ascii="Verdana" w:hAnsi="Verdana"/>
        </w:rPr>
        <w:t xml:space="preserve"> </w:t>
      </w:r>
      <w:r w:rsidR="0034612B" w:rsidRPr="00BB60F1">
        <w:rPr>
          <w:rFonts w:ascii="Verdana" w:hAnsi="Verdana"/>
        </w:rPr>
        <w:t>è finalizzata:</w:t>
      </w:r>
    </w:p>
    <w:p w:rsidR="00677C6A" w:rsidRPr="00BB60F1" w:rsidRDefault="00677C6A" w:rsidP="00DF7D86">
      <w:pPr>
        <w:numPr>
          <w:ilvl w:val="0"/>
          <w:numId w:val="32"/>
        </w:numPr>
        <w:tabs>
          <w:tab w:val="left" w:pos="567"/>
        </w:tabs>
        <w:spacing w:line="360" w:lineRule="auto"/>
        <w:ind w:left="426" w:right="-1" w:hanging="426"/>
        <w:jc w:val="both"/>
        <w:rPr>
          <w:rFonts w:ascii="Verdana" w:hAnsi="Verdana"/>
        </w:rPr>
      </w:pPr>
      <w:r w:rsidRPr="00BB60F1">
        <w:rPr>
          <w:rFonts w:ascii="Verdana" w:hAnsi="Verdana"/>
        </w:rPr>
        <w:t>a recepire in bilancio i maggiori ricavi, atti a finanziare i maggiori costi, relativi:</w:t>
      </w:r>
    </w:p>
    <w:p w:rsidR="00D32FBA" w:rsidRPr="00BB60F1" w:rsidRDefault="00FC0751" w:rsidP="001B1CC8">
      <w:pPr>
        <w:pStyle w:val="Paragrafoelenco"/>
        <w:numPr>
          <w:ilvl w:val="0"/>
          <w:numId w:val="35"/>
        </w:numPr>
        <w:tabs>
          <w:tab w:val="left" w:pos="709"/>
        </w:tabs>
        <w:spacing w:line="360" w:lineRule="auto"/>
        <w:ind w:right="-1"/>
        <w:jc w:val="both"/>
        <w:rPr>
          <w:rFonts w:ascii="Verdana" w:hAnsi="Verdana"/>
        </w:rPr>
      </w:pPr>
      <w:proofErr w:type="gramStart"/>
      <w:r w:rsidRPr="00BB60F1">
        <w:rPr>
          <w:rFonts w:ascii="Verdana" w:hAnsi="Verdana"/>
        </w:rPr>
        <w:t>agli</w:t>
      </w:r>
      <w:proofErr w:type="gramEnd"/>
      <w:r w:rsidR="00BB60F1" w:rsidRPr="00BB60F1">
        <w:rPr>
          <w:rFonts w:ascii="Verdana" w:hAnsi="Verdana"/>
        </w:rPr>
        <w:t xml:space="preserve"> </w:t>
      </w:r>
      <w:r w:rsidRPr="00BB60F1">
        <w:rPr>
          <w:rFonts w:ascii="Verdana" w:hAnsi="Verdana"/>
        </w:rPr>
        <w:t xml:space="preserve">anticipi di cassa concessi </w:t>
      </w:r>
      <w:r w:rsidR="008F6169" w:rsidRPr="00BB60F1">
        <w:rPr>
          <w:rFonts w:ascii="Verdana" w:hAnsi="Verdana"/>
        </w:rPr>
        <w:t xml:space="preserve">dal </w:t>
      </w:r>
      <w:proofErr w:type="spellStart"/>
      <w:r w:rsidR="008F6169" w:rsidRPr="00BB60F1">
        <w:rPr>
          <w:rFonts w:ascii="Verdana" w:hAnsi="Verdana"/>
        </w:rPr>
        <w:t>CdA</w:t>
      </w:r>
      <w:proofErr w:type="spellEnd"/>
      <w:r w:rsidR="008F6169" w:rsidRPr="00BB60F1">
        <w:rPr>
          <w:rFonts w:ascii="Verdana" w:hAnsi="Verdana"/>
        </w:rPr>
        <w:t xml:space="preserve"> </w:t>
      </w:r>
      <w:r w:rsidRPr="00BB60F1">
        <w:rPr>
          <w:rFonts w:ascii="Verdana" w:hAnsi="Verdana"/>
        </w:rPr>
        <w:t>per</w:t>
      </w:r>
      <w:r w:rsidR="00FE0A80" w:rsidRPr="00BB60F1">
        <w:rPr>
          <w:rFonts w:ascii="Verdana" w:hAnsi="Verdana"/>
        </w:rPr>
        <w:t xml:space="preserve"> </w:t>
      </w:r>
      <w:r w:rsidR="00477D7E" w:rsidRPr="00BB60F1">
        <w:rPr>
          <w:rFonts w:ascii="Verdana" w:hAnsi="Verdana"/>
        </w:rPr>
        <w:t xml:space="preserve">i PRIN </w:t>
      </w:r>
      <w:r w:rsidRPr="00BB60F1">
        <w:rPr>
          <w:rFonts w:ascii="Verdana" w:hAnsi="Verdana"/>
        </w:rPr>
        <w:t xml:space="preserve">2022 </w:t>
      </w:r>
      <w:r w:rsidR="00477D7E" w:rsidRPr="00BB60F1">
        <w:rPr>
          <w:rFonts w:ascii="Verdana" w:hAnsi="Verdana"/>
        </w:rPr>
        <w:t xml:space="preserve">PNRR </w:t>
      </w:r>
      <w:r w:rsidR="00E70404" w:rsidRPr="00BB60F1">
        <w:rPr>
          <w:rFonts w:ascii="Verdana" w:hAnsi="Verdana"/>
        </w:rPr>
        <w:t xml:space="preserve">(€ </w:t>
      </w:r>
      <w:r w:rsidRPr="00BB60F1">
        <w:rPr>
          <w:rFonts w:ascii="Verdana" w:hAnsi="Verdana"/>
        </w:rPr>
        <w:t>449.913,91</w:t>
      </w:r>
      <w:r w:rsidR="00E70404" w:rsidRPr="00BB60F1">
        <w:rPr>
          <w:rFonts w:ascii="Verdana" w:hAnsi="Verdana"/>
        </w:rPr>
        <w:t>)</w:t>
      </w:r>
      <w:r w:rsidR="00753C6F" w:rsidRPr="00BB60F1">
        <w:rPr>
          <w:rFonts w:ascii="Verdana" w:hAnsi="Verdana"/>
        </w:rPr>
        <w:t xml:space="preserve">, </w:t>
      </w:r>
      <w:r w:rsidR="00BB60F1" w:rsidRPr="00BB60F1">
        <w:rPr>
          <w:rFonts w:ascii="Verdana" w:hAnsi="Verdana"/>
        </w:rPr>
        <w:t>all’</w:t>
      </w:r>
      <w:r w:rsidR="001B1CC8" w:rsidRPr="00BB60F1">
        <w:rPr>
          <w:rFonts w:ascii="Verdana" w:hAnsi="Verdana"/>
        </w:rPr>
        <w:t xml:space="preserve">assegnazione </w:t>
      </w:r>
      <w:proofErr w:type="spellStart"/>
      <w:r w:rsidR="001B1CC8" w:rsidRPr="00BB60F1">
        <w:rPr>
          <w:rFonts w:ascii="Verdana" w:hAnsi="Verdana"/>
        </w:rPr>
        <w:t>Mur</w:t>
      </w:r>
      <w:proofErr w:type="spellEnd"/>
      <w:r w:rsidR="001B1CC8" w:rsidRPr="00BB60F1">
        <w:rPr>
          <w:rFonts w:ascii="Verdana" w:hAnsi="Verdana"/>
        </w:rPr>
        <w:t xml:space="preserve"> per ricerca con finanziamenti competitivi ( € 5.362.078,04), </w:t>
      </w:r>
      <w:r w:rsidR="00C9319E" w:rsidRPr="00BB60F1">
        <w:rPr>
          <w:rFonts w:ascii="Verdana" w:hAnsi="Verdana"/>
        </w:rPr>
        <w:t xml:space="preserve">alle </w:t>
      </w:r>
      <w:r w:rsidR="00B528ED" w:rsidRPr="00BB60F1">
        <w:rPr>
          <w:rFonts w:ascii="Verdana" w:hAnsi="Verdana"/>
        </w:rPr>
        <w:t xml:space="preserve">assegnazioni per progetti </w:t>
      </w:r>
      <w:r w:rsidR="000D3711" w:rsidRPr="00BB60F1">
        <w:rPr>
          <w:rFonts w:ascii="Verdana" w:hAnsi="Verdana"/>
        </w:rPr>
        <w:t xml:space="preserve">da altri Ministeri (€ </w:t>
      </w:r>
      <w:r w:rsidRPr="00BB60F1">
        <w:rPr>
          <w:rFonts w:ascii="Verdana" w:hAnsi="Verdana"/>
        </w:rPr>
        <w:t>98.080</w:t>
      </w:r>
      <w:r w:rsidR="00C9319E" w:rsidRPr="00BB60F1">
        <w:rPr>
          <w:rFonts w:ascii="Verdana" w:hAnsi="Verdana"/>
        </w:rPr>
        <w:t>,00</w:t>
      </w:r>
      <w:r w:rsidR="000D3711" w:rsidRPr="00BB60F1">
        <w:rPr>
          <w:rFonts w:ascii="Verdana" w:hAnsi="Verdana"/>
        </w:rPr>
        <w:t xml:space="preserve">), </w:t>
      </w:r>
      <w:r w:rsidR="00862B53" w:rsidRPr="00BB60F1">
        <w:rPr>
          <w:rFonts w:ascii="Verdana" w:hAnsi="Verdana"/>
        </w:rPr>
        <w:t xml:space="preserve">da enti privati </w:t>
      </w:r>
      <w:r w:rsidRPr="00BB60F1">
        <w:rPr>
          <w:rFonts w:ascii="Verdana" w:hAnsi="Verdana"/>
        </w:rPr>
        <w:t xml:space="preserve">per attività di ricerca </w:t>
      </w:r>
      <w:r w:rsidR="00862B53" w:rsidRPr="00BB60F1">
        <w:rPr>
          <w:rFonts w:ascii="Verdana" w:hAnsi="Verdana"/>
        </w:rPr>
        <w:t xml:space="preserve">(€ </w:t>
      </w:r>
      <w:r w:rsidRPr="00BB60F1">
        <w:rPr>
          <w:rFonts w:ascii="Verdana" w:hAnsi="Verdana"/>
        </w:rPr>
        <w:t>6.333,34</w:t>
      </w:r>
      <w:r w:rsidR="00170700" w:rsidRPr="00BB60F1">
        <w:rPr>
          <w:rFonts w:ascii="Verdana" w:hAnsi="Verdana"/>
        </w:rPr>
        <w:t>)</w:t>
      </w:r>
      <w:r w:rsidR="0046220F" w:rsidRPr="00BB60F1">
        <w:rPr>
          <w:rFonts w:ascii="Verdana" w:hAnsi="Verdana"/>
        </w:rPr>
        <w:t xml:space="preserve">, </w:t>
      </w:r>
      <w:r w:rsidRPr="00BB60F1">
        <w:rPr>
          <w:rFonts w:ascii="Verdana" w:hAnsi="Verdana"/>
        </w:rPr>
        <w:t xml:space="preserve">da enti privati per attività di didattica (€ 10.000,00) e </w:t>
      </w:r>
      <w:r w:rsidR="0046220F" w:rsidRPr="00BB60F1">
        <w:rPr>
          <w:rFonts w:ascii="Verdana" w:hAnsi="Verdana"/>
        </w:rPr>
        <w:t xml:space="preserve">da UE (€ </w:t>
      </w:r>
      <w:r w:rsidRPr="00BB60F1">
        <w:rPr>
          <w:rFonts w:ascii="Verdana" w:hAnsi="Verdana"/>
        </w:rPr>
        <w:t>112.854,96);</w:t>
      </w:r>
    </w:p>
    <w:p w:rsidR="00677C6A" w:rsidRPr="00BB60F1" w:rsidRDefault="00677C6A" w:rsidP="00E33707">
      <w:pPr>
        <w:pStyle w:val="Paragrafoelenco"/>
        <w:numPr>
          <w:ilvl w:val="0"/>
          <w:numId w:val="35"/>
        </w:numPr>
        <w:tabs>
          <w:tab w:val="left" w:pos="709"/>
        </w:tabs>
        <w:spacing w:line="360" w:lineRule="auto"/>
        <w:ind w:right="-1"/>
        <w:jc w:val="both"/>
        <w:rPr>
          <w:rFonts w:ascii="Verdana" w:hAnsi="Verdana"/>
        </w:rPr>
      </w:pPr>
      <w:proofErr w:type="gramStart"/>
      <w:r w:rsidRPr="00BB60F1">
        <w:rPr>
          <w:rFonts w:ascii="Verdana" w:hAnsi="Verdana"/>
        </w:rPr>
        <w:t>ai</w:t>
      </w:r>
      <w:proofErr w:type="gramEnd"/>
      <w:r w:rsidRPr="00BB60F1">
        <w:rPr>
          <w:rFonts w:ascii="Verdana" w:hAnsi="Verdana"/>
        </w:rPr>
        <w:t xml:space="preserve"> trasferimenti dai dipartimenti</w:t>
      </w:r>
      <w:r w:rsidR="00E33707" w:rsidRPr="00BB60F1">
        <w:rPr>
          <w:rFonts w:ascii="Verdana" w:hAnsi="Verdana"/>
        </w:rPr>
        <w:t xml:space="preserve"> per la quota da imputare a fondo comune su convenzioni c/terzi </w:t>
      </w:r>
      <w:r w:rsidR="00BB60F1" w:rsidRPr="00BB60F1">
        <w:rPr>
          <w:rFonts w:ascii="Verdana" w:hAnsi="Verdana"/>
        </w:rPr>
        <w:t>(€ 2.292,85</w:t>
      </w:r>
      <w:r w:rsidR="00E33707" w:rsidRPr="00BB60F1">
        <w:rPr>
          <w:rFonts w:ascii="Verdana" w:hAnsi="Verdana"/>
        </w:rPr>
        <w:t xml:space="preserve">), per </w:t>
      </w:r>
      <w:r w:rsidR="00B528ED" w:rsidRPr="00BB60F1">
        <w:rPr>
          <w:rFonts w:ascii="Verdana" w:hAnsi="Verdana"/>
        </w:rPr>
        <w:t xml:space="preserve">il </w:t>
      </w:r>
      <w:r w:rsidR="00A907A3" w:rsidRPr="00BB60F1">
        <w:rPr>
          <w:rFonts w:ascii="Verdana" w:hAnsi="Verdana"/>
        </w:rPr>
        <w:t xml:space="preserve">finanziamento di assegni di ricerca (€ </w:t>
      </w:r>
      <w:r w:rsidR="00BB60F1" w:rsidRPr="00BB60F1">
        <w:rPr>
          <w:rFonts w:ascii="Verdana" w:hAnsi="Verdana"/>
        </w:rPr>
        <w:t>65.447,06</w:t>
      </w:r>
      <w:r w:rsidR="00A907A3" w:rsidRPr="00BB60F1">
        <w:rPr>
          <w:rFonts w:ascii="Verdana" w:hAnsi="Verdana"/>
        </w:rPr>
        <w:t xml:space="preserve">), </w:t>
      </w:r>
      <w:r w:rsidR="008351DD" w:rsidRPr="00BB60F1">
        <w:rPr>
          <w:rFonts w:ascii="Verdana" w:hAnsi="Verdana"/>
        </w:rPr>
        <w:t xml:space="preserve">per </w:t>
      </w:r>
      <w:r w:rsidR="00B209B6" w:rsidRPr="00BB60F1">
        <w:rPr>
          <w:rFonts w:ascii="Verdana" w:hAnsi="Verdana"/>
        </w:rPr>
        <w:t xml:space="preserve">le </w:t>
      </w:r>
      <w:r w:rsidR="003E5FE6" w:rsidRPr="00BB60F1">
        <w:rPr>
          <w:rFonts w:ascii="Verdana" w:hAnsi="Verdana"/>
        </w:rPr>
        <w:t xml:space="preserve">borse </w:t>
      </w:r>
      <w:r w:rsidR="00D72035" w:rsidRPr="00BB60F1">
        <w:rPr>
          <w:rFonts w:ascii="Verdana" w:hAnsi="Verdana"/>
        </w:rPr>
        <w:t xml:space="preserve">di ricerca (€ </w:t>
      </w:r>
      <w:r w:rsidR="00BB60F1" w:rsidRPr="00BB60F1">
        <w:rPr>
          <w:rFonts w:ascii="Verdana" w:hAnsi="Verdana"/>
        </w:rPr>
        <w:t>106.629,72</w:t>
      </w:r>
      <w:r w:rsidR="00492530" w:rsidRPr="00BB60F1">
        <w:rPr>
          <w:rFonts w:ascii="Verdana" w:hAnsi="Verdana"/>
        </w:rPr>
        <w:t xml:space="preserve">), </w:t>
      </w:r>
      <w:r w:rsidR="00B209B6" w:rsidRPr="00BB60F1">
        <w:rPr>
          <w:rFonts w:ascii="Verdana" w:hAnsi="Verdana"/>
        </w:rPr>
        <w:t xml:space="preserve">per i compensi ai diretti collaboratori per convenzioni conto terzi (€ </w:t>
      </w:r>
      <w:r w:rsidR="00FC0751" w:rsidRPr="00BB60F1">
        <w:rPr>
          <w:rFonts w:ascii="Verdana" w:hAnsi="Verdana"/>
        </w:rPr>
        <w:t>28</w:t>
      </w:r>
      <w:r w:rsidR="00B528ED" w:rsidRPr="00BB60F1">
        <w:rPr>
          <w:rFonts w:ascii="Verdana" w:hAnsi="Verdana"/>
        </w:rPr>
        <w:t>0</w:t>
      </w:r>
      <w:r w:rsidR="00B067B0" w:rsidRPr="00BB60F1">
        <w:rPr>
          <w:rFonts w:ascii="Verdana" w:hAnsi="Verdana"/>
        </w:rPr>
        <w:t>.000,00)</w:t>
      </w:r>
      <w:r w:rsidR="00492530" w:rsidRPr="00BB60F1">
        <w:rPr>
          <w:rFonts w:ascii="Verdana" w:hAnsi="Verdana"/>
        </w:rPr>
        <w:t xml:space="preserve"> </w:t>
      </w:r>
      <w:r w:rsidR="00FF0392" w:rsidRPr="00BB60F1">
        <w:rPr>
          <w:rFonts w:ascii="Verdana" w:hAnsi="Verdana"/>
        </w:rPr>
        <w:t>e per contratti a tempo determinato (€ 40.638,00)</w:t>
      </w:r>
      <w:r w:rsidR="0046220F" w:rsidRPr="00BB60F1">
        <w:rPr>
          <w:rFonts w:ascii="Verdana" w:hAnsi="Verdana"/>
        </w:rPr>
        <w:t>;</w:t>
      </w:r>
    </w:p>
    <w:p w:rsidR="00B067B0" w:rsidRPr="00BB60F1" w:rsidRDefault="0046220F" w:rsidP="0046220F">
      <w:pPr>
        <w:numPr>
          <w:ilvl w:val="0"/>
          <w:numId w:val="32"/>
        </w:numPr>
        <w:tabs>
          <w:tab w:val="left" w:pos="567"/>
        </w:tabs>
        <w:spacing w:line="360" w:lineRule="auto"/>
        <w:ind w:left="426" w:right="-1" w:hanging="426"/>
        <w:jc w:val="both"/>
        <w:rPr>
          <w:rFonts w:ascii="Verdana" w:hAnsi="Verdana"/>
        </w:rPr>
      </w:pPr>
      <w:proofErr w:type="gramStart"/>
      <w:r w:rsidRPr="00BB60F1">
        <w:rPr>
          <w:rFonts w:ascii="Verdana" w:hAnsi="Verdana"/>
        </w:rPr>
        <w:t>a</w:t>
      </w:r>
      <w:proofErr w:type="gramEnd"/>
      <w:r w:rsidRPr="00BB60F1">
        <w:rPr>
          <w:rFonts w:ascii="Verdana" w:hAnsi="Verdana"/>
        </w:rPr>
        <w:t xml:space="preserve"> recepire i maggiori </w:t>
      </w:r>
      <w:r w:rsidR="00616AD0" w:rsidRPr="00BB60F1">
        <w:rPr>
          <w:rFonts w:ascii="Verdana" w:hAnsi="Verdana"/>
        </w:rPr>
        <w:t xml:space="preserve">ricavi </w:t>
      </w:r>
      <w:r w:rsidR="00DB6395" w:rsidRPr="00BB60F1">
        <w:rPr>
          <w:rFonts w:ascii="Verdana" w:hAnsi="Verdana"/>
        </w:rPr>
        <w:t xml:space="preserve">imputati a bilancio </w:t>
      </w:r>
      <w:r w:rsidR="00616AD0" w:rsidRPr="00BB60F1">
        <w:rPr>
          <w:rFonts w:ascii="Verdana" w:hAnsi="Verdana"/>
        </w:rPr>
        <w:t xml:space="preserve">relativi </w:t>
      </w:r>
      <w:r w:rsidR="00471C0F" w:rsidRPr="00BB60F1">
        <w:rPr>
          <w:rFonts w:ascii="Verdana" w:hAnsi="Verdana"/>
        </w:rPr>
        <w:t xml:space="preserve">alla quota trasferita dai dipartimenti su convenzioni c/terzi (€ </w:t>
      </w:r>
      <w:r w:rsidR="00BB60F1" w:rsidRPr="00BB60F1">
        <w:rPr>
          <w:rFonts w:ascii="Verdana" w:hAnsi="Verdana"/>
        </w:rPr>
        <w:t>6.000,00</w:t>
      </w:r>
      <w:r w:rsidR="00616AD0" w:rsidRPr="00BB60F1">
        <w:rPr>
          <w:rFonts w:ascii="Verdana" w:hAnsi="Verdana"/>
        </w:rPr>
        <w:t>)</w:t>
      </w:r>
      <w:r w:rsidR="00FC0751" w:rsidRPr="00BB60F1">
        <w:rPr>
          <w:rFonts w:ascii="Verdana" w:hAnsi="Verdana"/>
        </w:rPr>
        <w:t>;</w:t>
      </w:r>
    </w:p>
    <w:p w:rsidR="002855F6" w:rsidRPr="00BB60F1" w:rsidRDefault="002855F6" w:rsidP="002855F6">
      <w:pPr>
        <w:pStyle w:val="Paragrafoelenco"/>
        <w:numPr>
          <w:ilvl w:val="0"/>
          <w:numId w:val="36"/>
        </w:numPr>
        <w:tabs>
          <w:tab w:val="left" w:pos="567"/>
        </w:tabs>
        <w:spacing w:line="360" w:lineRule="auto"/>
        <w:ind w:left="426" w:right="-1" w:hanging="284"/>
        <w:jc w:val="both"/>
        <w:rPr>
          <w:rFonts w:ascii="Verdana" w:hAnsi="Verdana"/>
        </w:rPr>
      </w:pPr>
      <w:r w:rsidRPr="00BB60F1">
        <w:rPr>
          <w:rFonts w:ascii="Verdana" w:hAnsi="Verdana"/>
        </w:rPr>
        <w:t xml:space="preserve">a recepire lo storno </w:t>
      </w:r>
      <w:r w:rsidR="00E33707" w:rsidRPr="00BB60F1">
        <w:rPr>
          <w:rFonts w:ascii="Verdana" w:hAnsi="Verdana"/>
        </w:rPr>
        <w:t>tra voci di costo</w:t>
      </w:r>
      <w:r w:rsidR="009F167F" w:rsidRPr="00BB60F1">
        <w:rPr>
          <w:rFonts w:ascii="Verdana" w:hAnsi="Verdana"/>
        </w:rPr>
        <w:t xml:space="preserve"> </w:t>
      </w:r>
      <w:r w:rsidRPr="00BB60F1">
        <w:rPr>
          <w:rFonts w:ascii="Verdana" w:hAnsi="Verdana"/>
        </w:rPr>
        <w:t xml:space="preserve">per € </w:t>
      </w:r>
      <w:r w:rsidR="00E33707" w:rsidRPr="00BB60F1">
        <w:rPr>
          <w:rFonts w:ascii="Verdana" w:hAnsi="Verdana"/>
        </w:rPr>
        <w:t>480,00</w:t>
      </w:r>
      <w:r w:rsidRPr="00BB60F1">
        <w:rPr>
          <w:rFonts w:ascii="Verdana" w:hAnsi="Verdana"/>
        </w:rPr>
        <w:t xml:space="preserve"> da </w:t>
      </w:r>
      <w:r w:rsidR="00753C6F" w:rsidRPr="00BB60F1">
        <w:rPr>
          <w:rFonts w:ascii="Verdana" w:hAnsi="Verdana"/>
        </w:rPr>
        <w:t>“</w:t>
      </w:r>
      <w:r w:rsidR="00E33707" w:rsidRPr="00BB60F1">
        <w:rPr>
          <w:rFonts w:ascii="Verdana" w:hAnsi="Verdana"/>
          <w:sz w:val="17"/>
          <w:szCs w:val="17"/>
          <w:shd w:val="clear" w:color="auto" w:fill="FFFFFF"/>
        </w:rPr>
        <w:t>ONERI PER CONTRATTI PERSONALE DOCENTE</w:t>
      </w:r>
      <w:r w:rsidR="00753C6F" w:rsidRPr="00BB60F1">
        <w:rPr>
          <w:rFonts w:ascii="Verdana" w:hAnsi="Verdana"/>
        </w:rPr>
        <w:t>”</w:t>
      </w:r>
      <w:r w:rsidRPr="00BB60F1">
        <w:rPr>
          <w:rFonts w:ascii="Verdana" w:hAnsi="Verdana"/>
        </w:rPr>
        <w:t xml:space="preserve"> a </w:t>
      </w:r>
      <w:r w:rsidR="00753C6F" w:rsidRPr="00BB60F1">
        <w:rPr>
          <w:rFonts w:ascii="Verdana" w:hAnsi="Verdana"/>
        </w:rPr>
        <w:t>“</w:t>
      </w:r>
      <w:r w:rsidR="00E33707" w:rsidRPr="00BB60F1">
        <w:rPr>
          <w:rFonts w:ascii="Verdana" w:hAnsi="Verdana"/>
          <w:sz w:val="17"/>
          <w:szCs w:val="17"/>
          <w:shd w:val="clear" w:color="auto" w:fill="FFFFFF"/>
        </w:rPr>
        <w:t>SUPPLENSE PERSONALE DOCENTE</w:t>
      </w:r>
      <w:r w:rsidR="00753C6F" w:rsidRPr="00BB60F1">
        <w:rPr>
          <w:rFonts w:ascii="Verdana" w:hAnsi="Verdana"/>
        </w:rPr>
        <w:t>”</w:t>
      </w:r>
      <w:r w:rsidR="00E33707" w:rsidRPr="00BB60F1">
        <w:rPr>
          <w:rFonts w:ascii="Verdana" w:hAnsi="Verdana"/>
        </w:rPr>
        <w:t xml:space="preserve"> relativi al pagamento CEL dott.ssa Di Biase;</w:t>
      </w:r>
    </w:p>
    <w:p w:rsidR="00BB60F1" w:rsidRPr="00BB60F1" w:rsidRDefault="00275A3D" w:rsidP="00275A3D">
      <w:pPr>
        <w:numPr>
          <w:ilvl w:val="0"/>
          <w:numId w:val="32"/>
        </w:numPr>
        <w:tabs>
          <w:tab w:val="left" w:pos="567"/>
        </w:tabs>
        <w:spacing w:line="360" w:lineRule="auto"/>
        <w:ind w:left="426" w:right="-1" w:hanging="426"/>
        <w:jc w:val="both"/>
        <w:rPr>
          <w:rFonts w:ascii="Verdana" w:hAnsi="Verdana"/>
        </w:rPr>
      </w:pPr>
      <w:proofErr w:type="gramStart"/>
      <w:r w:rsidRPr="00BB60F1">
        <w:rPr>
          <w:rFonts w:ascii="Verdana" w:hAnsi="Verdana"/>
        </w:rPr>
        <w:t>a</w:t>
      </w:r>
      <w:proofErr w:type="gramEnd"/>
      <w:r w:rsidRPr="00BB60F1">
        <w:rPr>
          <w:rFonts w:ascii="Verdana" w:hAnsi="Verdana"/>
        </w:rPr>
        <w:t xml:space="preserve"> varia</w:t>
      </w:r>
      <w:r w:rsidR="00BB60F1" w:rsidRPr="00BB60F1">
        <w:rPr>
          <w:rFonts w:ascii="Verdana" w:hAnsi="Verdana"/>
        </w:rPr>
        <w:t>re il budget degli investimenti:</w:t>
      </w:r>
    </w:p>
    <w:p w:rsidR="00275A3D" w:rsidRPr="00BB60F1" w:rsidRDefault="00BB60F1" w:rsidP="00BB60F1">
      <w:pPr>
        <w:pStyle w:val="Paragrafoelenco"/>
        <w:numPr>
          <w:ilvl w:val="0"/>
          <w:numId w:val="35"/>
        </w:numPr>
        <w:tabs>
          <w:tab w:val="left" w:pos="709"/>
        </w:tabs>
        <w:spacing w:line="360" w:lineRule="auto"/>
        <w:ind w:right="-1"/>
        <w:jc w:val="both"/>
        <w:rPr>
          <w:rFonts w:ascii="Verdana" w:hAnsi="Verdana"/>
        </w:rPr>
      </w:pPr>
      <w:proofErr w:type="gramStart"/>
      <w:r w:rsidRPr="00BB60F1">
        <w:rPr>
          <w:rFonts w:ascii="Verdana" w:hAnsi="Verdana"/>
        </w:rPr>
        <w:t>per</w:t>
      </w:r>
      <w:proofErr w:type="gramEnd"/>
      <w:r w:rsidRPr="00BB60F1">
        <w:rPr>
          <w:rFonts w:ascii="Verdana" w:hAnsi="Verdana"/>
        </w:rPr>
        <w:t xml:space="preserve"> i maggiori costi</w:t>
      </w:r>
      <w:r w:rsidR="00492530" w:rsidRPr="00BB60F1">
        <w:rPr>
          <w:rFonts w:ascii="Verdana" w:hAnsi="Verdana"/>
        </w:rPr>
        <w:t xml:space="preserve"> di mobili e arredi di ufficio (€ 13.980</w:t>
      </w:r>
      <w:r w:rsidR="00275A3D" w:rsidRPr="00BB60F1">
        <w:rPr>
          <w:rFonts w:ascii="Verdana" w:hAnsi="Verdana"/>
        </w:rPr>
        <w:t>,00)</w:t>
      </w:r>
      <w:r w:rsidRPr="00BB60F1">
        <w:rPr>
          <w:rFonts w:ascii="Verdana" w:hAnsi="Verdana"/>
        </w:rPr>
        <w:t xml:space="preserve"> e del </w:t>
      </w:r>
      <w:r w:rsidR="00D520EC" w:rsidRPr="00BB60F1">
        <w:rPr>
          <w:rFonts w:ascii="Verdana" w:hAnsi="Verdana"/>
        </w:rPr>
        <w:t>software per</w:t>
      </w:r>
      <w:r w:rsidRPr="00BB60F1">
        <w:rPr>
          <w:rFonts w:ascii="Verdana" w:hAnsi="Verdana"/>
        </w:rPr>
        <w:t xml:space="preserve"> il</w:t>
      </w:r>
      <w:r w:rsidR="00D520EC" w:rsidRPr="00BB60F1">
        <w:rPr>
          <w:rFonts w:ascii="Verdana" w:hAnsi="Verdana"/>
        </w:rPr>
        <w:t xml:space="preserve"> lavoro agile (€ 14.640,00)</w:t>
      </w:r>
      <w:r w:rsidRPr="00BB60F1">
        <w:rPr>
          <w:rFonts w:ascii="Verdana" w:hAnsi="Verdana"/>
        </w:rPr>
        <w:t xml:space="preserve"> coperti con l’utilizzo di riserve libere di patrimonio netto;</w:t>
      </w:r>
    </w:p>
    <w:p w:rsidR="00BB60F1" w:rsidRPr="00BB60F1" w:rsidRDefault="00BB60F1" w:rsidP="00BB60F1">
      <w:pPr>
        <w:pStyle w:val="Paragrafoelenco"/>
        <w:numPr>
          <w:ilvl w:val="0"/>
          <w:numId w:val="35"/>
        </w:numPr>
        <w:tabs>
          <w:tab w:val="left" w:pos="709"/>
        </w:tabs>
        <w:spacing w:line="360" w:lineRule="auto"/>
        <w:ind w:right="-1"/>
        <w:jc w:val="both"/>
        <w:rPr>
          <w:rFonts w:ascii="Verdana" w:hAnsi="Verdana"/>
        </w:rPr>
      </w:pPr>
      <w:proofErr w:type="gramStart"/>
      <w:r w:rsidRPr="00BB60F1">
        <w:rPr>
          <w:rFonts w:ascii="Verdana" w:hAnsi="Verdana"/>
        </w:rPr>
        <w:t>per</w:t>
      </w:r>
      <w:proofErr w:type="gramEnd"/>
      <w:r w:rsidRPr="00BB60F1">
        <w:rPr>
          <w:rFonts w:ascii="Verdana" w:hAnsi="Verdana"/>
        </w:rPr>
        <w:t xml:space="preserve"> i </w:t>
      </w:r>
      <w:r w:rsidRPr="00BB60F1">
        <w:rPr>
          <w:rFonts w:ascii="Verdana" w:hAnsi="Verdana"/>
        </w:rPr>
        <w:t xml:space="preserve">maggiori costi di </w:t>
      </w:r>
      <w:r w:rsidRPr="00BB60F1">
        <w:rPr>
          <w:rFonts w:ascii="Verdana" w:hAnsi="Verdana"/>
        </w:rPr>
        <w:t>brevetti in corso (€ 1.000,00)</w:t>
      </w:r>
      <w:r w:rsidRPr="00BB60F1">
        <w:rPr>
          <w:rFonts w:ascii="Verdana" w:hAnsi="Verdana"/>
        </w:rPr>
        <w:t xml:space="preserve"> coperti dal contributo erogato dalla </w:t>
      </w:r>
      <w:proofErr w:type="spellStart"/>
      <w:r w:rsidRPr="00BB60F1">
        <w:rPr>
          <w:rFonts w:ascii="Verdana" w:hAnsi="Verdana"/>
        </w:rPr>
        <w:t>Foamille</w:t>
      </w:r>
      <w:proofErr w:type="spellEnd"/>
      <w:r w:rsidRPr="00BB60F1">
        <w:rPr>
          <w:rFonts w:ascii="Verdana" w:hAnsi="Verdana"/>
        </w:rPr>
        <w:t xml:space="preserve"> </w:t>
      </w:r>
      <w:proofErr w:type="spellStart"/>
      <w:r w:rsidRPr="00BB60F1">
        <w:rPr>
          <w:rFonts w:ascii="Verdana" w:hAnsi="Verdana"/>
        </w:rPr>
        <w:t>Srl</w:t>
      </w:r>
      <w:proofErr w:type="spellEnd"/>
      <w:r w:rsidRPr="00BB60F1">
        <w:rPr>
          <w:rFonts w:ascii="Verdana" w:hAnsi="Verdana"/>
        </w:rPr>
        <w:t xml:space="preserve"> per il brevetto europeo N.21718189.0.</w:t>
      </w:r>
    </w:p>
    <w:p w:rsidR="006A041A" w:rsidRPr="00BB60F1" w:rsidRDefault="006A041A" w:rsidP="00293072">
      <w:pPr>
        <w:numPr>
          <w:ilvl w:val="0"/>
          <w:numId w:val="32"/>
        </w:numPr>
        <w:tabs>
          <w:tab w:val="left" w:pos="567"/>
        </w:tabs>
        <w:spacing w:line="360" w:lineRule="auto"/>
        <w:ind w:left="426" w:right="-1" w:hanging="426"/>
        <w:jc w:val="both"/>
        <w:rPr>
          <w:rFonts w:ascii="Verdana" w:hAnsi="Verdana"/>
        </w:rPr>
      </w:pPr>
      <w:proofErr w:type="gramStart"/>
      <w:r w:rsidRPr="00BB60F1">
        <w:rPr>
          <w:rFonts w:ascii="Verdana" w:hAnsi="Verdana"/>
        </w:rPr>
        <w:t>a</w:t>
      </w:r>
      <w:proofErr w:type="gramEnd"/>
      <w:r w:rsidRPr="00BB60F1">
        <w:rPr>
          <w:rFonts w:ascii="Verdana" w:hAnsi="Verdana"/>
        </w:rPr>
        <w:t xml:space="preserve"> recepire le variazioni dei vari dipartimenti</w:t>
      </w:r>
      <w:r w:rsidR="00ED366F" w:rsidRPr="00BB60F1">
        <w:rPr>
          <w:rFonts w:ascii="Verdana" w:hAnsi="Verdana"/>
        </w:rPr>
        <w:t>.</w:t>
      </w:r>
    </w:p>
    <w:bookmarkEnd w:id="0"/>
    <w:p w:rsidR="005F3767" w:rsidRPr="00BB60F1" w:rsidRDefault="005F3767" w:rsidP="006A041A">
      <w:pPr>
        <w:tabs>
          <w:tab w:val="left" w:pos="567"/>
        </w:tabs>
        <w:spacing w:line="360" w:lineRule="auto"/>
        <w:ind w:left="720" w:right="-1"/>
        <w:jc w:val="both"/>
        <w:rPr>
          <w:rFonts w:ascii="Verdana" w:hAnsi="Verdana"/>
        </w:rPr>
      </w:pPr>
    </w:p>
    <w:sectPr w:rsidR="005F3767" w:rsidRPr="00BB60F1" w:rsidSect="00F72795">
      <w:footerReference w:type="even" r:id="rId8"/>
      <w:footerReference w:type="default" r:id="rId9"/>
      <w:pgSz w:w="11906" w:h="16838"/>
      <w:pgMar w:top="1418" w:right="1134" w:bottom="1134" w:left="1134" w:header="720" w:footer="73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62A" w:rsidRDefault="0044762A">
      <w:r>
        <w:separator/>
      </w:r>
    </w:p>
  </w:endnote>
  <w:endnote w:type="continuationSeparator" w:id="0">
    <w:p w:rsidR="0044762A" w:rsidRDefault="00447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5AB" w:rsidRDefault="005A05A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5A05AB" w:rsidRDefault="005A05A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5AB" w:rsidRDefault="005A05A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B60F1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5A05AB" w:rsidRDefault="005A05AB">
    <w:pPr>
      <w:pStyle w:val="Pidipagina"/>
      <w:rPr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62A" w:rsidRDefault="0044762A">
      <w:r>
        <w:separator/>
      </w:r>
    </w:p>
  </w:footnote>
  <w:footnote w:type="continuationSeparator" w:id="0">
    <w:p w:rsidR="0044762A" w:rsidRDefault="004476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B7006"/>
    <w:multiLevelType w:val="hybridMultilevel"/>
    <w:tmpl w:val="CC7C6246"/>
    <w:lvl w:ilvl="0" w:tplc="04100005">
      <w:start w:val="1"/>
      <w:numFmt w:val="bullet"/>
      <w:lvlText w:val=""/>
      <w:lvlJc w:val="left"/>
      <w:pPr>
        <w:tabs>
          <w:tab w:val="num" w:pos="1288"/>
        </w:tabs>
        <w:ind w:left="128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" w15:restartNumberingAfterBreak="0">
    <w:nsid w:val="0BA438FB"/>
    <w:multiLevelType w:val="hybridMultilevel"/>
    <w:tmpl w:val="43185332"/>
    <w:lvl w:ilvl="0" w:tplc="0410000F">
      <w:start w:val="1"/>
      <w:numFmt w:val="decimal"/>
      <w:lvlText w:val="%1."/>
      <w:lvlJc w:val="left"/>
      <w:pPr>
        <w:ind w:left="937" w:hanging="360"/>
      </w:pPr>
    </w:lvl>
    <w:lvl w:ilvl="1" w:tplc="04100019" w:tentative="1">
      <w:start w:val="1"/>
      <w:numFmt w:val="lowerLetter"/>
      <w:lvlText w:val="%2."/>
      <w:lvlJc w:val="left"/>
      <w:pPr>
        <w:ind w:left="1657" w:hanging="360"/>
      </w:pPr>
    </w:lvl>
    <w:lvl w:ilvl="2" w:tplc="0410001B" w:tentative="1">
      <w:start w:val="1"/>
      <w:numFmt w:val="lowerRoman"/>
      <w:lvlText w:val="%3."/>
      <w:lvlJc w:val="right"/>
      <w:pPr>
        <w:ind w:left="2377" w:hanging="180"/>
      </w:pPr>
    </w:lvl>
    <w:lvl w:ilvl="3" w:tplc="0410000F" w:tentative="1">
      <w:start w:val="1"/>
      <w:numFmt w:val="decimal"/>
      <w:lvlText w:val="%4."/>
      <w:lvlJc w:val="left"/>
      <w:pPr>
        <w:ind w:left="3097" w:hanging="360"/>
      </w:pPr>
    </w:lvl>
    <w:lvl w:ilvl="4" w:tplc="04100019" w:tentative="1">
      <w:start w:val="1"/>
      <w:numFmt w:val="lowerLetter"/>
      <w:lvlText w:val="%5."/>
      <w:lvlJc w:val="left"/>
      <w:pPr>
        <w:ind w:left="3817" w:hanging="360"/>
      </w:pPr>
    </w:lvl>
    <w:lvl w:ilvl="5" w:tplc="0410001B" w:tentative="1">
      <w:start w:val="1"/>
      <w:numFmt w:val="lowerRoman"/>
      <w:lvlText w:val="%6."/>
      <w:lvlJc w:val="right"/>
      <w:pPr>
        <w:ind w:left="4537" w:hanging="180"/>
      </w:pPr>
    </w:lvl>
    <w:lvl w:ilvl="6" w:tplc="0410000F" w:tentative="1">
      <w:start w:val="1"/>
      <w:numFmt w:val="decimal"/>
      <w:lvlText w:val="%7."/>
      <w:lvlJc w:val="left"/>
      <w:pPr>
        <w:ind w:left="5257" w:hanging="360"/>
      </w:pPr>
    </w:lvl>
    <w:lvl w:ilvl="7" w:tplc="04100019" w:tentative="1">
      <w:start w:val="1"/>
      <w:numFmt w:val="lowerLetter"/>
      <w:lvlText w:val="%8."/>
      <w:lvlJc w:val="left"/>
      <w:pPr>
        <w:ind w:left="5977" w:hanging="360"/>
      </w:pPr>
    </w:lvl>
    <w:lvl w:ilvl="8" w:tplc="0410001B" w:tentative="1">
      <w:start w:val="1"/>
      <w:numFmt w:val="lowerRoman"/>
      <w:lvlText w:val="%9."/>
      <w:lvlJc w:val="right"/>
      <w:pPr>
        <w:ind w:left="6697" w:hanging="180"/>
      </w:pPr>
    </w:lvl>
  </w:abstractNum>
  <w:abstractNum w:abstractNumId="2" w15:restartNumberingAfterBreak="0">
    <w:nsid w:val="17DC0E72"/>
    <w:multiLevelType w:val="hybridMultilevel"/>
    <w:tmpl w:val="8F58C938"/>
    <w:lvl w:ilvl="0" w:tplc="41AA8A18"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460A60A8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131301"/>
    <w:multiLevelType w:val="hybridMultilevel"/>
    <w:tmpl w:val="D2DA72BC"/>
    <w:lvl w:ilvl="0" w:tplc="3ED850E6"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A2771CE"/>
    <w:multiLevelType w:val="hybridMultilevel"/>
    <w:tmpl w:val="965CAE1C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BAC5CD1"/>
    <w:multiLevelType w:val="hybridMultilevel"/>
    <w:tmpl w:val="B504CFA8"/>
    <w:lvl w:ilvl="0" w:tplc="2AAA393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2265381D"/>
    <w:multiLevelType w:val="hybridMultilevel"/>
    <w:tmpl w:val="DFC29ABA"/>
    <w:lvl w:ilvl="0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 w15:restartNumberingAfterBreak="0">
    <w:nsid w:val="22CF0AFF"/>
    <w:multiLevelType w:val="hybridMultilevel"/>
    <w:tmpl w:val="F2CC000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264B3B"/>
    <w:multiLevelType w:val="hybridMultilevel"/>
    <w:tmpl w:val="7CEE42A2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B74F42"/>
    <w:multiLevelType w:val="hybridMultilevel"/>
    <w:tmpl w:val="D66EC87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C1F4A88"/>
    <w:multiLevelType w:val="hybridMultilevel"/>
    <w:tmpl w:val="0FD0FC8E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D1E1579"/>
    <w:multiLevelType w:val="hybridMultilevel"/>
    <w:tmpl w:val="CC2C38EE"/>
    <w:lvl w:ilvl="0" w:tplc="CF58E49C"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131CC0"/>
    <w:multiLevelType w:val="hybridMultilevel"/>
    <w:tmpl w:val="4DA42398"/>
    <w:lvl w:ilvl="0" w:tplc="FFE491AE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C4766B"/>
    <w:multiLevelType w:val="hybridMultilevel"/>
    <w:tmpl w:val="277C2FE4"/>
    <w:lvl w:ilvl="0" w:tplc="5FF25856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C7685C34"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430286"/>
    <w:multiLevelType w:val="hybridMultilevel"/>
    <w:tmpl w:val="3D50A522"/>
    <w:lvl w:ilvl="0" w:tplc="F0D24C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7032D6A"/>
    <w:multiLevelType w:val="hybridMultilevel"/>
    <w:tmpl w:val="D1B0F034"/>
    <w:lvl w:ilvl="0" w:tplc="0410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73E0DA7"/>
    <w:multiLevelType w:val="hybridMultilevel"/>
    <w:tmpl w:val="09205978"/>
    <w:lvl w:ilvl="0" w:tplc="E27C474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3C9A1608"/>
    <w:multiLevelType w:val="hybridMultilevel"/>
    <w:tmpl w:val="8AE0184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C62C1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C347FA"/>
    <w:multiLevelType w:val="hybridMultilevel"/>
    <w:tmpl w:val="20DCEB1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767327"/>
    <w:multiLevelType w:val="hybridMultilevel"/>
    <w:tmpl w:val="DD06B4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6C7AC4"/>
    <w:multiLevelType w:val="hybridMultilevel"/>
    <w:tmpl w:val="2E80325E"/>
    <w:lvl w:ilvl="0" w:tplc="E27C474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650BCD"/>
    <w:multiLevelType w:val="multilevel"/>
    <w:tmpl w:val="8F58C938"/>
    <w:lvl w:ilvl="0"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D4256E"/>
    <w:multiLevelType w:val="hybridMultilevel"/>
    <w:tmpl w:val="9DD456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C64E69"/>
    <w:multiLevelType w:val="hybridMultilevel"/>
    <w:tmpl w:val="02028158"/>
    <w:lvl w:ilvl="0" w:tplc="6B1226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29238B"/>
    <w:multiLevelType w:val="multilevel"/>
    <w:tmpl w:val="09205978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604C060A"/>
    <w:multiLevelType w:val="hybridMultilevel"/>
    <w:tmpl w:val="95A424D2"/>
    <w:lvl w:ilvl="0" w:tplc="E0A6D7BC"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E305A6"/>
    <w:multiLevelType w:val="multilevel"/>
    <w:tmpl w:val="2E80325E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36E31CC"/>
    <w:multiLevelType w:val="hybridMultilevel"/>
    <w:tmpl w:val="44C0031E"/>
    <w:lvl w:ilvl="0" w:tplc="0410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29415E"/>
    <w:multiLevelType w:val="hybridMultilevel"/>
    <w:tmpl w:val="F79A7C0A"/>
    <w:lvl w:ilvl="0" w:tplc="F0D24C4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505" w:hanging="360"/>
      </w:pPr>
    </w:lvl>
    <w:lvl w:ilvl="2" w:tplc="0410001B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6C2336A0"/>
    <w:multiLevelType w:val="hybridMultilevel"/>
    <w:tmpl w:val="C47EB90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707BEC"/>
    <w:multiLevelType w:val="hybridMultilevel"/>
    <w:tmpl w:val="BFAA71DE"/>
    <w:lvl w:ilvl="0" w:tplc="E27C474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3F6571"/>
    <w:multiLevelType w:val="hybridMultilevel"/>
    <w:tmpl w:val="BFB29CC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F36001"/>
    <w:multiLevelType w:val="hybridMultilevel"/>
    <w:tmpl w:val="3B049A2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0A3419"/>
    <w:multiLevelType w:val="hybridMultilevel"/>
    <w:tmpl w:val="CA6404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B76911"/>
    <w:multiLevelType w:val="hybridMultilevel"/>
    <w:tmpl w:val="ED8E19FE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C62C1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4F68C3"/>
    <w:multiLevelType w:val="multilevel"/>
    <w:tmpl w:val="09205978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4"/>
  </w:num>
  <w:num w:numId="3">
    <w:abstractNumId w:val="2"/>
  </w:num>
  <w:num w:numId="4">
    <w:abstractNumId w:val="16"/>
  </w:num>
  <w:num w:numId="5">
    <w:abstractNumId w:val="24"/>
  </w:num>
  <w:num w:numId="6">
    <w:abstractNumId w:val="35"/>
  </w:num>
  <w:num w:numId="7">
    <w:abstractNumId w:val="20"/>
  </w:num>
  <w:num w:numId="8">
    <w:abstractNumId w:val="21"/>
  </w:num>
  <w:num w:numId="9">
    <w:abstractNumId w:val="26"/>
  </w:num>
  <w:num w:numId="10">
    <w:abstractNumId w:val="30"/>
  </w:num>
  <w:num w:numId="11">
    <w:abstractNumId w:val="12"/>
  </w:num>
  <w:num w:numId="12">
    <w:abstractNumId w:val="25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27"/>
  </w:num>
  <w:num w:numId="18">
    <w:abstractNumId w:val="0"/>
  </w:num>
  <w:num w:numId="19">
    <w:abstractNumId w:val="15"/>
  </w:num>
  <w:num w:numId="20">
    <w:abstractNumId w:val="18"/>
  </w:num>
  <w:num w:numId="21">
    <w:abstractNumId w:val="32"/>
  </w:num>
  <w:num w:numId="22">
    <w:abstractNumId w:val="5"/>
  </w:num>
  <w:num w:numId="23">
    <w:abstractNumId w:val="9"/>
  </w:num>
  <w:num w:numId="24">
    <w:abstractNumId w:val="13"/>
  </w:num>
  <w:num w:numId="25">
    <w:abstractNumId w:val="6"/>
  </w:num>
  <w:num w:numId="26">
    <w:abstractNumId w:val="19"/>
  </w:num>
  <w:num w:numId="27">
    <w:abstractNumId w:val="28"/>
  </w:num>
  <w:num w:numId="28">
    <w:abstractNumId w:val="7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33"/>
  </w:num>
  <w:num w:numId="32">
    <w:abstractNumId w:val="22"/>
  </w:num>
  <w:num w:numId="33">
    <w:abstractNumId w:val="3"/>
  </w:num>
  <w:num w:numId="34">
    <w:abstractNumId w:val="29"/>
  </w:num>
  <w:num w:numId="35">
    <w:abstractNumId w:val="10"/>
  </w:num>
  <w:num w:numId="36">
    <w:abstractNumId w:val="8"/>
  </w:num>
  <w:num w:numId="37">
    <w:abstractNumId w:val="1"/>
  </w:num>
  <w:num w:numId="38">
    <w:abstractNumId w:val="4"/>
  </w:num>
  <w:num w:numId="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3DD"/>
    <w:rsid w:val="0000000E"/>
    <w:rsid w:val="0000006A"/>
    <w:rsid w:val="00000B04"/>
    <w:rsid w:val="000013CB"/>
    <w:rsid w:val="000017CD"/>
    <w:rsid w:val="000033E4"/>
    <w:rsid w:val="000038FA"/>
    <w:rsid w:val="000102DB"/>
    <w:rsid w:val="000108C1"/>
    <w:rsid w:val="00011527"/>
    <w:rsid w:val="0001279B"/>
    <w:rsid w:val="000141DD"/>
    <w:rsid w:val="000148D9"/>
    <w:rsid w:val="000151E7"/>
    <w:rsid w:val="00015946"/>
    <w:rsid w:val="00020814"/>
    <w:rsid w:val="00021976"/>
    <w:rsid w:val="000246E9"/>
    <w:rsid w:val="00025EDC"/>
    <w:rsid w:val="00025FCE"/>
    <w:rsid w:val="00026A82"/>
    <w:rsid w:val="00026D1F"/>
    <w:rsid w:val="00026D9E"/>
    <w:rsid w:val="00030A43"/>
    <w:rsid w:val="00032A14"/>
    <w:rsid w:val="00033802"/>
    <w:rsid w:val="00041E60"/>
    <w:rsid w:val="0004447A"/>
    <w:rsid w:val="000450C0"/>
    <w:rsid w:val="00045320"/>
    <w:rsid w:val="00046034"/>
    <w:rsid w:val="00046104"/>
    <w:rsid w:val="00051A64"/>
    <w:rsid w:val="000528C8"/>
    <w:rsid w:val="00052CA7"/>
    <w:rsid w:val="00064DB5"/>
    <w:rsid w:val="000747AA"/>
    <w:rsid w:val="00074B8C"/>
    <w:rsid w:val="00076948"/>
    <w:rsid w:val="00076FCB"/>
    <w:rsid w:val="000770CB"/>
    <w:rsid w:val="00080FD6"/>
    <w:rsid w:val="00083BE2"/>
    <w:rsid w:val="000842E9"/>
    <w:rsid w:val="000874E5"/>
    <w:rsid w:val="00090725"/>
    <w:rsid w:val="00091A14"/>
    <w:rsid w:val="00091D4F"/>
    <w:rsid w:val="00091E73"/>
    <w:rsid w:val="000931B2"/>
    <w:rsid w:val="00093839"/>
    <w:rsid w:val="00094A10"/>
    <w:rsid w:val="00094A58"/>
    <w:rsid w:val="00094EAB"/>
    <w:rsid w:val="000A1B68"/>
    <w:rsid w:val="000A1D8B"/>
    <w:rsid w:val="000A2D83"/>
    <w:rsid w:val="000A2E15"/>
    <w:rsid w:val="000A47C5"/>
    <w:rsid w:val="000A6793"/>
    <w:rsid w:val="000A73C5"/>
    <w:rsid w:val="000B1C22"/>
    <w:rsid w:val="000B1DC7"/>
    <w:rsid w:val="000B2654"/>
    <w:rsid w:val="000B701E"/>
    <w:rsid w:val="000C0E3B"/>
    <w:rsid w:val="000C16B2"/>
    <w:rsid w:val="000C23BB"/>
    <w:rsid w:val="000C2A44"/>
    <w:rsid w:val="000C34E5"/>
    <w:rsid w:val="000C3E8F"/>
    <w:rsid w:val="000C4216"/>
    <w:rsid w:val="000C4281"/>
    <w:rsid w:val="000C4B5F"/>
    <w:rsid w:val="000C5305"/>
    <w:rsid w:val="000D3711"/>
    <w:rsid w:val="000D3A46"/>
    <w:rsid w:val="000D4102"/>
    <w:rsid w:val="000D574E"/>
    <w:rsid w:val="000D7059"/>
    <w:rsid w:val="000E295B"/>
    <w:rsid w:val="000E388A"/>
    <w:rsid w:val="000E3C59"/>
    <w:rsid w:val="000F4B0B"/>
    <w:rsid w:val="000F535A"/>
    <w:rsid w:val="000F65A4"/>
    <w:rsid w:val="000F6F01"/>
    <w:rsid w:val="00102BDD"/>
    <w:rsid w:val="00103BAE"/>
    <w:rsid w:val="001055E3"/>
    <w:rsid w:val="00106F5E"/>
    <w:rsid w:val="0011113A"/>
    <w:rsid w:val="0011139A"/>
    <w:rsid w:val="001113EC"/>
    <w:rsid w:val="00111EEC"/>
    <w:rsid w:val="0011502A"/>
    <w:rsid w:val="00116AED"/>
    <w:rsid w:val="001178CB"/>
    <w:rsid w:val="001215A9"/>
    <w:rsid w:val="001216B2"/>
    <w:rsid w:val="00121DA8"/>
    <w:rsid w:val="00121DD9"/>
    <w:rsid w:val="00123E99"/>
    <w:rsid w:val="00124C3A"/>
    <w:rsid w:val="00125284"/>
    <w:rsid w:val="00125BE7"/>
    <w:rsid w:val="00126320"/>
    <w:rsid w:val="00126E9B"/>
    <w:rsid w:val="001318F9"/>
    <w:rsid w:val="001319E1"/>
    <w:rsid w:val="00132755"/>
    <w:rsid w:val="0013442C"/>
    <w:rsid w:val="00134E32"/>
    <w:rsid w:val="00135E09"/>
    <w:rsid w:val="0013652A"/>
    <w:rsid w:val="001423E4"/>
    <w:rsid w:val="00146B39"/>
    <w:rsid w:val="00151B23"/>
    <w:rsid w:val="00152236"/>
    <w:rsid w:val="00156E49"/>
    <w:rsid w:val="00161F1F"/>
    <w:rsid w:val="00162800"/>
    <w:rsid w:val="0016318D"/>
    <w:rsid w:val="0016413F"/>
    <w:rsid w:val="00166EFE"/>
    <w:rsid w:val="0016728C"/>
    <w:rsid w:val="00170700"/>
    <w:rsid w:val="001722A2"/>
    <w:rsid w:val="00173186"/>
    <w:rsid w:val="001738F3"/>
    <w:rsid w:val="00176096"/>
    <w:rsid w:val="00176247"/>
    <w:rsid w:val="0018037F"/>
    <w:rsid w:val="0018073A"/>
    <w:rsid w:val="00181948"/>
    <w:rsid w:val="001840E4"/>
    <w:rsid w:val="001877B3"/>
    <w:rsid w:val="001901A2"/>
    <w:rsid w:val="00192280"/>
    <w:rsid w:val="00194B79"/>
    <w:rsid w:val="00195B6C"/>
    <w:rsid w:val="00197907"/>
    <w:rsid w:val="001979B1"/>
    <w:rsid w:val="001A4A7D"/>
    <w:rsid w:val="001A598C"/>
    <w:rsid w:val="001A5D57"/>
    <w:rsid w:val="001A6124"/>
    <w:rsid w:val="001B10C2"/>
    <w:rsid w:val="001B1CC8"/>
    <w:rsid w:val="001B320E"/>
    <w:rsid w:val="001B498A"/>
    <w:rsid w:val="001B64B2"/>
    <w:rsid w:val="001B6B8F"/>
    <w:rsid w:val="001C0091"/>
    <w:rsid w:val="001C0A6F"/>
    <w:rsid w:val="001C15BB"/>
    <w:rsid w:val="001C17C1"/>
    <w:rsid w:val="001C26E6"/>
    <w:rsid w:val="001C2D81"/>
    <w:rsid w:val="001C3D13"/>
    <w:rsid w:val="001C6661"/>
    <w:rsid w:val="001C6D4E"/>
    <w:rsid w:val="001D2DB3"/>
    <w:rsid w:val="001D66ED"/>
    <w:rsid w:val="001D7D74"/>
    <w:rsid w:val="001E39B3"/>
    <w:rsid w:val="001E4B98"/>
    <w:rsid w:val="001E4C8D"/>
    <w:rsid w:val="001E6915"/>
    <w:rsid w:val="001F0BEA"/>
    <w:rsid w:val="001F1A45"/>
    <w:rsid w:val="001F36CA"/>
    <w:rsid w:val="001F3892"/>
    <w:rsid w:val="001F3ABA"/>
    <w:rsid w:val="0020296C"/>
    <w:rsid w:val="00202B0B"/>
    <w:rsid w:val="00202E7A"/>
    <w:rsid w:val="002108E1"/>
    <w:rsid w:val="00211590"/>
    <w:rsid w:val="00211739"/>
    <w:rsid w:val="00213548"/>
    <w:rsid w:val="00213902"/>
    <w:rsid w:val="00216463"/>
    <w:rsid w:val="00216B64"/>
    <w:rsid w:val="00217911"/>
    <w:rsid w:val="00227A25"/>
    <w:rsid w:val="0023247E"/>
    <w:rsid w:val="00233707"/>
    <w:rsid w:val="00233994"/>
    <w:rsid w:val="002340C5"/>
    <w:rsid w:val="00234399"/>
    <w:rsid w:val="00234851"/>
    <w:rsid w:val="0023590F"/>
    <w:rsid w:val="00236308"/>
    <w:rsid w:val="002414AA"/>
    <w:rsid w:val="0024265A"/>
    <w:rsid w:val="00245B6C"/>
    <w:rsid w:val="002470B6"/>
    <w:rsid w:val="00252AA6"/>
    <w:rsid w:val="00253B6F"/>
    <w:rsid w:val="0025670D"/>
    <w:rsid w:val="002641CF"/>
    <w:rsid w:val="00264463"/>
    <w:rsid w:val="00272709"/>
    <w:rsid w:val="00273BEC"/>
    <w:rsid w:val="00274A0E"/>
    <w:rsid w:val="00275103"/>
    <w:rsid w:val="00275A3D"/>
    <w:rsid w:val="00277140"/>
    <w:rsid w:val="002774B6"/>
    <w:rsid w:val="002855F6"/>
    <w:rsid w:val="00285E39"/>
    <w:rsid w:val="002868A5"/>
    <w:rsid w:val="0029190F"/>
    <w:rsid w:val="00292697"/>
    <w:rsid w:val="00293072"/>
    <w:rsid w:val="00293D58"/>
    <w:rsid w:val="0029481B"/>
    <w:rsid w:val="00295B1F"/>
    <w:rsid w:val="00295D1C"/>
    <w:rsid w:val="00297571"/>
    <w:rsid w:val="00297997"/>
    <w:rsid w:val="002A1C17"/>
    <w:rsid w:val="002A368D"/>
    <w:rsid w:val="002A4E53"/>
    <w:rsid w:val="002B123D"/>
    <w:rsid w:val="002B1727"/>
    <w:rsid w:val="002B42FD"/>
    <w:rsid w:val="002B6E9B"/>
    <w:rsid w:val="002B7B97"/>
    <w:rsid w:val="002C2445"/>
    <w:rsid w:val="002C39C6"/>
    <w:rsid w:val="002C43DD"/>
    <w:rsid w:val="002C62CF"/>
    <w:rsid w:val="002C62E2"/>
    <w:rsid w:val="002D158F"/>
    <w:rsid w:val="002D1EF3"/>
    <w:rsid w:val="002D2CB3"/>
    <w:rsid w:val="002D3391"/>
    <w:rsid w:val="002D5C72"/>
    <w:rsid w:val="002D5C80"/>
    <w:rsid w:val="002E1A98"/>
    <w:rsid w:val="002E1FF9"/>
    <w:rsid w:val="002E2C44"/>
    <w:rsid w:val="002E4412"/>
    <w:rsid w:val="002E4578"/>
    <w:rsid w:val="002E6121"/>
    <w:rsid w:val="002E6C41"/>
    <w:rsid w:val="002F0321"/>
    <w:rsid w:val="002F0D6D"/>
    <w:rsid w:val="002F1FD2"/>
    <w:rsid w:val="002F205D"/>
    <w:rsid w:val="002F6367"/>
    <w:rsid w:val="002F6BDE"/>
    <w:rsid w:val="003013B5"/>
    <w:rsid w:val="003017B9"/>
    <w:rsid w:val="003035C6"/>
    <w:rsid w:val="003038F6"/>
    <w:rsid w:val="00303D81"/>
    <w:rsid w:val="003043D8"/>
    <w:rsid w:val="0030523F"/>
    <w:rsid w:val="00306381"/>
    <w:rsid w:val="00307AA1"/>
    <w:rsid w:val="003105AA"/>
    <w:rsid w:val="003113FD"/>
    <w:rsid w:val="00313052"/>
    <w:rsid w:val="003132C1"/>
    <w:rsid w:val="00313766"/>
    <w:rsid w:val="00314BEC"/>
    <w:rsid w:val="00317379"/>
    <w:rsid w:val="00320A07"/>
    <w:rsid w:val="00321B8F"/>
    <w:rsid w:val="00323629"/>
    <w:rsid w:val="003241C6"/>
    <w:rsid w:val="00324A71"/>
    <w:rsid w:val="003308F3"/>
    <w:rsid w:val="00330AF7"/>
    <w:rsid w:val="00332F41"/>
    <w:rsid w:val="00334586"/>
    <w:rsid w:val="003361A2"/>
    <w:rsid w:val="00337766"/>
    <w:rsid w:val="003403EF"/>
    <w:rsid w:val="003434A3"/>
    <w:rsid w:val="00343774"/>
    <w:rsid w:val="003437E0"/>
    <w:rsid w:val="00343EC4"/>
    <w:rsid w:val="0034612B"/>
    <w:rsid w:val="00354C55"/>
    <w:rsid w:val="003554B1"/>
    <w:rsid w:val="003554D7"/>
    <w:rsid w:val="00355B73"/>
    <w:rsid w:val="003572B1"/>
    <w:rsid w:val="00362009"/>
    <w:rsid w:val="00363DE3"/>
    <w:rsid w:val="00366C30"/>
    <w:rsid w:val="003670D2"/>
    <w:rsid w:val="00370A05"/>
    <w:rsid w:val="00371950"/>
    <w:rsid w:val="00374C32"/>
    <w:rsid w:val="003756F7"/>
    <w:rsid w:val="00383566"/>
    <w:rsid w:val="00384DA2"/>
    <w:rsid w:val="00386F44"/>
    <w:rsid w:val="00395CB7"/>
    <w:rsid w:val="003A04FD"/>
    <w:rsid w:val="003A2F63"/>
    <w:rsid w:val="003A4549"/>
    <w:rsid w:val="003A63D8"/>
    <w:rsid w:val="003A7A9C"/>
    <w:rsid w:val="003B2229"/>
    <w:rsid w:val="003B33C0"/>
    <w:rsid w:val="003B3D85"/>
    <w:rsid w:val="003B479A"/>
    <w:rsid w:val="003B73D3"/>
    <w:rsid w:val="003B7B75"/>
    <w:rsid w:val="003C2E4C"/>
    <w:rsid w:val="003C55E9"/>
    <w:rsid w:val="003D33CF"/>
    <w:rsid w:val="003D43EE"/>
    <w:rsid w:val="003D66DD"/>
    <w:rsid w:val="003E2FCE"/>
    <w:rsid w:val="003E3A91"/>
    <w:rsid w:val="003E5FE6"/>
    <w:rsid w:val="003E78A7"/>
    <w:rsid w:val="003F2A6D"/>
    <w:rsid w:val="003F4F93"/>
    <w:rsid w:val="003F5631"/>
    <w:rsid w:val="003F6F18"/>
    <w:rsid w:val="003F77DA"/>
    <w:rsid w:val="004014D9"/>
    <w:rsid w:val="004060E1"/>
    <w:rsid w:val="00410AE1"/>
    <w:rsid w:val="00410BD6"/>
    <w:rsid w:val="00411645"/>
    <w:rsid w:val="0041425C"/>
    <w:rsid w:val="00421FAC"/>
    <w:rsid w:val="00422FAC"/>
    <w:rsid w:val="00423057"/>
    <w:rsid w:val="0042347E"/>
    <w:rsid w:val="00423B5D"/>
    <w:rsid w:val="0042401E"/>
    <w:rsid w:val="00424089"/>
    <w:rsid w:val="0042489C"/>
    <w:rsid w:val="00426ADE"/>
    <w:rsid w:val="004343A6"/>
    <w:rsid w:val="00441CA9"/>
    <w:rsid w:val="00443563"/>
    <w:rsid w:val="00443A4D"/>
    <w:rsid w:val="00444C23"/>
    <w:rsid w:val="0044762A"/>
    <w:rsid w:val="004506B0"/>
    <w:rsid w:val="004523EA"/>
    <w:rsid w:val="00452A36"/>
    <w:rsid w:val="00452B21"/>
    <w:rsid w:val="004560E9"/>
    <w:rsid w:val="004570BA"/>
    <w:rsid w:val="00457D4A"/>
    <w:rsid w:val="0046220F"/>
    <w:rsid w:val="004642CC"/>
    <w:rsid w:val="00464431"/>
    <w:rsid w:val="0046550F"/>
    <w:rsid w:val="00465D1B"/>
    <w:rsid w:val="00471C0F"/>
    <w:rsid w:val="0047415C"/>
    <w:rsid w:val="00475DBA"/>
    <w:rsid w:val="00476E19"/>
    <w:rsid w:val="00477D7E"/>
    <w:rsid w:val="0048451F"/>
    <w:rsid w:val="00484872"/>
    <w:rsid w:val="00485223"/>
    <w:rsid w:val="00486271"/>
    <w:rsid w:val="00490AB1"/>
    <w:rsid w:val="00492530"/>
    <w:rsid w:val="00492952"/>
    <w:rsid w:val="004937BE"/>
    <w:rsid w:val="00495BC9"/>
    <w:rsid w:val="004A46AC"/>
    <w:rsid w:val="004B18EF"/>
    <w:rsid w:val="004B2905"/>
    <w:rsid w:val="004B6A5B"/>
    <w:rsid w:val="004B75B4"/>
    <w:rsid w:val="004B7CA0"/>
    <w:rsid w:val="004C08A5"/>
    <w:rsid w:val="004C4BFA"/>
    <w:rsid w:val="004D15F2"/>
    <w:rsid w:val="004D36C6"/>
    <w:rsid w:val="004E0DD8"/>
    <w:rsid w:val="004E189D"/>
    <w:rsid w:val="004E2FD0"/>
    <w:rsid w:val="004E6522"/>
    <w:rsid w:val="004E7511"/>
    <w:rsid w:val="004F374C"/>
    <w:rsid w:val="004F5507"/>
    <w:rsid w:val="004F55FE"/>
    <w:rsid w:val="004F587D"/>
    <w:rsid w:val="004F5B03"/>
    <w:rsid w:val="004F7037"/>
    <w:rsid w:val="00501383"/>
    <w:rsid w:val="00504D5D"/>
    <w:rsid w:val="005050BB"/>
    <w:rsid w:val="0050532C"/>
    <w:rsid w:val="00505821"/>
    <w:rsid w:val="00512B1B"/>
    <w:rsid w:val="0051424C"/>
    <w:rsid w:val="005151AF"/>
    <w:rsid w:val="00516524"/>
    <w:rsid w:val="00517013"/>
    <w:rsid w:val="00524B0D"/>
    <w:rsid w:val="00524D4B"/>
    <w:rsid w:val="00524E71"/>
    <w:rsid w:val="00525EFD"/>
    <w:rsid w:val="005305B6"/>
    <w:rsid w:val="00532E4E"/>
    <w:rsid w:val="00532F1E"/>
    <w:rsid w:val="005332D8"/>
    <w:rsid w:val="00535711"/>
    <w:rsid w:val="00535F77"/>
    <w:rsid w:val="00536C12"/>
    <w:rsid w:val="00541690"/>
    <w:rsid w:val="0054411C"/>
    <w:rsid w:val="005460EE"/>
    <w:rsid w:val="005465EF"/>
    <w:rsid w:val="00547018"/>
    <w:rsid w:val="005476C9"/>
    <w:rsid w:val="0055078B"/>
    <w:rsid w:val="005524F8"/>
    <w:rsid w:val="005554B8"/>
    <w:rsid w:val="00556DD0"/>
    <w:rsid w:val="00561108"/>
    <w:rsid w:val="005631CC"/>
    <w:rsid w:val="00563F6E"/>
    <w:rsid w:val="005717D8"/>
    <w:rsid w:val="00573823"/>
    <w:rsid w:val="00574138"/>
    <w:rsid w:val="00574BC3"/>
    <w:rsid w:val="00576660"/>
    <w:rsid w:val="005773B2"/>
    <w:rsid w:val="00581154"/>
    <w:rsid w:val="0058138C"/>
    <w:rsid w:val="00583333"/>
    <w:rsid w:val="005836F3"/>
    <w:rsid w:val="00587259"/>
    <w:rsid w:val="00587C38"/>
    <w:rsid w:val="00593232"/>
    <w:rsid w:val="005967A0"/>
    <w:rsid w:val="00596E1A"/>
    <w:rsid w:val="0059798F"/>
    <w:rsid w:val="005A053E"/>
    <w:rsid w:val="005A05AB"/>
    <w:rsid w:val="005A1839"/>
    <w:rsid w:val="005A221B"/>
    <w:rsid w:val="005A3E60"/>
    <w:rsid w:val="005A7D0C"/>
    <w:rsid w:val="005B1A44"/>
    <w:rsid w:val="005B242C"/>
    <w:rsid w:val="005B282B"/>
    <w:rsid w:val="005B5EA5"/>
    <w:rsid w:val="005B6B36"/>
    <w:rsid w:val="005B6FB5"/>
    <w:rsid w:val="005B7BFC"/>
    <w:rsid w:val="005C23D3"/>
    <w:rsid w:val="005C62DF"/>
    <w:rsid w:val="005C7861"/>
    <w:rsid w:val="005D0AF3"/>
    <w:rsid w:val="005D0E57"/>
    <w:rsid w:val="005D1203"/>
    <w:rsid w:val="005D3F52"/>
    <w:rsid w:val="005E21E4"/>
    <w:rsid w:val="005E28BF"/>
    <w:rsid w:val="005E36E5"/>
    <w:rsid w:val="005E67C8"/>
    <w:rsid w:val="005E7BA6"/>
    <w:rsid w:val="005F1271"/>
    <w:rsid w:val="005F2360"/>
    <w:rsid w:val="005F2C56"/>
    <w:rsid w:val="005F315B"/>
    <w:rsid w:val="005F3767"/>
    <w:rsid w:val="005F3BAD"/>
    <w:rsid w:val="005F572B"/>
    <w:rsid w:val="00601358"/>
    <w:rsid w:val="006037A9"/>
    <w:rsid w:val="00605004"/>
    <w:rsid w:val="006147EB"/>
    <w:rsid w:val="00614872"/>
    <w:rsid w:val="00616AD0"/>
    <w:rsid w:val="00620E1D"/>
    <w:rsid w:val="006218F1"/>
    <w:rsid w:val="00622713"/>
    <w:rsid w:val="00626D52"/>
    <w:rsid w:val="00633B8E"/>
    <w:rsid w:val="0063502D"/>
    <w:rsid w:val="006403F0"/>
    <w:rsid w:val="006425F5"/>
    <w:rsid w:val="0064368F"/>
    <w:rsid w:val="0064487A"/>
    <w:rsid w:val="00644CC8"/>
    <w:rsid w:val="0065221C"/>
    <w:rsid w:val="006528F3"/>
    <w:rsid w:val="00654E69"/>
    <w:rsid w:val="00655296"/>
    <w:rsid w:val="006636B3"/>
    <w:rsid w:val="00664BBE"/>
    <w:rsid w:val="00665BDC"/>
    <w:rsid w:val="00671572"/>
    <w:rsid w:val="00671B20"/>
    <w:rsid w:val="00672E55"/>
    <w:rsid w:val="00675F1F"/>
    <w:rsid w:val="00675F8E"/>
    <w:rsid w:val="00677C6A"/>
    <w:rsid w:val="00682416"/>
    <w:rsid w:val="00683B15"/>
    <w:rsid w:val="00683C49"/>
    <w:rsid w:val="00684AB0"/>
    <w:rsid w:val="00686463"/>
    <w:rsid w:val="00686C8A"/>
    <w:rsid w:val="00692086"/>
    <w:rsid w:val="006961C6"/>
    <w:rsid w:val="006967A9"/>
    <w:rsid w:val="006971BF"/>
    <w:rsid w:val="006A041A"/>
    <w:rsid w:val="006A0A27"/>
    <w:rsid w:val="006A1CC9"/>
    <w:rsid w:val="006A4695"/>
    <w:rsid w:val="006A4F47"/>
    <w:rsid w:val="006B037C"/>
    <w:rsid w:val="006B63DD"/>
    <w:rsid w:val="006B68AB"/>
    <w:rsid w:val="006B7A1B"/>
    <w:rsid w:val="006C02D5"/>
    <w:rsid w:val="006C4AEF"/>
    <w:rsid w:val="006C546F"/>
    <w:rsid w:val="006C7683"/>
    <w:rsid w:val="006D0925"/>
    <w:rsid w:val="006D144B"/>
    <w:rsid w:val="006D24BD"/>
    <w:rsid w:val="006D2921"/>
    <w:rsid w:val="006D364D"/>
    <w:rsid w:val="006D39DC"/>
    <w:rsid w:val="006D56A1"/>
    <w:rsid w:val="006E17D4"/>
    <w:rsid w:val="006E7DE3"/>
    <w:rsid w:val="006F5BBA"/>
    <w:rsid w:val="00701321"/>
    <w:rsid w:val="00702D51"/>
    <w:rsid w:val="00704ABD"/>
    <w:rsid w:val="007101DF"/>
    <w:rsid w:val="00716A6C"/>
    <w:rsid w:val="00717A49"/>
    <w:rsid w:val="007207FD"/>
    <w:rsid w:val="00723527"/>
    <w:rsid w:val="00724BC6"/>
    <w:rsid w:val="00725BE3"/>
    <w:rsid w:val="007269AA"/>
    <w:rsid w:val="00730261"/>
    <w:rsid w:val="00730B9E"/>
    <w:rsid w:val="00731A42"/>
    <w:rsid w:val="007327D3"/>
    <w:rsid w:val="0073631E"/>
    <w:rsid w:val="00736852"/>
    <w:rsid w:val="007377B6"/>
    <w:rsid w:val="00737F33"/>
    <w:rsid w:val="00741F4C"/>
    <w:rsid w:val="007466AB"/>
    <w:rsid w:val="00746ADE"/>
    <w:rsid w:val="007471C5"/>
    <w:rsid w:val="00752811"/>
    <w:rsid w:val="00753406"/>
    <w:rsid w:val="00753C6F"/>
    <w:rsid w:val="00754CDA"/>
    <w:rsid w:val="00754F4B"/>
    <w:rsid w:val="00755997"/>
    <w:rsid w:val="007563B7"/>
    <w:rsid w:val="00756B69"/>
    <w:rsid w:val="007570E4"/>
    <w:rsid w:val="00760847"/>
    <w:rsid w:val="007623BD"/>
    <w:rsid w:val="007647CF"/>
    <w:rsid w:val="00764F0B"/>
    <w:rsid w:val="007706FE"/>
    <w:rsid w:val="00772927"/>
    <w:rsid w:val="00772D12"/>
    <w:rsid w:val="007747A1"/>
    <w:rsid w:val="007751D9"/>
    <w:rsid w:val="00775BAC"/>
    <w:rsid w:val="0077650A"/>
    <w:rsid w:val="00781759"/>
    <w:rsid w:val="00782D3B"/>
    <w:rsid w:val="0078597D"/>
    <w:rsid w:val="00786DEE"/>
    <w:rsid w:val="0079134B"/>
    <w:rsid w:val="00791F24"/>
    <w:rsid w:val="007A1713"/>
    <w:rsid w:val="007A2AC4"/>
    <w:rsid w:val="007A49DF"/>
    <w:rsid w:val="007A4EAE"/>
    <w:rsid w:val="007A5BF9"/>
    <w:rsid w:val="007A7046"/>
    <w:rsid w:val="007B3F26"/>
    <w:rsid w:val="007B57B3"/>
    <w:rsid w:val="007B5C9A"/>
    <w:rsid w:val="007C0C76"/>
    <w:rsid w:val="007C120B"/>
    <w:rsid w:val="007C29B5"/>
    <w:rsid w:val="007C354D"/>
    <w:rsid w:val="007C5DC1"/>
    <w:rsid w:val="007D1058"/>
    <w:rsid w:val="007D17FF"/>
    <w:rsid w:val="007D29D9"/>
    <w:rsid w:val="007D2E81"/>
    <w:rsid w:val="007D38BE"/>
    <w:rsid w:val="007D4966"/>
    <w:rsid w:val="007D5240"/>
    <w:rsid w:val="007D5504"/>
    <w:rsid w:val="007D6241"/>
    <w:rsid w:val="007D6E09"/>
    <w:rsid w:val="007D7390"/>
    <w:rsid w:val="007E09EC"/>
    <w:rsid w:val="007E0B7D"/>
    <w:rsid w:val="007E5AD8"/>
    <w:rsid w:val="007E6969"/>
    <w:rsid w:val="007E789B"/>
    <w:rsid w:val="007F2847"/>
    <w:rsid w:val="007F374C"/>
    <w:rsid w:val="007F4D5A"/>
    <w:rsid w:val="007F60D7"/>
    <w:rsid w:val="007F6CBE"/>
    <w:rsid w:val="007F6F9C"/>
    <w:rsid w:val="0080061C"/>
    <w:rsid w:val="00800D6C"/>
    <w:rsid w:val="00802283"/>
    <w:rsid w:val="0080273D"/>
    <w:rsid w:val="00803AF9"/>
    <w:rsid w:val="00803DA0"/>
    <w:rsid w:val="00806A5B"/>
    <w:rsid w:val="00810868"/>
    <w:rsid w:val="0081157F"/>
    <w:rsid w:val="0081234F"/>
    <w:rsid w:val="008128CB"/>
    <w:rsid w:val="00812967"/>
    <w:rsid w:val="00814CAB"/>
    <w:rsid w:val="00816866"/>
    <w:rsid w:val="00816E77"/>
    <w:rsid w:val="00817012"/>
    <w:rsid w:val="008219BC"/>
    <w:rsid w:val="0082269A"/>
    <w:rsid w:val="00824468"/>
    <w:rsid w:val="0082666A"/>
    <w:rsid w:val="00833AF9"/>
    <w:rsid w:val="00834178"/>
    <w:rsid w:val="008351DD"/>
    <w:rsid w:val="00841296"/>
    <w:rsid w:val="00841C1E"/>
    <w:rsid w:val="00842BAE"/>
    <w:rsid w:val="008468DD"/>
    <w:rsid w:val="00847433"/>
    <w:rsid w:val="00847AD3"/>
    <w:rsid w:val="008519B7"/>
    <w:rsid w:val="008545F6"/>
    <w:rsid w:val="0085652E"/>
    <w:rsid w:val="00860AEC"/>
    <w:rsid w:val="00862B53"/>
    <w:rsid w:val="008651FB"/>
    <w:rsid w:val="00865B64"/>
    <w:rsid w:val="00867880"/>
    <w:rsid w:val="0087010D"/>
    <w:rsid w:val="0087011C"/>
    <w:rsid w:val="00870384"/>
    <w:rsid w:val="008712D3"/>
    <w:rsid w:val="008719F5"/>
    <w:rsid w:val="008724BC"/>
    <w:rsid w:val="008737C3"/>
    <w:rsid w:val="00877001"/>
    <w:rsid w:val="0088130E"/>
    <w:rsid w:val="00881884"/>
    <w:rsid w:val="0088202E"/>
    <w:rsid w:val="0088588A"/>
    <w:rsid w:val="00886E2A"/>
    <w:rsid w:val="00887B14"/>
    <w:rsid w:val="0089332A"/>
    <w:rsid w:val="00893EBA"/>
    <w:rsid w:val="0089518F"/>
    <w:rsid w:val="008955CC"/>
    <w:rsid w:val="008959EE"/>
    <w:rsid w:val="008962C6"/>
    <w:rsid w:val="00897F18"/>
    <w:rsid w:val="008A10EF"/>
    <w:rsid w:val="008A2A87"/>
    <w:rsid w:val="008A45DA"/>
    <w:rsid w:val="008A48CF"/>
    <w:rsid w:val="008A5FE9"/>
    <w:rsid w:val="008A6D3B"/>
    <w:rsid w:val="008B36D1"/>
    <w:rsid w:val="008B68E9"/>
    <w:rsid w:val="008C0E9F"/>
    <w:rsid w:val="008C45D3"/>
    <w:rsid w:val="008C46BA"/>
    <w:rsid w:val="008C58CD"/>
    <w:rsid w:val="008C67AB"/>
    <w:rsid w:val="008C76FB"/>
    <w:rsid w:val="008D1387"/>
    <w:rsid w:val="008D2072"/>
    <w:rsid w:val="008D3F53"/>
    <w:rsid w:val="008D741A"/>
    <w:rsid w:val="008E162D"/>
    <w:rsid w:val="008E3566"/>
    <w:rsid w:val="008E3704"/>
    <w:rsid w:val="008E57B0"/>
    <w:rsid w:val="008E6259"/>
    <w:rsid w:val="008E7B1D"/>
    <w:rsid w:val="008E7B7F"/>
    <w:rsid w:val="008F09FF"/>
    <w:rsid w:val="008F382C"/>
    <w:rsid w:val="008F3D9E"/>
    <w:rsid w:val="008F45B2"/>
    <w:rsid w:val="008F6070"/>
    <w:rsid w:val="008F6169"/>
    <w:rsid w:val="0090056B"/>
    <w:rsid w:val="0090253B"/>
    <w:rsid w:val="00904F37"/>
    <w:rsid w:val="00905442"/>
    <w:rsid w:val="00905637"/>
    <w:rsid w:val="00913663"/>
    <w:rsid w:val="00916AF3"/>
    <w:rsid w:val="0092022C"/>
    <w:rsid w:val="00921D25"/>
    <w:rsid w:val="00922A80"/>
    <w:rsid w:val="009250EE"/>
    <w:rsid w:val="00926A85"/>
    <w:rsid w:val="00931C62"/>
    <w:rsid w:val="00934202"/>
    <w:rsid w:val="0093442E"/>
    <w:rsid w:val="009345DD"/>
    <w:rsid w:val="00935862"/>
    <w:rsid w:val="00935A52"/>
    <w:rsid w:val="00940E0E"/>
    <w:rsid w:val="00942584"/>
    <w:rsid w:val="00943859"/>
    <w:rsid w:val="00945C85"/>
    <w:rsid w:val="00950725"/>
    <w:rsid w:val="00952704"/>
    <w:rsid w:val="009558FE"/>
    <w:rsid w:val="00962B7E"/>
    <w:rsid w:val="00967406"/>
    <w:rsid w:val="00967D76"/>
    <w:rsid w:val="0097023A"/>
    <w:rsid w:val="00970B3E"/>
    <w:rsid w:val="00970F00"/>
    <w:rsid w:val="00974F4F"/>
    <w:rsid w:val="00975005"/>
    <w:rsid w:val="0097536C"/>
    <w:rsid w:val="00975A1D"/>
    <w:rsid w:val="009814D0"/>
    <w:rsid w:val="00983511"/>
    <w:rsid w:val="00986DC7"/>
    <w:rsid w:val="00986E2B"/>
    <w:rsid w:val="00987E49"/>
    <w:rsid w:val="00990568"/>
    <w:rsid w:val="009928CA"/>
    <w:rsid w:val="009928FE"/>
    <w:rsid w:val="00995E1D"/>
    <w:rsid w:val="009A185B"/>
    <w:rsid w:val="009A2B9B"/>
    <w:rsid w:val="009A425C"/>
    <w:rsid w:val="009A591D"/>
    <w:rsid w:val="009A67B9"/>
    <w:rsid w:val="009A7136"/>
    <w:rsid w:val="009B4132"/>
    <w:rsid w:val="009B5B9B"/>
    <w:rsid w:val="009B74BF"/>
    <w:rsid w:val="009C3832"/>
    <w:rsid w:val="009C4474"/>
    <w:rsid w:val="009C5AEF"/>
    <w:rsid w:val="009C63D5"/>
    <w:rsid w:val="009D0C03"/>
    <w:rsid w:val="009D16FA"/>
    <w:rsid w:val="009D2A2C"/>
    <w:rsid w:val="009D2C3F"/>
    <w:rsid w:val="009D40F1"/>
    <w:rsid w:val="009D41F5"/>
    <w:rsid w:val="009D509B"/>
    <w:rsid w:val="009D59F3"/>
    <w:rsid w:val="009D76CA"/>
    <w:rsid w:val="009E1C09"/>
    <w:rsid w:val="009E2ED1"/>
    <w:rsid w:val="009E3674"/>
    <w:rsid w:val="009E5949"/>
    <w:rsid w:val="009F167F"/>
    <w:rsid w:val="009F63FB"/>
    <w:rsid w:val="009F727C"/>
    <w:rsid w:val="009F74C3"/>
    <w:rsid w:val="00A000E6"/>
    <w:rsid w:val="00A00D7C"/>
    <w:rsid w:val="00A02253"/>
    <w:rsid w:val="00A02FD8"/>
    <w:rsid w:val="00A100B4"/>
    <w:rsid w:val="00A10301"/>
    <w:rsid w:val="00A14940"/>
    <w:rsid w:val="00A14DFA"/>
    <w:rsid w:val="00A151A5"/>
    <w:rsid w:val="00A16D46"/>
    <w:rsid w:val="00A228BB"/>
    <w:rsid w:val="00A2501B"/>
    <w:rsid w:val="00A26957"/>
    <w:rsid w:val="00A27A14"/>
    <w:rsid w:val="00A302B2"/>
    <w:rsid w:val="00A306FB"/>
    <w:rsid w:val="00A31693"/>
    <w:rsid w:val="00A31AA2"/>
    <w:rsid w:val="00A33BCC"/>
    <w:rsid w:val="00A35234"/>
    <w:rsid w:val="00A35F1D"/>
    <w:rsid w:val="00A362E1"/>
    <w:rsid w:val="00A41B71"/>
    <w:rsid w:val="00A450BB"/>
    <w:rsid w:val="00A545BD"/>
    <w:rsid w:val="00A54657"/>
    <w:rsid w:val="00A57699"/>
    <w:rsid w:val="00A6056E"/>
    <w:rsid w:val="00A6123F"/>
    <w:rsid w:val="00A616A7"/>
    <w:rsid w:val="00A629F1"/>
    <w:rsid w:val="00A62EF5"/>
    <w:rsid w:val="00A67507"/>
    <w:rsid w:val="00A67929"/>
    <w:rsid w:val="00A70BE4"/>
    <w:rsid w:val="00A7124C"/>
    <w:rsid w:val="00A726CE"/>
    <w:rsid w:val="00A73CA7"/>
    <w:rsid w:val="00A76693"/>
    <w:rsid w:val="00A77E8B"/>
    <w:rsid w:val="00A77EBA"/>
    <w:rsid w:val="00A808CD"/>
    <w:rsid w:val="00A845EC"/>
    <w:rsid w:val="00A85151"/>
    <w:rsid w:val="00A9019A"/>
    <w:rsid w:val="00A907A3"/>
    <w:rsid w:val="00A91003"/>
    <w:rsid w:val="00A93B3D"/>
    <w:rsid w:val="00A96A3A"/>
    <w:rsid w:val="00A9757A"/>
    <w:rsid w:val="00A977DF"/>
    <w:rsid w:val="00AA0480"/>
    <w:rsid w:val="00AA1282"/>
    <w:rsid w:val="00AA2D4E"/>
    <w:rsid w:val="00AA6F02"/>
    <w:rsid w:val="00AB0753"/>
    <w:rsid w:val="00AB19E7"/>
    <w:rsid w:val="00AB1C18"/>
    <w:rsid w:val="00AB318E"/>
    <w:rsid w:val="00AB5AB3"/>
    <w:rsid w:val="00AB5C68"/>
    <w:rsid w:val="00AB61DA"/>
    <w:rsid w:val="00AB6697"/>
    <w:rsid w:val="00AC2D95"/>
    <w:rsid w:val="00AD12C1"/>
    <w:rsid w:val="00AD3090"/>
    <w:rsid w:val="00AD3A5D"/>
    <w:rsid w:val="00AD5AC7"/>
    <w:rsid w:val="00AD66B7"/>
    <w:rsid w:val="00AD7C1A"/>
    <w:rsid w:val="00AE08E2"/>
    <w:rsid w:val="00AE363D"/>
    <w:rsid w:val="00AE3BDE"/>
    <w:rsid w:val="00AE66AA"/>
    <w:rsid w:val="00AE680A"/>
    <w:rsid w:val="00AF254B"/>
    <w:rsid w:val="00AF26BD"/>
    <w:rsid w:val="00AF541D"/>
    <w:rsid w:val="00AF5A50"/>
    <w:rsid w:val="00AF7D35"/>
    <w:rsid w:val="00B000E3"/>
    <w:rsid w:val="00B013E4"/>
    <w:rsid w:val="00B067B0"/>
    <w:rsid w:val="00B14648"/>
    <w:rsid w:val="00B15C01"/>
    <w:rsid w:val="00B171DA"/>
    <w:rsid w:val="00B17509"/>
    <w:rsid w:val="00B1799A"/>
    <w:rsid w:val="00B204C2"/>
    <w:rsid w:val="00B209B6"/>
    <w:rsid w:val="00B224A2"/>
    <w:rsid w:val="00B2507A"/>
    <w:rsid w:val="00B3074F"/>
    <w:rsid w:val="00B342BD"/>
    <w:rsid w:val="00B34A9D"/>
    <w:rsid w:val="00B447D7"/>
    <w:rsid w:val="00B46BDF"/>
    <w:rsid w:val="00B528ED"/>
    <w:rsid w:val="00B53B4B"/>
    <w:rsid w:val="00B57671"/>
    <w:rsid w:val="00B57A78"/>
    <w:rsid w:val="00B60676"/>
    <w:rsid w:val="00B701C3"/>
    <w:rsid w:val="00B71378"/>
    <w:rsid w:val="00B7185C"/>
    <w:rsid w:val="00B721DA"/>
    <w:rsid w:val="00B7602E"/>
    <w:rsid w:val="00B768C2"/>
    <w:rsid w:val="00B76CFD"/>
    <w:rsid w:val="00B80A27"/>
    <w:rsid w:val="00B820F0"/>
    <w:rsid w:val="00B91650"/>
    <w:rsid w:val="00B96770"/>
    <w:rsid w:val="00B979D0"/>
    <w:rsid w:val="00BA429F"/>
    <w:rsid w:val="00BA4925"/>
    <w:rsid w:val="00BA6CCE"/>
    <w:rsid w:val="00BB038A"/>
    <w:rsid w:val="00BB2736"/>
    <w:rsid w:val="00BB31E8"/>
    <w:rsid w:val="00BB60F1"/>
    <w:rsid w:val="00BB6F71"/>
    <w:rsid w:val="00BB76A1"/>
    <w:rsid w:val="00BC3BF3"/>
    <w:rsid w:val="00BC549B"/>
    <w:rsid w:val="00BC7698"/>
    <w:rsid w:val="00BC7DA2"/>
    <w:rsid w:val="00BD1144"/>
    <w:rsid w:val="00BD7445"/>
    <w:rsid w:val="00BD759C"/>
    <w:rsid w:val="00BE057B"/>
    <w:rsid w:val="00BE0681"/>
    <w:rsid w:val="00BE0C37"/>
    <w:rsid w:val="00BE2935"/>
    <w:rsid w:val="00BE2B5E"/>
    <w:rsid w:val="00BE389D"/>
    <w:rsid w:val="00BE5DDC"/>
    <w:rsid w:val="00BE60F3"/>
    <w:rsid w:val="00BE647C"/>
    <w:rsid w:val="00BF3547"/>
    <w:rsid w:val="00BF5309"/>
    <w:rsid w:val="00BF53DC"/>
    <w:rsid w:val="00BF5A0E"/>
    <w:rsid w:val="00BF61CB"/>
    <w:rsid w:val="00BF6441"/>
    <w:rsid w:val="00BF6A13"/>
    <w:rsid w:val="00C00C06"/>
    <w:rsid w:val="00C011C0"/>
    <w:rsid w:val="00C0241F"/>
    <w:rsid w:val="00C0343E"/>
    <w:rsid w:val="00C042B6"/>
    <w:rsid w:val="00C05689"/>
    <w:rsid w:val="00C069F7"/>
    <w:rsid w:val="00C06CD4"/>
    <w:rsid w:val="00C14273"/>
    <w:rsid w:val="00C1799A"/>
    <w:rsid w:val="00C17DB6"/>
    <w:rsid w:val="00C2021A"/>
    <w:rsid w:val="00C20644"/>
    <w:rsid w:val="00C2068E"/>
    <w:rsid w:val="00C209C3"/>
    <w:rsid w:val="00C2319A"/>
    <w:rsid w:val="00C232AF"/>
    <w:rsid w:val="00C32FC7"/>
    <w:rsid w:val="00C3397E"/>
    <w:rsid w:val="00C3433F"/>
    <w:rsid w:val="00C34E4D"/>
    <w:rsid w:val="00C34F07"/>
    <w:rsid w:val="00C3739D"/>
    <w:rsid w:val="00C40308"/>
    <w:rsid w:val="00C4705A"/>
    <w:rsid w:val="00C50A1B"/>
    <w:rsid w:val="00C51386"/>
    <w:rsid w:val="00C51B22"/>
    <w:rsid w:val="00C534E2"/>
    <w:rsid w:val="00C53F5E"/>
    <w:rsid w:val="00C54021"/>
    <w:rsid w:val="00C54230"/>
    <w:rsid w:val="00C54842"/>
    <w:rsid w:val="00C54947"/>
    <w:rsid w:val="00C5578A"/>
    <w:rsid w:val="00C55E4F"/>
    <w:rsid w:val="00C56100"/>
    <w:rsid w:val="00C5753A"/>
    <w:rsid w:val="00C61000"/>
    <w:rsid w:val="00C637B2"/>
    <w:rsid w:val="00C66B74"/>
    <w:rsid w:val="00C70163"/>
    <w:rsid w:val="00C704A0"/>
    <w:rsid w:val="00C70C11"/>
    <w:rsid w:val="00C7260A"/>
    <w:rsid w:val="00C73BE7"/>
    <w:rsid w:val="00C73F3E"/>
    <w:rsid w:val="00C769AA"/>
    <w:rsid w:val="00C775B0"/>
    <w:rsid w:val="00C80C36"/>
    <w:rsid w:val="00C81581"/>
    <w:rsid w:val="00C818B8"/>
    <w:rsid w:val="00C82226"/>
    <w:rsid w:val="00C8407E"/>
    <w:rsid w:val="00C85B94"/>
    <w:rsid w:val="00C902AA"/>
    <w:rsid w:val="00C9272F"/>
    <w:rsid w:val="00C9319E"/>
    <w:rsid w:val="00C93B16"/>
    <w:rsid w:val="00C95AC8"/>
    <w:rsid w:val="00C960FF"/>
    <w:rsid w:val="00C964B1"/>
    <w:rsid w:val="00C965F1"/>
    <w:rsid w:val="00CA4E35"/>
    <w:rsid w:val="00CA72D1"/>
    <w:rsid w:val="00CA7E81"/>
    <w:rsid w:val="00CB011B"/>
    <w:rsid w:val="00CB1D2C"/>
    <w:rsid w:val="00CB242B"/>
    <w:rsid w:val="00CB2633"/>
    <w:rsid w:val="00CB2A3A"/>
    <w:rsid w:val="00CB3124"/>
    <w:rsid w:val="00CB5133"/>
    <w:rsid w:val="00CB54CB"/>
    <w:rsid w:val="00CC1C02"/>
    <w:rsid w:val="00CC272A"/>
    <w:rsid w:val="00CC2FB0"/>
    <w:rsid w:val="00CC3631"/>
    <w:rsid w:val="00CC6280"/>
    <w:rsid w:val="00CC76C6"/>
    <w:rsid w:val="00CC7FCA"/>
    <w:rsid w:val="00CD0AF1"/>
    <w:rsid w:val="00CD1144"/>
    <w:rsid w:val="00CD1839"/>
    <w:rsid w:val="00CD37C3"/>
    <w:rsid w:val="00CD6056"/>
    <w:rsid w:val="00CE1264"/>
    <w:rsid w:val="00CE45D7"/>
    <w:rsid w:val="00CE4BB7"/>
    <w:rsid w:val="00CE4D7E"/>
    <w:rsid w:val="00CE6122"/>
    <w:rsid w:val="00CE6800"/>
    <w:rsid w:val="00CE7D38"/>
    <w:rsid w:val="00CF23E5"/>
    <w:rsid w:val="00CF48A9"/>
    <w:rsid w:val="00CF4ABA"/>
    <w:rsid w:val="00CF4F68"/>
    <w:rsid w:val="00CF5812"/>
    <w:rsid w:val="00CF5D97"/>
    <w:rsid w:val="00D006C2"/>
    <w:rsid w:val="00D079BF"/>
    <w:rsid w:val="00D10F05"/>
    <w:rsid w:val="00D1401E"/>
    <w:rsid w:val="00D15E8A"/>
    <w:rsid w:val="00D17A47"/>
    <w:rsid w:val="00D17F07"/>
    <w:rsid w:val="00D21D43"/>
    <w:rsid w:val="00D24105"/>
    <w:rsid w:val="00D242BB"/>
    <w:rsid w:val="00D24FB3"/>
    <w:rsid w:val="00D2537C"/>
    <w:rsid w:val="00D274F6"/>
    <w:rsid w:val="00D27612"/>
    <w:rsid w:val="00D32728"/>
    <w:rsid w:val="00D32DFE"/>
    <w:rsid w:val="00D32F35"/>
    <w:rsid w:val="00D32FBA"/>
    <w:rsid w:val="00D36B71"/>
    <w:rsid w:val="00D36D60"/>
    <w:rsid w:val="00D50920"/>
    <w:rsid w:val="00D5133E"/>
    <w:rsid w:val="00D520EC"/>
    <w:rsid w:val="00D579A7"/>
    <w:rsid w:val="00D606DA"/>
    <w:rsid w:val="00D621EC"/>
    <w:rsid w:val="00D624ED"/>
    <w:rsid w:val="00D62D7D"/>
    <w:rsid w:val="00D6327A"/>
    <w:rsid w:val="00D63C46"/>
    <w:rsid w:val="00D66C53"/>
    <w:rsid w:val="00D72035"/>
    <w:rsid w:val="00D7286E"/>
    <w:rsid w:val="00D7295E"/>
    <w:rsid w:val="00D73966"/>
    <w:rsid w:val="00D73A52"/>
    <w:rsid w:val="00D7439D"/>
    <w:rsid w:val="00D76E24"/>
    <w:rsid w:val="00D773CA"/>
    <w:rsid w:val="00D817DE"/>
    <w:rsid w:val="00D83725"/>
    <w:rsid w:val="00D83DB7"/>
    <w:rsid w:val="00D84118"/>
    <w:rsid w:val="00D84C68"/>
    <w:rsid w:val="00D9686C"/>
    <w:rsid w:val="00DA2679"/>
    <w:rsid w:val="00DA2C81"/>
    <w:rsid w:val="00DA4A60"/>
    <w:rsid w:val="00DA4DE6"/>
    <w:rsid w:val="00DB1AB7"/>
    <w:rsid w:val="00DB259A"/>
    <w:rsid w:val="00DB2D73"/>
    <w:rsid w:val="00DB2EE5"/>
    <w:rsid w:val="00DB33B9"/>
    <w:rsid w:val="00DB3659"/>
    <w:rsid w:val="00DB6395"/>
    <w:rsid w:val="00DB666B"/>
    <w:rsid w:val="00DB6B4A"/>
    <w:rsid w:val="00DB7B41"/>
    <w:rsid w:val="00DC269F"/>
    <w:rsid w:val="00DC2C30"/>
    <w:rsid w:val="00DD23FC"/>
    <w:rsid w:val="00DD2A69"/>
    <w:rsid w:val="00DD3E90"/>
    <w:rsid w:val="00DF16B0"/>
    <w:rsid w:val="00DF2BE8"/>
    <w:rsid w:val="00DF3865"/>
    <w:rsid w:val="00DF7D86"/>
    <w:rsid w:val="00DF7DEE"/>
    <w:rsid w:val="00E016BD"/>
    <w:rsid w:val="00E12084"/>
    <w:rsid w:val="00E127E7"/>
    <w:rsid w:val="00E14F29"/>
    <w:rsid w:val="00E168DC"/>
    <w:rsid w:val="00E16E89"/>
    <w:rsid w:val="00E23A22"/>
    <w:rsid w:val="00E24EDC"/>
    <w:rsid w:val="00E26C3B"/>
    <w:rsid w:val="00E26EF3"/>
    <w:rsid w:val="00E270C5"/>
    <w:rsid w:val="00E30D86"/>
    <w:rsid w:val="00E31874"/>
    <w:rsid w:val="00E3296B"/>
    <w:rsid w:val="00E33707"/>
    <w:rsid w:val="00E34310"/>
    <w:rsid w:val="00E34F6A"/>
    <w:rsid w:val="00E433FE"/>
    <w:rsid w:val="00E4467E"/>
    <w:rsid w:val="00E44DEE"/>
    <w:rsid w:val="00E4659E"/>
    <w:rsid w:val="00E52CED"/>
    <w:rsid w:val="00E545AF"/>
    <w:rsid w:val="00E54F3B"/>
    <w:rsid w:val="00E55955"/>
    <w:rsid w:val="00E56F50"/>
    <w:rsid w:val="00E57DF2"/>
    <w:rsid w:val="00E605E2"/>
    <w:rsid w:val="00E6343C"/>
    <w:rsid w:val="00E658CC"/>
    <w:rsid w:val="00E679F6"/>
    <w:rsid w:val="00E70404"/>
    <w:rsid w:val="00E766F7"/>
    <w:rsid w:val="00E7738C"/>
    <w:rsid w:val="00E816C5"/>
    <w:rsid w:val="00E82908"/>
    <w:rsid w:val="00E82B44"/>
    <w:rsid w:val="00E82F2B"/>
    <w:rsid w:val="00E83168"/>
    <w:rsid w:val="00E91F38"/>
    <w:rsid w:val="00E933C0"/>
    <w:rsid w:val="00E96D27"/>
    <w:rsid w:val="00E9759D"/>
    <w:rsid w:val="00EA0F96"/>
    <w:rsid w:val="00EA39C0"/>
    <w:rsid w:val="00EA58E4"/>
    <w:rsid w:val="00EA5E66"/>
    <w:rsid w:val="00EB7812"/>
    <w:rsid w:val="00EC0283"/>
    <w:rsid w:val="00EC1C32"/>
    <w:rsid w:val="00EC5441"/>
    <w:rsid w:val="00EC796F"/>
    <w:rsid w:val="00ED3647"/>
    <w:rsid w:val="00ED366F"/>
    <w:rsid w:val="00ED5488"/>
    <w:rsid w:val="00ED5497"/>
    <w:rsid w:val="00ED6C56"/>
    <w:rsid w:val="00ED73D3"/>
    <w:rsid w:val="00ED7707"/>
    <w:rsid w:val="00ED7BEE"/>
    <w:rsid w:val="00EE05E8"/>
    <w:rsid w:val="00EE1DCA"/>
    <w:rsid w:val="00EE4596"/>
    <w:rsid w:val="00EE6F5F"/>
    <w:rsid w:val="00EF08F3"/>
    <w:rsid w:val="00EF0C21"/>
    <w:rsid w:val="00EF5C6B"/>
    <w:rsid w:val="00EF68F3"/>
    <w:rsid w:val="00F00067"/>
    <w:rsid w:val="00F01551"/>
    <w:rsid w:val="00F02E1D"/>
    <w:rsid w:val="00F05021"/>
    <w:rsid w:val="00F0510B"/>
    <w:rsid w:val="00F06AA0"/>
    <w:rsid w:val="00F10085"/>
    <w:rsid w:val="00F10D9D"/>
    <w:rsid w:val="00F10F0E"/>
    <w:rsid w:val="00F12750"/>
    <w:rsid w:val="00F1276D"/>
    <w:rsid w:val="00F12A86"/>
    <w:rsid w:val="00F13BDD"/>
    <w:rsid w:val="00F161EB"/>
    <w:rsid w:val="00F23724"/>
    <w:rsid w:val="00F23785"/>
    <w:rsid w:val="00F24031"/>
    <w:rsid w:val="00F3036C"/>
    <w:rsid w:val="00F3064A"/>
    <w:rsid w:val="00F34D1E"/>
    <w:rsid w:val="00F360C4"/>
    <w:rsid w:val="00F3619D"/>
    <w:rsid w:val="00F36211"/>
    <w:rsid w:val="00F43EFB"/>
    <w:rsid w:val="00F45E04"/>
    <w:rsid w:val="00F46AAB"/>
    <w:rsid w:val="00F46FF7"/>
    <w:rsid w:val="00F50C0A"/>
    <w:rsid w:val="00F51845"/>
    <w:rsid w:val="00F56E51"/>
    <w:rsid w:val="00F600AE"/>
    <w:rsid w:val="00F601AD"/>
    <w:rsid w:val="00F608EC"/>
    <w:rsid w:val="00F61E52"/>
    <w:rsid w:val="00F628E3"/>
    <w:rsid w:val="00F62A74"/>
    <w:rsid w:val="00F6534B"/>
    <w:rsid w:val="00F669DD"/>
    <w:rsid w:val="00F702C1"/>
    <w:rsid w:val="00F72795"/>
    <w:rsid w:val="00F75C74"/>
    <w:rsid w:val="00F77D14"/>
    <w:rsid w:val="00F846CF"/>
    <w:rsid w:val="00F85395"/>
    <w:rsid w:val="00F85F73"/>
    <w:rsid w:val="00F910B2"/>
    <w:rsid w:val="00F93468"/>
    <w:rsid w:val="00F96B73"/>
    <w:rsid w:val="00FA14D1"/>
    <w:rsid w:val="00FA3C41"/>
    <w:rsid w:val="00FA4218"/>
    <w:rsid w:val="00FA62A7"/>
    <w:rsid w:val="00FA7A48"/>
    <w:rsid w:val="00FB20F0"/>
    <w:rsid w:val="00FB27A8"/>
    <w:rsid w:val="00FB35A8"/>
    <w:rsid w:val="00FB55ED"/>
    <w:rsid w:val="00FB6A50"/>
    <w:rsid w:val="00FC0700"/>
    <w:rsid w:val="00FC0751"/>
    <w:rsid w:val="00FC2926"/>
    <w:rsid w:val="00FC6DC9"/>
    <w:rsid w:val="00FD53B0"/>
    <w:rsid w:val="00FD7F25"/>
    <w:rsid w:val="00FE0A80"/>
    <w:rsid w:val="00FE1906"/>
    <w:rsid w:val="00FE19F8"/>
    <w:rsid w:val="00FE2CEF"/>
    <w:rsid w:val="00FE3C6F"/>
    <w:rsid w:val="00FE64DB"/>
    <w:rsid w:val="00FE677A"/>
    <w:rsid w:val="00FE68D1"/>
    <w:rsid w:val="00FF0392"/>
    <w:rsid w:val="00FF2EC7"/>
    <w:rsid w:val="00FF7386"/>
    <w:rsid w:val="00FF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D9B6D3-063D-47C6-8020-8205DAABE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tabs>
        <w:tab w:val="left" w:pos="2835"/>
      </w:tabs>
      <w:spacing w:line="384" w:lineRule="auto"/>
      <w:ind w:left="2835" w:hanging="2835"/>
      <w:jc w:val="center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pPr>
      <w:keepNext/>
      <w:spacing w:line="288" w:lineRule="auto"/>
      <w:jc w:val="center"/>
      <w:outlineLvl w:val="1"/>
    </w:pPr>
    <w:rPr>
      <w:sz w:val="24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5A053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OGGETTO">
    <w:name w:val="OGGETTO"/>
    <w:basedOn w:val="Normale"/>
    <w:next w:val="Premessa"/>
    <w:pPr>
      <w:spacing w:line="384" w:lineRule="auto"/>
      <w:jc w:val="both"/>
    </w:pPr>
    <w:rPr>
      <w:caps/>
      <w:sz w:val="24"/>
      <w:u w:val="words"/>
    </w:rPr>
  </w:style>
  <w:style w:type="paragraph" w:customStyle="1" w:styleId="Premessa">
    <w:name w:val="Premessa"/>
    <w:basedOn w:val="Normale"/>
    <w:link w:val="PremessaCarattere"/>
    <w:pPr>
      <w:spacing w:line="384" w:lineRule="auto"/>
      <w:ind w:firstLine="851"/>
      <w:jc w:val="both"/>
    </w:pPr>
    <w:rPr>
      <w:sz w:val="24"/>
    </w:rPr>
  </w:style>
  <w:style w:type="paragraph" w:styleId="Rientrocorpodeltesto">
    <w:name w:val="Body Text Indent"/>
    <w:basedOn w:val="Normale"/>
    <w:pPr>
      <w:tabs>
        <w:tab w:val="left" w:pos="2835"/>
      </w:tabs>
      <w:spacing w:line="384" w:lineRule="auto"/>
      <w:ind w:left="2835" w:hanging="2835"/>
      <w:jc w:val="both"/>
    </w:pPr>
    <w:rPr>
      <w:sz w:val="24"/>
    </w:rPr>
  </w:style>
  <w:style w:type="paragraph" w:customStyle="1" w:styleId="VISTI">
    <w:name w:val="VISTI"/>
    <w:basedOn w:val="Rientrocorpodeltesto"/>
    <w:pPr>
      <w:tabs>
        <w:tab w:val="clear" w:pos="2835"/>
        <w:tab w:val="left" w:pos="1985"/>
      </w:tabs>
      <w:ind w:left="1985" w:hanging="1985"/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Testodeliberato">
    <w:name w:val="Testo deliberato"/>
    <w:basedOn w:val="Normale"/>
    <w:link w:val="TestodeliberatoCarattere"/>
    <w:pPr>
      <w:spacing w:line="384" w:lineRule="auto"/>
      <w:jc w:val="both"/>
    </w:pPr>
    <w:rPr>
      <w:sz w:val="24"/>
    </w:rPr>
  </w:style>
  <w:style w:type="paragraph" w:customStyle="1" w:styleId="Testointerlinea1">
    <w:name w:val="Testo interlinea 1"/>
    <w:basedOn w:val="Premessa"/>
    <w:pPr>
      <w:spacing w:line="240" w:lineRule="auto"/>
    </w:pPr>
  </w:style>
  <w:style w:type="character" w:customStyle="1" w:styleId="TestodeliberatoCarattere">
    <w:name w:val="Testo deliberato Carattere"/>
    <w:link w:val="Testodeliberato"/>
    <w:rsid w:val="000B701E"/>
    <w:rPr>
      <w:sz w:val="24"/>
      <w:lang w:val="it-IT" w:eastAsia="it-IT" w:bidi="ar-SA"/>
    </w:rPr>
  </w:style>
  <w:style w:type="character" w:customStyle="1" w:styleId="PremessaCarattere">
    <w:name w:val="Premessa Carattere"/>
    <w:link w:val="Premessa"/>
    <w:rsid w:val="00C704A0"/>
    <w:rPr>
      <w:sz w:val="24"/>
      <w:lang w:val="it-IT" w:eastAsia="it-IT" w:bidi="ar-SA"/>
    </w:rPr>
  </w:style>
  <w:style w:type="paragraph" w:styleId="Testofumetto">
    <w:name w:val="Balloon Text"/>
    <w:basedOn w:val="Normale"/>
    <w:semiHidden/>
    <w:rsid w:val="000F4B0B"/>
    <w:rPr>
      <w:rFonts w:ascii="Tahoma" w:hAnsi="Tahoma" w:cs="Tahoma"/>
      <w:sz w:val="16"/>
      <w:szCs w:val="16"/>
    </w:rPr>
  </w:style>
  <w:style w:type="character" w:customStyle="1" w:styleId="Titolo4Carattere">
    <w:name w:val="Titolo 4 Carattere"/>
    <w:link w:val="Titolo4"/>
    <w:semiHidden/>
    <w:rsid w:val="005A053E"/>
    <w:rPr>
      <w:rFonts w:ascii="Calibri" w:eastAsia="Times New Roman" w:hAnsi="Calibri" w:cs="Times New Roman"/>
      <w:b/>
      <w:bCs/>
      <w:sz w:val="28"/>
      <w:szCs w:val="28"/>
    </w:rPr>
  </w:style>
  <w:style w:type="character" w:styleId="Rimandocommento">
    <w:name w:val="annotation reference"/>
    <w:rsid w:val="0033458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34586"/>
  </w:style>
  <w:style w:type="character" w:customStyle="1" w:styleId="TestocommentoCarattere">
    <w:name w:val="Testo commento Carattere"/>
    <w:basedOn w:val="Carpredefinitoparagrafo"/>
    <w:link w:val="Testocommento"/>
    <w:rsid w:val="00334586"/>
  </w:style>
  <w:style w:type="paragraph" w:styleId="Soggettocommento">
    <w:name w:val="annotation subject"/>
    <w:basedOn w:val="Testocommento"/>
    <w:next w:val="Testocommento"/>
    <w:link w:val="SoggettocommentoCarattere"/>
    <w:rsid w:val="00334586"/>
    <w:rPr>
      <w:b/>
      <w:bCs/>
    </w:rPr>
  </w:style>
  <w:style w:type="character" w:customStyle="1" w:styleId="SoggettocommentoCarattere">
    <w:name w:val="Soggetto commento Carattere"/>
    <w:link w:val="Soggettocommento"/>
    <w:rsid w:val="00334586"/>
    <w:rPr>
      <w:b/>
      <w:bCs/>
    </w:rPr>
  </w:style>
  <w:style w:type="paragraph" w:styleId="Paragrafoelenco">
    <w:name w:val="List Paragraph"/>
    <w:basedOn w:val="Normale"/>
    <w:uiPriority w:val="34"/>
    <w:qFormat/>
    <w:rsid w:val="00D579A7"/>
    <w:pPr>
      <w:ind w:left="720"/>
      <w:contextualSpacing/>
    </w:pPr>
  </w:style>
  <w:style w:type="character" w:customStyle="1" w:styleId="il">
    <w:name w:val="il"/>
    <w:basedOn w:val="Carpredefinitoparagrafo"/>
    <w:rsid w:val="00BE38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I%20ORG_COLL\Consiglio%20di%20Amministrazione\CA2011\05-CA25mag2011\Modello%20Delibera%20CA25mag201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57A23B-E160-4C22-9153-7745C59A5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 Delibera CA25mag2011.dot</Template>
  <TotalTime>117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punto</vt:lpstr>
    </vt:vector>
  </TitlesOfParts>
  <Company/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punto</dc:title>
  <dc:subject/>
  <dc:creator>g.delvecchio</dc:creator>
  <cp:keywords/>
  <cp:lastModifiedBy>Carmela Marseglia</cp:lastModifiedBy>
  <cp:revision>8</cp:revision>
  <cp:lastPrinted>2015-11-23T10:22:00Z</cp:lastPrinted>
  <dcterms:created xsi:type="dcterms:W3CDTF">2024-02-13T06:39:00Z</dcterms:created>
  <dcterms:modified xsi:type="dcterms:W3CDTF">2024-02-15T16:16:00Z</dcterms:modified>
</cp:coreProperties>
</file>