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4F47" w:rsidRDefault="006A4F47" w:rsidP="00A977DF">
      <w:pPr>
        <w:pStyle w:val="OGGETTO"/>
        <w:jc w:val="center"/>
        <w:rPr>
          <w:rFonts w:ascii="Verdana" w:hAnsi="Verdana"/>
          <w:b/>
          <w:caps w:val="0"/>
          <w:szCs w:val="24"/>
          <w:u w:val="none"/>
        </w:rPr>
      </w:pPr>
    </w:p>
    <w:p w:rsidR="00192280" w:rsidRPr="00EC0283" w:rsidRDefault="00C50A1B" w:rsidP="00A977DF">
      <w:pPr>
        <w:pStyle w:val="OGGETTO"/>
        <w:jc w:val="center"/>
        <w:rPr>
          <w:rFonts w:ascii="Verdana" w:hAnsi="Verdana"/>
          <w:b/>
          <w:caps w:val="0"/>
          <w:szCs w:val="24"/>
          <w:u w:val="none"/>
        </w:rPr>
      </w:pPr>
      <w:r>
        <w:rPr>
          <w:rFonts w:ascii="Verdana" w:hAnsi="Verdana"/>
          <w:b/>
          <w:caps w:val="0"/>
          <w:szCs w:val="24"/>
          <w:u w:val="none"/>
        </w:rPr>
        <w:t>A</w:t>
      </w:r>
      <w:r w:rsidR="00192280" w:rsidRPr="00EC0283">
        <w:rPr>
          <w:rFonts w:ascii="Verdana" w:hAnsi="Verdana"/>
          <w:b/>
          <w:caps w:val="0"/>
          <w:szCs w:val="24"/>
          <w:u w:val="none"/>
        </w:rPr>
        <w:t xml:space="preserve">rea </w:t>
      </w:r>
      <w:r w:rsidR="00A977DF" w:rsidRPr="00EC0283">
        <w:rPr>
          <w:rFonts w:ascii="Verdana" w:hAnsi="Verdana"/>
          <w:b/>
          <w:caps w:val="0"/>
          <w:szCs w:val="24"/>
          <w:u w:val="none"/>
        </w:rPr>
        <w:t xml:space="preserve">Bilancio e </w:t>
      </w:r>
      <w:r w:rsidR="00192280" w:rsidRPr="00EC0283">
        <w:rPr>
          <w:rFonts w:ascii="Verdana" w:hAnsi="Verdana"/>
          <w:b/>
          <w:caps w:val="0"/>
          <w:szCs w:val="24"/>
          <w:u w:val="none"/>
        </w:rPr>
        <w:t xml:space="preserve">Programmazione Finanziaria </w:t>
      </w:r>
    </w:p>
    <w:p w:rsidR="00686C8A" w:rsidRPr="00F02E1D" w:rsidRDefault="00686C8A" w:rsidP="00686C8A">
      <w:pPr>
        <w:pStyle w:val="Premessa"/>
        <w:rPr>
          <w:rFonts w:ascii="Verdana" w:hAnsi="Verdana"/>
        </w:rPr>
      </w:pPr>
    </w:p>
    <w:p w:rsidR="00F10F0E" w:rsidRPr="00EC0283" w:rsidRDefault="009F74C3" w:rsidP="009F74C3">
      <w:pPr>
        <w:pStyle w:val="OGGETTO"/>
        <w:jc w:val="center"/>
        <w:rPr>
          <w:rFonts w:ascii="Verdana" w:hAnsi="Verdana"/>
          <w:b/>
          <w:u w:val="single"/>
        </w:rPr>
      </w:pPr>
      <w:r w:rsidRPr="00EC0283">
        <w:rPr>
          <w:rFonts w:ascii="Verdana" w:hAnsi="Verdana"/>
          <w:b/>
          <w:u w:val="single"/>
        </w:rPr>
        <w:t xml:space="preserve">Variazione n. </w:t>
      </w:r>
      <w:r w:rsidR="007563B7">
        <w:rPr>
          <w:rFonts w:ascii="Verdana" w:hAnsi="Verdana"/>
          <w:b/>
          <w:u w:val="single"/>
        </w:rPr>
        <w:t>4</w:t>
      </w:r>
      <w:r w:rsidR="00A16D46" w:rsidRPr="00EC0283">
        <w:rPr>
          <w:rFonts w:ascii="Verdana" w:hAnsi="Verdana"/>
          <w:b/>
          <w:u w:val="single"/>
        </w:rPr>
        <w:t xml:space="preserve"> al </w:t>
      </w:r>
      <w:r w:rsidR="00D32FBA">
        <w:rPr>
          <w:rFonts w:ascii="Verdana" w:hAnsi="Verdana"/>
          <w:b/>
          <w:u w:val="single"/>
        </w:rPr>
        <w:t>budget 2023</w:t>
      </w:r>
    </w:p>
    <w:p w:rsidR="0034612B" w:rsidRPr="00F02E1D" w:rsidRDefault="0034612B" w:rsidP="0034612B">
      <w:pPr>
        <w:spacing w:line="360" w:lineRule="auto"/>
        <w:ind w:firstLine="708"/>
        <w:jc w:val="both"/>
        <w:rPr>
          <w:rFonts w:ascii="Verdana" w:hAnsi="Verdana"/>
        </w:rPr>
      </w:pPr>
    </w:p>
    <w:p w:rsidR="00E16E89" w:rsidRPr="000108C1" w:rsidRDefault="00916AF3" w:rsidP="00F72795">
      <w:pPr>
        <w:spacing w:line="360" w:lineRule="auto"/>
        <w:ind w:right="-1"/>
        <w:rPr>
          <w:rFonts w:ascii="Verdana" w:hAnsi="Verdana"/>
        </w:rPr>
      </w:pPr>
      <w:r w:rsidRPr="000108C1">
        <w:rPr>
          <w:rFonts w:ascii="Verdana" w:hAnsi="Verdana"/>
        </w:rPr>
        <w:t>Si</w:t>
      </w:r>
      <w:r w:rsidR="0034612B" w:rsidRPr="000108C1">
        <w:rPr>
          <w:rFonts w:ascii="Verdana" w:hAnsi="Verdana"/>
        </w:rPr>
        <w:t xml:space="preserve"> pone all’attenzione di questo Consesso la </w:t>
      </w:r>
      <w:r w:rsidR="00E545AF">
        <w:rPr>
          <w:rFonts w:ascii="Verdana" w:hAnsi="Verdana"/>
        </w:rPr>
        <w:t>v</w:t>
      </w:r>
      <w:r w:rsidR="0034612B" w:rsidRPr="000108C1">
        <w:rPr>
          <w:rFonts w:ascii="Verdana" w:hAnsi="Verdana"/>
        </w:rPr>
        <w:t>ariazione</w:t>
      </w:r>
      <w:r w:rsidR="009F74C3" w:rsidRPr="000108C1">
        <w:rPr>
          <w:rFonts w:ascii="Verdana" w:hAnsi="Verdana"/>
        </w:rPr>
        <w:t xml:space="preserve"> n. </w:t>
      </w:r>
      <w:r w:rsidR="007563B7">
        <w:rPr>
          <w:rFonts w:ascii="Verdana" w:hAnsi="Verdana"/>
        </w:rPr>
        <w:t>4</w:t>
      </w:r>
      <w:r w:rsidR="00A16D46" w:rsidRPr="000108C1">
        <w:rPr>
          <w:rFonts w:ascii="Verdana" w:hAnsi="Verdana"/>
        </w:rPr>
        <w:t xml:space="preserve"> al </w:t>
      </w:r>
      <w:r w:rsidR="00D32FBA">
        <w:rPr>
          <w:rFonts w:ascii="Verdana" w:hAnsi="Verdana"/>
        </w:rPr>
        <w:t>budget 2023</w:t>
      </w:r>
    </w:p>
    <w:p w:rsidR="00677C6A" w:rsidRPr="000108C1" w:rsidRDefault="009F74C3" w:rsidP="00677C6A">
      <w:pPr>
        <w:spacing w:line="360" w:lineRule="auto"/>
        <w:ind w:right="-1"/>
        <w:rPr>
          <w:rFonts w:ascii="Verdana" w:hAnsi="Verdana"/>
        </w:rPr>
      </w:pPr>
      <w:r w:rsidRPr="000108C1">
        <w:rPr>
          <w:rFonts w:ascii="Verdana" w:hAnsi="Verdana"/>
        </w:rPr>
        <w:t>La variazione n.</w:t>
      </w:r>
      <w:r w:rsidR="00E55955">
        <w:rPr>
          <w:rFonts w:ascii="Verdana" w:hAnsi="Verdana"/>
        </w:rPr>
        <w:t xml:space="preserve"> </w:t>
      </w:r>
      <w:r w:rsidR="007563B7">
        <w:rPr>
          <w:rFonts w:ascii="Verdana" w:hAnsi="Verdana"/>
        </w:rPr>
        <w:t>4</w:t>
      </w:r>
      <w:r w:rsidR="00D32FBA">
        <w:rPr>
          <w:rFonts w:ascii="Verdana" w:hAnsi="Verdana"/>
        </w:rPr>
        <w:t>/2023</w:t>
      </w:r>
      <w:r w:rsidR="005C62DF" w:rsidRPr="000108C1">
        <w:rPr>
          <w:rFonts w:ascii="Verdana" w:hAnsi="Verdana"/>
        </w:rPr>
        <w:t xml:space="preserve"> </w:t>
      </w:r>
      <w:r w:rsidR="0034612B" w:rsidRPr="000108C1">
        <w:rPr>
          <w:rFonts w:ascii="Verdana" w:hAnsi="Verdana"/>
        </w:rPr>
        <w:t>è finalizzata:</w:t>
      </w:r>
    </w:p>
    <w:p w:rsidR="00677C6A" w:rsidRPr="00C2319A" w:rsidRDefault="00677C6A" w:rsidP="00DF7D86">
      <w:pPr>
        <w:numPr>
          <w:ilvl w:val="0"/>
          <w:numId w:val="32"/>
        </w:numPr>
        <w:tabs>
          <w:tab w:val="left" w:pos="567"/>
        </w:tabs>
        <w:spacing w:line="360" w:lineRule="auto"/>
        <w:ind w:left="426" w:right="-1" w:hanging="426"/>
        <w:jc w:val="both"/>
        <w:rPr>
          <w:rFonts w:ascii="Verdana" w:hAnsi="Verdana"/>
        </w:rPr>
      </w:pPr>
      <w:proofErr w:type="gramStart"/>
      <w:r w:rsidRPr="00C2319A">
        <w:rPr>
          <w:rFonts w:ascii="Verdana" w:hAnsi="Verdana"/>
        </w:rPr>
        <w:t>a</w:t>
      </w:r>
      <w:proofErr w:type="gramEnd"/>
      <w:r w:rsidRPr="00C2319A">
        <w:rPr>
          <w:rFonts w:ascii="Verdana" w:hAnsi="Verdana"/>
        </w:rPr>
        <w:t xml:space="preserve"> recepire in bilancio i maggiori ricavi, atti a finanziare i maggiori costi, relativi:</w:t>
      </w:r>
    </w:p>
    <w:p w:rsidR="00D32FBA" w:rsidRDefault="00121DA8" w:rsidP="005F3BAD">
      <w:pPr>
        <w:pStyle w:val="Paragrafoelenco"/>
        <w:numPr>
          <w:ilvl w:val="0"/>
          <w:numId w:val="35"/>
        </w:numPr>
        <w:tabs>
          <w:tab w:val="left" w:pos="709"/>
        </w:tabs>
        <w:spacing w:line="360" w:lineRule="auto"/>
        <w:ind w:right="-1"/>
        <w:jc w:val="both"/>
        <w:rPr>
          <w:rFonts w:ascii="Verdana" w:hAnsi="Verdana"/>
        </w:rPr>
      </w:pPr>
      <w:r>
        <w:rPr>
          <w:rFonts w:ascii="Verdana" w:hAnsi="Verdana"/>
        </w:rPr>
        <w:t>alle maggiori</w:t>
      </w:r>
      <w:r w:rsidR="00F161EB">
        <w:rPr>
          <w:rFonts w:ascii="Verdana" w:hAnsi="Verdana"/>
        </w:rPr>
        <w:t xml:space="preserve"> tasse </w:t>
      </w:r>
      <w:r w:rsidR="0029190F">
        <w:rPr>
          <w:rFonts w:ascii="Verdana" w:hAnsi="Verdana"/>
        </w:rPr>
        <w:t>per contributi vari (</w:t>
      </w:r>
      <w:r w:rsidR="00DA4A60">
        <w:rPr>
          <w:rFonts w:ascii="Verdana" w:hAnsi="Verdana"/>
        </w:rPr>
        <w:t xml:space="preserve">€ </w:t>
      </w:r>
      <w:r w:rsidR="0029190F">
        <w:rPr>
          <w:rFonts w:ascii="Verdana" w:hAnsi="Verdana"/>
        </w:rPr>
        <w:t>6.750,00), per tasse preiscrizione (</w:t>
      </w:r>
      <w:r w:rsidR="00614872">
        <w:rPr>
          <w:rFonts w:ascii="Verdana" w:hAnsi="Verdana"/>
        </w:rPr>
        <w:t>€ 886.65</w:t>
      </w:r>
      <w:r w:rsidR="00DA4A60">
        <w:rPr>
          <w:rFonts w:ascii="Verdana" w:hAnsi="Verdana"/>
        </w:rPr>
        <w:t>0,00)</w:t>
      </w:r>
      <w:r w:rsidR="005F3BAD">
        <w:rPr>
          <w:rFonts w:ascii="Verdana" w:hAnsi="Verdana"/>
        </w:rPr>
        <w:t xml:space="preserve">, per tasse </w:t>
      </w:r>
      <w:r w:rsidR="005F3BAD" w:rsidRPr="005F3BAD">
        <w:rPr>
          <w:rFonts w:ascii="Verdana" w:hAnsi="Verdana"/>
        </w:rPr>
        <w:t>e contributi corsi di perfezionamento</w:t>
      </w:r>
      <w:r w:rsidR="005F3BAD">
        <w:rPr>
          <w:rFonts w:ascii="Verdana" w:hAnsi="Verdana"/>
        </w:rPr>
        <w:t xml:space="preserve"> (€ 29.132,00)</w:t>
      </w:r>
      <w:r w:rsidR="007F6CBE">
        <w:rPr>
          <w:rFonts w:ascii="Verdana" w:hAnsi="Verdana"/>
        </w:rPr>
        <w:t xml:space="preserve">, </w:t>
      </w:r>
      <w:r w:rsidR="00F161EB">
        <w:rPr>
          <w:rFonts w:ascii="Verdana" w:hAnsi="Verdana"/>
        </w:rPr>
        <w:t xml:space="preserve">per </w:t>
      </w:r>
      <w:r w:rsidR="00D84C68">
        <w:rPr>
          <w:rFonts w:ascii="Verdana" w:hAnsi="Verdana"/>
        </w:rPr>
        <w:t>tasse e contributi altri corsi</w:t>
      </w:r>
      <w:r w:rsidR="00F161EB">
        <w:rPr>
          <w:rFonts w:ascii="Verdana" w:hAnsi="Verdana"/>
        </w:rPr>
        <w:t xml:space="preserve"> (€ </w:t>
      </w:r>
      <w:r w:rsidR="00D84C68">
        <w:rPr>
          <w:rFonts w:ascii="Verdana" w:hAnsi="Verdana"/>
        </w:rPr>
        <w:t>4.772.714,42</w:t>
      </w:r>
      <w:r w:rsidR="00F161EB">
        <w:rPr>
          <w:rFonts w:ascii="Verdana" w:hAnsi="Verdana"/>
        </w:rPr>
        <w:t>),</w:t>
      </w:r>
      <w:r w:rsidR="001B498A">
        <w:rPr>
          <w:rFonts w:ascii="Verdana" w:hAnsi="Verdana"/>
        </w:rPr>
        <w:t xml:space="preserve"> per libretti, tessere, diplomi e pergamene (€ </w:t>
      </w:r>
      <w:r w:rsidR="00094A10">
        <w:rPr>
          <w:rFonts w:ascii="Verdana" w:hAnsi="Verdana"/>
        </w:rPr>
        <w:t>21.925,04</w:t>
      </w:r>
      <w:r w:rsidR="001B498A">
        <w:rPr>
          <w:rFonts w:ascii="Verdana" w:hAnsi="Verdana"/>
        </w:rPr>
        <w:t>),</w:t>
      </w:r>
      <w:r w:rsidR="00F161EB">
        <w:rPr>
          <w:rFonts w:ascii="Verdana" w:hAnsi="Verdana"/>
        </w:rPr>
        <w:t xml:space="preserve"> </w:t>
      </w:r>
      <w:r w:rsidR="003241C6">
        <w:rPr>
          <w:rFonts w:ascii="Verdana" w:hAnsi="Verdana"/>
        </w:rPr>
        <w:t xml:space="preserve">all’assegnazione </w:t>
      </w:r>
      <w:proofErr w:type="spellStart"/>
      <w:r w:rsidR="003241C6">
        <w:rPr>
          <w:rFonts w:ascii="Verdana" w:hAnsi="Verdana"/>
        </w:rPr>
        <w:t>Mur</w:t>
      </w:r>
      <w:proofErr w:type="spellEnd"/>
      <w:r w:rsidR="003241C6">
        <w:rPr>
          <w:rFonts w:ascii="Verdana" w:hAnsi="Verdana"/>
        </w:rPr>
        <w:t xml:space="preserve"> per il D.M. n.455/2023 per edilizia universitaria (€ 1.567.991,00), all’</w:t>
      </w:r>
      <w:r>
        <w:rPr>
          <w:rFonts w:ascii="Verdana" w:hAnsi="Verdana"/>
        </w:rPr>
        <w:t>assegnazioni</w:t>
      </w:r>
      <w:r w:rsidR="0046220F">
        <w:rPr>
          <w:rFonts w:ascii="Verdana" w:hAnsi="Verdana"/>
        </w:rPr>
        <w:t xml:space="preserve"> </w:t>
      </w:r>
      <w:proofErr w:type="spellStart"/>
      <w:r w:rsidR="00677C6A" w:rsidRPr="00D32FBA">
        <w:rPr>
          <w:rFonts w:ascii="Verdana" w:hAnsi="Verdana"/>
        </w:rPr>
        <w:t>Mur</w:t>
      </w:r>
      <w:proofErr w:type="spellEnd"/>
      <w:r w:rsidR="00D72035" w:rsidRPr="00D32FBA">
        <w:rPr>
          <w:rFonts w:ascii="Verdana" w:hAnsi="Verdana"/>
        </w:rPr>
        <w:t xml:space="preserve"> </w:t>
      </w:r>
      <w:r>
        <w:rPr>
          <w:rFonts w:ascii="Verdana" w:hAnsi="Verdana"/>
        </w:rPr>
        <w:t xml:space="preserve">per il DM </w:t>
      </w:r>
      <w:r w:rsidR="00D50920">
        <w:rPr>
          <w:rFonts w:ascii="Verdana" w:hAnsi="Verdana"/>
        </w:rPr>
        <w:t>1059/2021</w:t>
      </w:r>
      <w:r>
        <w:rPr>
          <w:rFonts w:ascii="Verdana" w:hAnsi="Verdana"/>
        </w:rPr>
        <w:t xml:space="preserve"> (</w:t>
      </w:r>
      <w:r w:rsidR="00D50920">
        <w:rPr>
          <w:rFonts w:ascii="Verdana" w:hAnsi="Verdana"/>
        </w:rPr>
        <w:t>83.842,00</w:t>
      </w:r>
      <w:r>
        <w:rPr>
          <w:rFonts w:ascii="Verdana" w:hAnsi="Verdana"/>
        </w:rPr>
        <w:t>)</w:t>
      </w:r>
      <w:r w:rsidR="003E5FE6" w:rsidRPr="00D32FBA">
        <w:rPr>
          <w:rFonts w:ascii="Verdana" w:hAnsi="Verdana"/>
        </w:rPr>
        <w:t xml:space="preserve">, </w:t>
      </w:r>
      <w:r w:rsidR="00FE0A80">
        <w:rPr>
          <w:rFonts w:ascii="Verdana" w:hAnsi="Verdana"/>
        </w:rPr>
        <w:t xml:space="preserve">per contributi diversi in conto esercizio per assegnazione </w:t>
      </w:r>
      <w:proofErr w:type="spellStart"/>
      <w:r w:rsidR="00FE0A80">
        <w:rPr>
          <w:rFonts w:ascii="Verdana" w:hAnsi="Verdana"/>
        </w:rPr>
        <w:t>Mur</w:t>
      </w:r>
      <w:proofErr w:type="spellEnd"/>
      <w:r w:rsidR="00FE0A80">
        <w:rPr>
          <w:rFonts w:ascii="Verdana" w:hAnsi="Verdana"/>
        </w:rPr>
        <w:t xml:space="preserve"> </w:t>
      </w:r>
      <w:r w:rsidR="00E70404">
        <w:rPr>
          <w:rFonts w:ascii="Verdana" w:hAnsi="Verdana"/>
        </w:rPr>
        <w:t xml:space="preserve">a sostegno di docenti e studenti ucraini (€ 7.730,00), per assegnazioni diverse a favore della ricerca (€ 1.695.173,30), </w:t>
      </w:r>
      <w:r w:rsidR="000D3711">
        <w:rPr>
          <w:rFonts w:ascii="Verdana" w:hAnsi="Verdana"/>
        </w:rPr>
        <w:t xml:space="preserve">per assegnazione da altri Ministeri (€ 1.714,04), </w:t>
      </w:r>
      <w:r w:rsidR="0046220F">
        <w:rPr>
          <w:rFonts w:ascii="Verdana" w:hAnsi="Verdana"/>
        </w:rPr>
        <w:t xml:space="preserve">da Regioni (€ </w:t>
      </w:r>
      <w:r w:rsidR="000D3711">
        <w:rPr>
          <w:rFonts w:ascii="Verdana" w:hAnsi="Verdana"/>
        </w:rPr>
        <w:t>413.531,97</w:t>
      </w:r>
      <w:r w:rsidR="0046220F">
        <w:rPr>
          <w:rFonts w:ascii="Verdana" w:hAnsi="Verdana"/>
        </w:rPr>
        <w:t xml:space="preserve">), </w:t>
      </w:r>
      <w:r w:rsidR="00862B53" w:rsidRPr="00D32FBA">
        <w:rPr>
          <w:rFonts w:ascii="Verdana" w:hAnsi="Verdana"/>
        </w:rPr>
        <w:t xml:space="preserve">da enti privati (€ </w:t>
      </w:r>
      <w:r w:rsidR="006403F0">
        <w:rPr>
          <w:rFonts w:ascii="Verdana" w:hAnsi="Verdana"/>
        </w:rPr>
        <w:t>41.500,00</w:t>
      </w:r>
      <w:r w:rsidR="00170700" w:rsidRPr="00D32FBA">
        <w:rPr>
          <w:rFonts w:ascii="Verdana" w:hAnsi="Verdana"/>
        </w:rPr>
        <w:t>)</w:t>
      </w:r>
      <w:r w:rsidR="0046220F">
        <w:rPr>
          <w:rFonts w:ascii="Verdana" w:hAnsi="Verdana"/>
        </w:rPr>
        <w:t xml:space="preserve">, da enti pubblici (€ </w:t>
      </w:r>
      <w:r w:rsidR="005B6B36">
        <w:rPr>
          <w:rFonts w:ascii="Verdana" w:hAnsi="Verdana"/>
        </w:rPr>
        <w:t>7.745,42</w:t>
      </w:r>
      <w:r w:rsidR="0046220F">
        <w:rPr>
          <w:rFonts w:ascii="Verdana" w:hAnsi="Verdana"/>
        </w:rPr>
        <w:t xml:space="preserve">), da UE (€ </w:t>
      </w:r>
      <w:r w:rsidR="001F3892">
        <w:rPr>
          <w:rFonts w:ascii="Verdana" w:hAnsi="Verdana"/>
        </w:rPr>
        <w:t>1.113.319,74</w:t>
      </w:r>
      <w:r w:rsidR="0046220F">
        <w:rPr>
          <w:rFonts w:ascii="Verdana" w:hAnsi="Verdana"/>
        </w:rPr>
        <w:t>);</w:t>
      </w:r>
    </w:p>
    <w:p w:rsidR="00677C6A" w:rsidRDefault="00677C6A" w:rsidP="00F62A74">
      <w:pPr>
        <w:pStyle w:val="Paragrafoelenco"/>
        <w:numPr>
          <w:ilvl w:val="0"/>
          <w:numId w:val="35"/>
        </w:numPr>
        <w:tabs>
          <w:tab w:val="left" w:pos="709"/>
        </w:tabs>
        <w:spacing w:line="360" w:lineRule="auto"/>
        <w:ind w:right="-1"/>
        <w:jc w:val="both"/>
        <w:rPr>
          <w:rFonts w:ascii="Verdana" w:hAnsi="Verdana"/>
        </w:rPr>
      </w:pPr>
      <w:proofErr w:type="gramStart"/>
      <w:r w:rsidRPr="00D32FBA">
        <w:rPr>
          <w:rFonts w:ascii="Verdana" w:hAnsi="Verdana"/>
        </w:rPr>
        <w:t>ai</w:t>
      </w:r>
      <w:proofErr w:type="gramEnd"/>
      <w:r w:rsidRPr="00D32FBA">
        <w:rPr>
          <w:rFonts w:ascii="Verdana" w:hAnsi="Verdana"/>
        </w:rPr>
        <w:t xml:space="preserve"> trasferimenti dai dipartimenti per la quota </w:t>
      </w:r>
      <w:r w:rsidR="0046220F">
        <w:rPr>
          <w:rFonts w:ascii="Verdana" w:hAnsi="Verdana"/>
        </w:rPr>
        <w:t xml:space="preserve">da imputare a fondo comune </w:t>
      </w:r>
      <w:r w:rsidRPr="00D32FBA">
        <w:rPr>
          <w:rFonts w:ascii="Verdana" w:hAnsi="Verdana"/>
        </w:rPr>
        <w:t xml:space="preserve">su convenzioni c/terzi (€ </w:t>
      </w:r>
      <w:r w:rsidR="005631CC">
        <w:rPr>
          <w:rFonts w:ascii="Verdana" w:hAnsi="Verdana"/>
        </w:rPr>
        <w:t>22.362,85</w:t>
      </w:r>
      <w:r w:rsidRPr="00D32FBA">
        <w:rPr>
          <w:rFonts w:ascii="Verdana" w:hAnsi="Verdana"/>
        </w:rPr>
        <w:t>)</w:t>
      </w:r>
      <w:r w:rsidR="00A907A3" w:rsidRPr="00D32FBA">
        <w:rPr>
          <w:rFonts w:ascii="Verdana" w:hAnsi="Verdana"/>
        </w:rPr>
        <w:t xml:space="preserve">, per il cofinanziamento di assegni di ricerca (€ </w:t>
      </w:r>
      <w:r w:rsidR="00272709">
        <w:rPr>
          <w:rFonts w:ascii="Verdana" w:hAnsi="Verdana"/>
        </w:rPr>
        <w:t>89.807,12</w:t>
      </w:r>
      <w:r w:rsidR="00A907A3" w:rsidRPr="00D32FBA">
        <w:rPr>
          <w:rFonts w:ascii="Verdana" w:hAnsi="Verdana"/>
        </w:rPr>
        <w:t xml:space="preserve">), </w:t>
      </w:r>
      <w:r w:rsidR="008351DD" w:rsidRPr="00D32FBA">
        <w:rPr>
          <w:rFonts w:ascii="Verdana" w:hAnsi="Verdana"/>
        </w:rPr>
        <w:t xml:space="preserve">per </w:t>
      </w:r>
      <w:r w:rsidR="00B209B6">
        <w:rPr>
          <w:rFonts w:ascii="Verdana" w:hAnsi="Verdana"/>
        </w:rPr>
        <w:t xml:space="preserve">le </w:t>
      </w:r>
      <w:r w:rsidR="003E5FE6" w:rsidRPr="00D32FBA">
        <w:rPr>
          <w:rFonts w:ascii="Verdana" w:hAnsi="Verdana"/>
        </w:rPr>
        <w:t xml:space="preserve">borse </w:t>
      </w:r>
      <w:r w:rsidR="00D72035" w:rsidRPr="00D32FBA">
        <w:rPr>
          <w:rFonts w:ascii="Verdana" w:hAnsi="Verdana"/>
        </w:rPr>
        <w:t xml:space="preserve">di ricerca (€ </w:t>
      </w:r>
      <w:r w:rsidR="00272709">
        <w:rPr>
          <w:rFonts w:ascii="Verdana" w:hAnsi="Verdana"/>
        </w:rPr>
        <w:t>32.900,00</w:t>
      </w:r>
      <w:r w:rsidR="00B209B6">
        <w:rPr>
          <w:rFonts w:ascii="Verdana" w:hAnsi="Verdana"/>
        </w:rPr>
        <w:t>), per i compensi ai diretti collaboratori per convenzioni conto terzi (€ 150.000,00), per le supplenze e</w:t>
      </w:r>
      <w:r w:rsidR="005C7861">
        <w:rPr>
          <w:rFonts w:ascii="Verdana" w:hAnsi="Verdana"/>
        </w:rPr>
        <w:t xml:space="preserve"> </w:t>
      </w:r>
      <w:r w:rsidR="00B209B6">
        <w:rPr>
          <w:rFonts w:ascii="Verdana" w:hAnsi="Verdana"/>
        </w:rPr>
        <w:t xml:space="preserve">le docenze (€ 26.826,00) e </w:t>
      </w:r>
      <w:r w:rsidR="00D72035" w:rsidRPr="00D32FBA">
        <w:rPr>
          <w:rFonts w:ascii="Verdana" w:hAnsi="Verdana"/>
        </w:rPr>
        <w:t xml:space="preserve">per contributi diversi (€ </w:t>
      </w:r>
      <w:r w:rsidR="009A591D">
        <w:rPr>
          <w:rFonts w:ascii="Verdana" w:hAnsi="Verdana"/>
        </w:rPr>
        <w:t>4.000,00</w:t>
      </w:r>
      <w:r w:rsidR="0046220F">
        <w:rPr>
          <w:rFonts w:ascii="Verdana" w:hAnsi="Verdana"/>
        </w:rPr>
        <w:t>);</w:t>
      </w:r>
    </w:p>
    <w:p w:rsidR="0046220F" w:rsidRPr="00D32FBA" w:rsidRDefault="0046220F" w:rsidP="0046220F">
      <w:pPr>
        <w:numPr>
          <w:ilvl w:val="0"/>
          <w:numId w:val="32"/>
        </w:numPr>
        <w:tabs>
          <w:tab w:val="left" w:pos="567"/>
        </w:tabs>
        <w:spacing w:line="360" w:lineRule="auto"/>
        <w:ind w:left="426" w:right="-1" w:hanging="426"/>
        <w:jc w:val="both"/>
        <w:rPr>
          <w:rFonts w:ascii="Verdana" w:hAnsi="Verdana"/>
        </w:rPr>
      </w:pPr>
      <w:proofErr w:type="gramStart"/>
      <w:r>
        <w:rPr>
          <w:rFonts w:ascii="Verdana" w:hAnsi="Verdana"/>
        </w:rPr>
        <w:t>a</w:t>
      </w:r>
      <w:proofErr w:type="gramEnd"/>
      <w:r>
        <w:rPr>
          <w:rFonts w:ascii="Verdana" w:hAnsi="Verdana"/>
        </w:rPr>
        <w:t xml:space="preserve"> recepire i maggiori </w:t>
      </w:r>
      <w:r w:rsidR="00616AD0">
        <w:rPr>
          <w:rFonts w:ascii="Verdana" w:hAnsi="Verdana"/>
        </w:rPr>
        <w:t xml:space="preserve">ricavi </w:t>
      </w:r>
      <w:r w:rsidR="00DB6395">
        <w:rPr>
          <w:rFonts w:ascii="Verdana" w:hAnsi="Verdana"/>
        </w:rPr>
        <w:t xml:space="preserve">imputati a bilancio </w:t>
      </w:r>
      <w:r w:rsidR="00616AD0">
        <w:rPr>
          <w:rFonts w:ascii="Verdana" w:hAnsi="Verdana"/>
        </w:rPr>
        <w:t xml:space="preserve">relativi </w:t>
      </w:r>
      <w:r w:rsidR="00471C0F">
        <w:rPr>
          <w:rFonts w:ascii="Verdana" w:hAnsi="Verdana"/>
        </w:rPr>
        <w:t>al</w:t>
      </w:r>
      <w:r w:rsidR="00471C0F" w:rsidRPr="00D32FBA">
        <w:rPr>
          <w:rFonts w:ascii="Verdana" w:hAnsi="Verdana"/>
        </w:rPr>
        <w:t xml:space="preserve">la quota </w:t>
      </w:r>
      <w:r w:rsidR="00471C0F">
        <w:rPr>
          <w:rFonts w:ascii="Verdana" w:hAnsi="Verdana"/>
        </w:rPr>
        <w:t xml:space="preserve">trasferita dai dipartimenti </w:t>
      </w:r>
      <w:r w:rsidR="00471C0F" w:rsidRPr="00D32FBA">
        <w:rPr>
          <w:rFonts w:ascii="Verdana" w:hAnsi="Verdana"/>
        </w:rPr>
        <w:t>su convenzioni c/terzi</w:t>
      </w:r>
      <w:r w:rsidR="00471C0F">
        <w:rPr>
          <w:rFonts w:ascii="Verdana" w:hAnsi="Verdana"/>
        </w:rPr>
        <w:t xml:space="preserve"> (€ </w:t>
      </w:r>
      <w:r w:rsidR="005631CC">
        <w:rPr>
          <w:rFonts w:ascii="Verdana" w:hAnsi="Verdana"/>
        </w:rPr>
        <w:t>6.455,49</w:t>
      </w:r>
      <w:r w:rsidR="00616AD0">
        <w:rPr>
          <w:rFonts w:ascii="Verdana" w:hAnsi="Verdana"/>
        </w:rPr>
        <w:t>)</w:t>
      </w:r>
      <w:r w:rsidR="00F161EB">
        <w:rPr>
          <w:rFonts w:ascii="Verdana" w:hAnsi="Verdana"/>
        </w:rPr>
        <w:t xml:space="preserve">, </w:t>
      </w:r>
      <w:r w:rsidR="00DB6395">
        <w:rPr>
          <w:rFonts w:ascii="Verdana" w:hAnsi="Verdana"/>
        </w:rPr>
        <w:t>alle tasse per corsi di laurea (€ 144.000,00)</w:t>
      </w:r>
      <w:r w:rsidR="009A591D">
        <w:rPr>
          <w:rFonts w:ascii="Verdana" w:hAnsi="Verdana"/>
        </w:rPr>
        <w:t>,</w:t>
      </w:r>
      <w:r w:rsidR="00F161EB">
        <w:rPr>
          <w:rFonts w:ascii="Verdana" w:hAnsi="Verdana"/>
        </w:rPr>
        <w:t xml:space="preserve"> </w:t>
      </w:r>
      <w:r w:rsidR="00684AB0">
        <w:rPr>
          <w:rFonts w:ascii="Verdana" w:hAnsi="Verdana"/>
        </w:rPr>
        <w:t xml:space="preserve">al recupero </w:t>
      </w:r>
      <w:r w:rsidR="00DB6395">
        <w:rPr>
          <w:rFonts w:ascii="Verdana" w:hAnsi="Verdana"/>
        </w:rPr>
        <w:t xml:space="preserve">dai dipartimenti </w:t>
      </w:r>
      <w:r w:rsidR="00684AB0">
        <w:rPr>
          <w:rFonts w:ascii="Verdana" w:hAnsi="Verdana"/>
        </w:rPr>
        <w:t xml:space="preserve">della somma </w:t>
      </w:r>
      <w:r w:rsidR="005F3767">
        <w:rPr>
          <w:rFonts w:ascii="Verdana" w:hAnsi="Verdana"/>
        </w:rPr>
        <w:t xml:space="preserve">prevista dal D.L. n. 78/2010 </w:t>
      </w:r>
      <w:proofErr w:type="spellStart"/>
      <w:r w:rsidR="005F3767">
        <w:rPr>
          <w:rFonts w:ascii="Verdana" w:hAnsi="Verdana"/>
        </w:rPr>
        <w:t>conv</w:t>
      </w:r>
      <w:proofErr w:type="spellEnd"/>
      <w:r w:rsidR="005F3767">
        <w:rPr>
          <w:rFonts w:ascii="Verdana" w:hAnsi="Verdana"/>
        </w:rPr>
        <w:t xml:space="preserve">. L. n.122/2010 </w:t>
      </w:r>
      <w:r w:rsidR="00F161EB">
        <w:rPr>
          <w:rFonts w:ascii="Verdana" w:hAnsi="Verdana"/>
        </w:rPr>
        <w:t xml:space="preserve">(€ </w:t>
      </w:r>
      <w:r w:rsidR="005F3767">
        <w:rPr>
          <w:rFonts w:ascii="Verdana" w:hAnsi="Verdana"/>
        </w:rPr>
        <w:t>11.073,47</w:t>
      </w:r>
      <w:r w:rsidR="009A591D">
        <w:rPr>
          <w:rFonts w:ascii="Verdana" w:hAnsi="Verdana"/>
        </w:rPr>
        <w:t xml:space="preserve">), al recupero dal progetto TFA sostegno della quota già prevista in sede di budget 2023 per le spese di funzionamento del dottorato di ricerca XXXVII ciclo (€ 3.243,60) e </w:t>
      </w:r>
      <w:r w:rsidR="00094A10">
        <w:rPr>
          <w:rFonts w:ascii="Verdana" w:hAnsi="Verdana"/>
        </w:rPr>
        <w:t>a</w:t>
      </w:r>
      <w:r w:rsidR="009A591D">
        <w:rPr>
          <w:rFonts w:ascii="Verdana" w:hAnsi="Verdana"/>
        </w:rPr>
        <w:t>gli utili di esercizi precedenti (€ 319.799,09)</w:t>
      </w:r>
      <w:r w:rsidR="00094A10">
        <w:rPr>
          <w:rFonts w:ascii="Verdana" w:hAnsi="Verdana"/>
        </w:rPr>
        <w:t>;</w:t>
      </w:r>
    </w:p>
    <w:p w:rsidR="00471C0F" w:rsidRPr="001C4046" w:rsidRDefault="00677C6A" w:rsidP="0000006A">
      <w:pPr>
        <w:pStyle w:val="Paragrafoelenco"/>
        <w:numPr>
          <w:ilvl w:val="0"/>
          <w:numId w:val="36"/>
        </w:numPr>
        <w:tabs>
          <w:tab w:val="left" w:pos="567"/>
        </w:tabs>
        <w:spacing w:line="360" w:lineRule="auto"/>
        <w:ind w:left="426" w:right="-1" w:hanging="284"/>
        <w:jc w:val="both"/>
        <w:rPr>
          <w:rFonts w:ascii="Verdana" w:hAnsi="Verdana"/>
        </w:rPr>
      </w:pPr>
      <w:r w:rsidRPr="0000006A">
        <w:rPr>
          <w:rFonts w:ascii="Verdana" w:hAnsi="Verdana"/>
        </w:rPr>
        <w:t>a recepire i maggior</w:t>
      </w:r>
      <w:r w:rsidR="00AB1C18" w:rsidRPr="0000006A">
        <w:rPr>
          <w:rFonts w:ascii="Verdana" w:hAnsi="Verdana"/>
        </w:rPr>
        <w:t>i</w:t>
      </w:r>
      <w:r w:rsidRPr="0000006A">
        <w:rPr>
          <w:rFonts w:ascii="Verdana" w:hAnsi="Verdana"/>
        </w:rPr>
        <w:t xml:space="preserve"> costi </w:t>
      </w:r>
      <w:r w:rsidR="0078597D" w:rsidRPr="0000006A">
        <w:rPr>
          <w:rFonts w:ascii="Verdana" w:hAnsi="Verdana"/>
        </w:rPr>
        <w:t>coperti</w:t>
      </w:r>
      <w:r w:rsidR="00616AD0" w:rsidRPr="0000006A">
        <w:rPr>
          <w:rFonts w:ascii="Verdana" w:hAnsi="Verdana"/>
        </w:rPr>
        <w:t xml:space="preserve"> dai maggiori ricavi imputati a bilancio relativi</w:t>
      </w:r>
      <w:r w:rsidRPr="0000006A">
        <w:rPr>
          <w:rFonts w:ascii="Verdana" w:hAnsi="Verdana"/>
        </w:rPr>
        <w:t xml:space="preserve"> </w:t>
      </w:r>
      <w:r w:rsidR="009A591D" w:rsidRPr="0000006A">
        <w:rPr>
          <w:rFonts w:ascii="Verdana" w:hAnsi="Verdana"/>
        </w:rPr>
        <w:t xml:space="preserve">ai </w:t>
      </w:r>
      <w:r w:rsidR="00D242BB" w:rsidRPr="0000006A">
        <w:rPr>
          <w:rFonts w:ascii="Verdana" w:hAnsi="Verdana"/>
        </w:rPr>
        <w:t xml:space="preserve">canoni annuali per la manutenzione degli impianti termici e di </w:t>
      </w:r>
      <w:r w:rsidR="00D242BB" w:rsidRPr="001C4046">
        <w:rPr>
          <w:rFonts w:ascii="Verdana" w:hAnsi="Verdana"/>
        </w:rPr>
        <w:t xml:space="preserve">raffreddamento </w:t>
      </w:r>
      <w:r w:rsidR="00471C0F" w:rsidRPr="001C4046">
        <w:rPr>
          <w:rFonts w:ascii="Verdana" w:hAnsi="Verdana"/>
        </w:rPr>
        <w:t>(€</w:t>
      </w:r>
      <w:r w:rsidR="009A591D" w:rsidRPr="001C4046">
        <w:rPr>
          <w:rFonts w:ascii="Verdana" w:hAnsi="Verdana"/>
        </w:rPr>
        <w:t xml:space="preserve"> 115.215,02</w:t>
      </w:r>
      <w:r w:rsidR="00616AD0" w:rsidRPr="001C4046">
        <w:rPr>
          <w:rFonts w:ascii="Verdana" w:hAnsi="Verdana"/>
        </w:rPr>
        <w:t>)</w:t>
      </w:r>
      <w:r w:rsidR="000B2654" w:rsidRPr="001C4046">
        <w:rPr>
          <w:rFonts w:ascii="Verdana" w:hAnsi="Verdana"/>
        </w:rPr>
        <w:t xml:space="preserve">, ad altre prestazioni e servizi </w:t>
      </w:r>
      <w:r w:rsidR="00616AD0" w:rsidRPr="001C4046">
        <w:rPr>
          <w:rFonts w:ascii="Verdana" w:hAnsi="Verdana"/>
        </w:rPr>
        <w:t xml:space="preserve">(€ </w:t>
      </w:r>
      <w:r w:rsidR="009A591D" w:rsidRPr="001C4046">
        <w:rPr>
          <w:rFonts w:ascii="Verdana" w:hAnsi="Verdana"/>
        </w:rPr>
        <w:t>87</w:t>
      </w:r>
      <w:r w:rsidR="000B2654" w:rsidRPr="001C4046">
        <w:rPr>
          <w:rFonts w:ascii="Verdana" w:hAnsi="Verdana"/>
        </w:rPr>
        <w:t>.889,00</w:t>
      </w:r>
      <w:r w:rsidR="00616AD0" w:rsidRPr="001C4046">
        <w:rPr>
          <w:rFonts w:ascii="Verdana" w:hAnsi="Verdana"/>
        </w:rPr>
        <w:t>)</w:t>
      </w:r>
      <w:r w:rsidR="001840E4" w:rsidRPr="001C4046">
        <w:rPr>
          <w:rFonts w:ascii="Verdana" w:hAnsi="Verdana"/>
        </w:rPr>
        <w:t xml:space="preserve">, </w:t>
      </w:r>
      <w:r w:rsidR="009A591D" w:rsidRPr="001C4046">
        <w:rPr>
          <w:rFonts w:ascii="Verdana" w:hAnsi="Verdana"/>
        </w:rPr>
        <w:t xml:space="preserve">ai </w:t>
      </w:r>
      <w:r w:rsidR="001840E4" w:rsidRPr="001C4046">
        <w:rPr>
          <w:rFonts w:ascii="Verdana" w:hAnsi="Verdana"/>
        </w:rPr>
        <w:t>concorsi ed esami di stato (€ 60.000,00)</w:t>
      </w:r>
      <w:r w:rsidR="009A591D" w:rsidRPr="001C4046">
        <w:rPr>
          <w:rFonts w:ascii="Verdana" w:hAnsi="Verdana"/>
        </w:rPr>
        <w:t>, all’</w:t>
      </w:r>
      <w:r w:rsidR="00313052" w:rsidRPr="001C4046">
        <w:rPr>
          <w:rFonts w:ascii="Verdana" w:hAnsi="Verdana"/>
        </w:rPr>
        <w:t xml:space="preserve">incremento dell’ IMU </w:t>
      </w:r>
      <w:r w:rsidR="009A591D" w:rsidRPr="001C4046">
        <w:rPr>
          <w:rFonts w:ascii="Verdana" w:hAnsi="Verdana"/>
        </w:rPr>
        <w:t xml:space="preserve">relativa </w:t>
      </w:r>
      <w:r w:rsidR="00313052" w:rsidRPr="001C4046">
        <w:rPr>
          <w:rFonts w:ascii="Verdana" w:hAnsi="Verdana"/>
        </w:rPr>
        <w:t xml:space="preserve">all’acquisizione della Caserma </w:t>
      </w:r>
      <w:proofErr w:type="spellStart"/>
      <w:r w:rsidR="00313052" w:rsidRPr="001C4046">
        <w:rPr>
          <w:rFonts w:ascii="Verdana" w:hAnsi="Verdana"/>
        </w:rPr>
        <w:t>Miale</w:t>
      </w:r>
      <w:proofErr w:type="spellEnd"/>
      <w:r w:rsidR="00AB61DA" w:rsidRPr="001C4046">
        <w:rPr>
          <w:rFonts w:ascii="Verdana" w:hAnsi="Verdana"/>
        </w:rPr>
        <w:t xml:space="preserve"> (€ </w:t>
      </w:r>
      <w:r w:rsidR="00410BD6" w:rsidRPr="001C4046">
        <w:rPr>
          <w:rFonts w:ascii="Verdana" w:hAnsi="Verdana"/>
        </w:rPr>
        <w:t>110.760,23</w:t>
      </w:r>
      <w:r w:rsidR="00AB61DA" w:rsidRPr="001C4046">
        <w:rPr>
          <w:rFonts w:ascii="Verdana" w:hAnsi="Verdana"/>
        </w:rPr>
        <w:t>)</w:t>
      </w:r>
      <w:r w:rsidR="009A591D" w:rsidRPr="001C4046">
        <w:rPr>
          <w:rFonts w:ascii="Verdana" w:hAnsi="Verdana"/>
        </w:rPr>
        <w:t xml:space="preserve">, ai </w:t>
      </w:r>
      <w:r w:rsidR="00275A3D" w:rsidRPr="001C4046">
        <w:rPr>
          <w:rFonts w:ascii="Verdana" w:hAnsi="Verdana"/>
        </w:rPr>
        <w:t>trasferimenti verso il</w:t>
      </w:r>
      <w:r w:rsidR="00887B14" w:rsidRPr="001C4046">
        <w:rPr>
          <w:rFonts w:ascii="Verdana" w:hAnsi="Verdana"/>
        </w:rPr>
        <w:t xml:space="preserve"> CUS </w:t>
      </w:r>
      <w:r w:rsidR="00275A3D" w:rsidRPr="001C4046">
        <w:rPr>
          <w:rFonts w:ascii="Verdana" w:hAnsi="Verdana"/>
        </w:rPr>
        <w:t xml:space="preserve">della tassa di scopo </w:t>
      </w:r>
      <w:r w:rsidR="00887B14" w:rsidRPr="001C4046">
        <w:rPr>
          <w:rFonts w:ascii="Verdana" w:hAnsi="Verdana"/>
        </w:rPr>
        <w:t>(€ 55.550,00)</w:t>
      </w:r>
      <w:r w:rsidR="00275A3D" w:rsidRPr="001C4046">
        <w:rPr>
          <w:rFonts w:ascii="Verdana" w:hAnsi="Verdana"/>
        </w:rPr>
        <w:t xml:space="preserve">, </w:t>
      </w:r>
      <w:r w:rsidR="009A591D" w:rsidRPr="001C4046">
        <w:rPr>
          <w:rFonts w:ascii="Verdana" w:hAnsi="Verdana"/>
        </w:rPr>
        <w:t>al</w:t>
      </w:r>
      <w:r w:rsidR="00DB1AB7" w:rsidRPr="001C4046">
        <w:rPr>
          <w:rFonts w:ascii="Verdana" w:hAnsi="Verdana"/>
        </w:rPr>
        <w:t xml:space="preserve"> personale in comando presso altri enti (€ 20.000,00)</w:t>
      </w:r>
      <w:r w:rsidR="009A591D" w:rsidRPr="001C4046">
        <w:rPr>
          <w:rFonts w:ascii="Verdana" w:hAnsi="Verdana"/>
        </w:rPr>
        <w:t>, al cofinanziamento deliberato dal CDA nella seduta del 19/04/2023 per il progetto legalità (€ 10.000,00)</w:t>
      </w:r>
      <w:r w:rsidR="00AA6F02" w:rsidRPr="001C4046">
        <w:rPr>
          <w:rFonts w:ascii="Verdana" w:hAnsi="Verdana"/>
        </w:rPr>
        <w:t xml:space="preserve">, </w:t>
      </w:r>
      <w:r w:rsidR="00275A3D" w:rsidRPr="001C4046">
        <w:rPr>
          <w:rFonts w:ascii="Verdana" w:hAnsi="Verdana"/>
        </w:rPr>
        <w:t xml:space="preserve">all’espletamento dei </w:t>
      </w:r>
      <w:r w:rsidR="005C7861" w:rsidRPr="001C4046">
        <w:rPr>
          <w:rFonts w:ascii="Verdana" w:hAnsi="Verdana"/>
        </w:rPr>
        <w:t>TOLC MED</w:t>
      </w:r>
      <w:r w:rsidR="00275A3D" w:rsidRPr="001C4046">
        <w:rPr>
          <w:rFonts w:ascii="Verdana" w:hAnsi="Verdana"/>
        </w:rPr>
        <w:t xml:space="preserve"> e </w:t>
      </w:r>
      <w:r w:rsidR="005C7861" w:rsidRPr="001C4046">
        <w:rPr>
          <w:rFonts w:ascii="Verdana" w:hAnsi="Verdana"/>
        </w:rPr>
        <w:t>TOLC VET</w:t>
      </w:r>
      <w:r w:rsidR="00275A3D" w:rsidRPr="001C4046">
        <w:rPr>
          <w:rFonts w:ascii="Verdana" w:hAnsi="Verdana"/>
        </w:rPr>
        <w:t xml:space="preserve"> (€ 25.157,40)</w:t>
      </w:r>
      <w:r w:rsidR="00AA6F02" w:rsidRPr="001C4046">
        <w:rPr>
          <w:rFonts w:ascii="Verdana" w:hAnsi="Verdana"/>
        </w:rPr>
        <w:t xml:space="preserve"> e alle proroghe dei contratti al personale a tempo determinato (€ 80.000,00)</w:t>
      </w:r>
      <w:r w:rsidR="0000006A" w:rsidRPr="001C4046">
        <w:rPr>
          <w:rFonts w:ascii="Verdana" w:hAnsi="Verdana"/>
        </w:rPr>
        <w:t>;</w:t>
      </w:r>
    </w:p>
    <w:p w:rsidR="0000006A" w:rsidRPr="0000006A" w:rsidRDefault="00EE6F5F" w:rsidP="0000006A">
      <w:pPr>
        <w:pStyle w:val="Paragrafoelenco"/>
        <w:numPr>
          <w:ilvl w:val="0"/>
          <w:numId w:val="36"/>
        </w:numPr>
        <w:tabs>
          <w:tab w:val="left" w:pos="567"/>
        </w:tabs>
        <w:spacing w:line="360" w:lineRule="auto"/>
        <w:ind w:left="426" w:right="-1" w:hanging="284"/>
        <w:jc w:val="both"/>
        <w:rPr>
          <w:rFonts w:ascii="Verdana" w:hAnsi="Verdana"/>
        </w:rPr>
      </w:pPr>
      <w:proofErr w:type="gramStart"/>
      <w:r>
        <w:rPr>
          <w:rFonts w:ascii="Verdana" w:hAnsi="Verdana"/>
        </w:rPr>
        <w:lastRenderedPageBreak/>
        <w:t>a</w:t>
      </w:r>
      <w:proofErr w:type="gramEnd"/>
      <w:r>
        <w:rPr>
          <w:rFonts w:ascii="Verdana" w:hAnsi="Verdana"/>
        </w:rPr>
        <w:t xml:space="preserve"> recepire lo storno di € 12</w:t>
      </w:r>
      <w:r w:rsidR="0000006A">
        <w:rPr>
          <w:rFonts w:ascii="Verdana" w:hAnsi="Verdana"/>
        </w:rPr>
        <w:t>.566,67 dalle borse di studio di ricerca ai trasferimenti al dipartimento di Agrarie</w:t>
      </w:r>
      <w:r>
        <w:rPr>
          <w:rFonts w:ascii="Verdana" w:hAnsi="Verdana"/>
        </w:rPr>
        <w:t xml:space="preserve"> a seguito della rinuncia di due borsiste</w:t>
      </w:r>
      <w:r w:rsidR="0000006A">
        <w:rPr>
          <w:rFonts w:ascii="Verdana" w:hAnsi="Verdana"/>
        </w:rPr>
        <w:t>;</w:t>
      </w:r>
    </w:p>
    <w:p w:rsidR="00275A3D" w:rsidRPr="00471C0F" w:rsidRDefault="00275A3D" w:rsidP="00275A3D">
      <w:pPr>
        <w:numPr>
          <w:ilvl w:val="0"/>
          <w:numId w:val="32"/>
        </w:numPr>
        <w:tabs>
          <w:tab w:val="left" w:pos="567"/>
        </w:tabs>
        <w:spacing w:line="360" w:lineRule="auto"/>
        <w:ind w:left="426" w:right="-1" w:hanging="426"/>
        <w:jc w:val="both"/>
        <w:rPr>
          <w:rFonts w:ascii="Verdana" w:hAnsi="Verdana"/>
        </w:rPr>
      </w:pPr>
      <w:proofErr w:type="gramStart"/>
      <w:r w:rsidRPr="00471C0F">
        <w:rPr>
          <w:rFonts w:ascii="Verdana" w:hAnsi="Verdana"/>
        </w:rPr>
        <w:t>a</w:t>
      </w:r>
      <w:proofErr w:type="gramEnd"/>
      <w:r w:rsidRPr="00471C0F">
        <w:rPr>
          <w:rFonts w:ascii="Verdana" w:hAnsi="Verdana"/>
        </w:rPr>
        <w:t xml:space="preserve"> variare il budget degli investimenti per </w:t>
      </w:r>
      <w:r>
        <w:rPr>
          <w:rFonts w:ascii="Verdana" w:hAnsi="Verdana"/>
        </w:rPr>
        <w:t>l’acquisto di attrezzature informatiche (€ 35.000,00).</w:t>
      </w:r>
    </w:p>
    <w:p w:rsidR="006A041A" w:rsidRDefault="006A041A" w:rsidP="00293072">
      <w:pPr>
        <w:numPr>
          <w:ilvl w:val="0"/>
          <w:numId w:val="32"/>
        </w:numPr>
        <w:tabs>
          <w:tab w:val="left" w:pos="567"/>
        </w:tabs>
        <w:spacing w:line="360" w:lineRule="auto"/>
        <w:ind w:left="426" w:right="-1" w:hanging="426"/>
        <w:jc w:val="both"/>
        <w:rPr>
          <w:rFonts w:ascii="Verdana" w:hAnsi="Verdana"/>
        </w:rPr>
      </w:pPr>
      <w:r w:rsidRPr="00F702C1">
        <w:rPr>
          <w:rFonts w:ascii="Verdana" w:hAnsi="Verdana"/>
        </w:rPr>
        <w:t xml:space="preserve">a recepire le variazioni dei </w:t>
      </w:r>
      <w:bookmarkStart w:id="0" w:name="_GoBack"/>
      <w:bookmarkEnd w:id="0"/>
      <w:r w:rsidRPr="00F702C1">
        <w:rPr>
          <w:rFonts w:ascii="Verdana" w:hAnsi="Verdana"/>
        </w:rPr>
        <w:t>dipartimenti</w:t>
      </w:r>
      <w:r w:rsidR="00ED366F">
        <w:rPr>
          <w:rFonts w:ascii="Verdana" w:hAnsi="Verdana"/>
        </w:rPr>
        <w:t>.</w:t>
      </w:r>
    </w:p>
    <w:p w:rsidR="005F3767" w:rsidRPr="00293072" w:rsidRDefault="005F3767" w:rsidP="006A041A">
      <w:pPr>
        <w:tabs>
          <w:tab w:val="left" w:pos="567"/>
        </w:tabs>
        <w:spacing w:line="360" w:lineRule="auto"/>
        <w:ind w:left="720" w:right="-1"/>
        <w:jc w:val="both"/>
        <w:rPr>
          <w:rFonts w:ascii="Verdana" w:hAnsi="Verdana"/>
        </w:rPr>
      </w:pPr>
    </w:p>
    <w:sectPr w:rsidR="005F3767" w:rsidRPr="00293072" w:rsidSect="00F72795">
      <w:footerReference w:type="even" r:id="rId8"/>
      <w:footerReference w:type="default" r:id="rId9"/>
      <w:pgSz w:w="11906" w:h="16838"/>
      <w:pgMar w:top="1418" w:right="1134" w:bottom="1134" w:left="1134" w:header="720" w:footer="737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F4243" w:rsidRDefault="00EF4243">
      <w:r>
        <w:separator/>
      </w:r>
    </w:p>
  </w:endnote>
  <w:endnote w:type="continuationSeparator" w:id="0">
    <w:p w:rsidR="00EF4243" w:rsidRDefault="00EF42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05AB" w:rsidRDefault="005A05AB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>
      <w:rPr>
        <w:rStyle w:val="Numeropagina"/>
        <w:noProof/>
      </w:rPr>
      <w:t>1</w:t>
    </w:r>
    <w:r>
      <w:rPr>
        <w:rStyle w:val="Numeropagina"/>
      </w:rPr>
      <w:fldChar w:fldCharType="end"/>
    </w:r>
  </w:p>
  <w:p w:rsidR="005A05AB" w:rsidRDefault="005A05AB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05AB" w:rsidRDefault="005A05AB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783897">
      <w:rPr>
        <w:rStyle w:val="Numeropagina"/>
        <w:noProof/>
      </w:rPr>
      <w:t>2</w:t>
    </w:r>
    <w:r>
      <w:rPr>
        <w:rStyle w:val="Numeropagina"/>
      </w:rPr>
      <w:fldChar w:fldCharType="end"/>
    </w:r>
  </w:p>
  <w:p w:rsidR="005A05AB" w:rsidRDefault="005A05AB">
    <w:pPr>
      <w:pStyle w:val="Pidipagina"/>
      <w:rPr>
        <w:sz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F4243" w:rsidRDefault="00EF4243">
      <w:r>
        <w:separator/>
      </w:r>
    </w:p>
  </w:footnote>
  <w:footnote w:type="continuationSeparator" w:id="0">
    <w:p w:rsidR="00EF4243" w:rsidRDefault="00EF424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4B7006"/>
    <w:multiLevelType w:val="hybridMultilevel"/>
    <w:tmpl w:val="CC7C6246"/>
    <w:lvl w:ilvl="0" w:tplc="04100005">
      <w:start w:val="1"/>
      <w:numFmt w:val="bullet"/>
      <w:lvlText w:val=""/>
      <w:lvlJc w:val="left"/>
      <w:pPr>
        <w:tabs>
          <w:tab w:val="num" w:pos="1288"/>
        </w:tabs>
        <w:ind w:left="128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008"/>
        </w:tabs>
        <w:ind w:left="200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728"/>
        </w:tabs>
        <w:ind w:left="272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448"/>
        </w:tabs>
        <w:ind w:left="344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168"/>
        </w:tabs>
        <w:ind w:left="416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888"/>
        </w:tabs>
        <w:ind w:left="488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08"/>
        </w:tabs>
        <w:ind w:left="560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328"/>
        </w:tabs>
        <w:ind w:left="632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048"/>
        </w:tabs>
        <w:ind w:left="7048" w:hanging="360"/>
      </w:pPr>
      <w:rPr>
        <w:rFonts w:ascii="Wingdings" w:hAnsi="Wingdings" w:hint="default"/>
      </w:rPr>
    </w:lvl>
  </w:abstractNum>
  <w:abstractNum w:abstractNumId="1" w15:restartNumberingAfterBreak="0">
    <w:nsid w:val="17DC0E72"/>
    <w:multiLevelType w:val="hybridMultilevel"/>
    <w:tmpl w:val="8F58C938"/>
    <w:lvl w:ilvl="0" w:tplc="41AA8A18">
      <w:numFmt w:val="bullet"/>
      <w:lvlText w:val="­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 w:hint="default"/>
      </w:rPr>
    </w:lvl>
    <w:lvl w:ilvl="1" w:tplc="460A60A8">
      <w:start w:val="1"/>
      <w:numFmt w:val="lowerLetter"/>
      <w:lvlText w:val="%2."/>
      <w:lvlJc w:val="left"/>
      <w:pPr>
        <w:tabs>
          <w:tab w:val="num" w:pos="714"/>
        </w:tabs>
        <w:ind w:left="714" w:hanging="357"/>
      </w:pPr>
      <w:rPr>
        <w:rFonts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131301"/>
    <w:multiLevelType w:val="hybridMultilevel"/>
    <w:tmpl w:val="D2DA72BC"/>
    <w:lvl w:ilvl="0" w:tplc="3ED850E6">
      <w:numFmt w:val="bullet"/>
      <w:lvlText w:val="-"/>
      <w:lvlJc w:val="left"/>
      <w:pPr>
        <w:ind w:left="144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BAC5CD1"/>
    <w:multiLevelType w:val="hybridMultilevel"/>
    <w:tmpl w:val="B504CFA8"/>
    <w:lvl w:ilvl="0" w:tplc="2AAA3938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90" w:hanging="360"/>
      </w:pPr>
    </w:lvl>
    <w:lvl w:ilvl="2" w:tplc="0410001B">
      <w:start w:val="1"/>
      <w:numFmt w:val="lowerRoman"/>
      <w:lvlText w:val="%3."/>
      <w:lvlJc w:val="right"/>
      <w:pPr>
        <w:ind w:left="2510" w:hanging="180"/>
      </w:pPr>
    </w:lvl>
    <w:lvl w:ilvl="3" w:tplc="0410000F" w:tentative="1">
      <w:start w:val="1"/>
      <w:numFmt w:val="decimal"/>
      <w:lvlText w:val="%4."/>
      <w:lvlJc w:val="left"/>
      <w:pPr>
        <w:ind w:left="3230" w:hanging="360"/>
      </w:pPr>
    </w:lvl>
    <w:lvl w:ilvl="4" w:tplc="04100019" w:tentative="1">
      <w:start w:val="1"/>
      <w:numFmt w:val="lowerLetter"/>
      <w:lvlText w:val="%5."/>
      <w:lvlJc w:val="left"/>
      <w:pPr>
        <w:ind w:left="3950" w:hanging="360"/>
      </w:pPr>
    </w:lvl>
    <w:lvl w:ilvl="5" w:tplc="0410001B" w:tentative="1">
      <w:start w:val="1"/>
      <w:numFmt w:val="lowerRoman"/>
      <w:lvlText w:val="%6."/>
      <w:lvlJc w:val="right"/>
      <w:pPr>
        <w:ind w:left="4670" w:hanging="180"/>
      </w:pPr>
    </w:lvl>
    <w:lvl w:ilvl="6" w:tplc="0410000F" w:tentative="1">
      <w:start w:val="1"/>
      <w:numFmt w:val="decimal"/>
      <w:lvlText w:val="%7."/>
      <w:lvlJc w:val="left"/>
      <w:pPr>
        <w:ind w:left="5390" w:hanging="360"/>
      </w:pPr>
    </w:lvl>
    <w:lvl w:ilvl="7" w:tplc="04100019" w:tentative="1">
      <w:start w:val="1"/>
      <w:numFmt w:val="lowerLetter"/>
      <w:lvlText w:val="%8."/>
      <w:lvlJc w:val="left"/>
      <w:pPr>
        <w:ind w:left="6110" w:hanging="360"/>
      </w:pPr>
    </w:lvl>
    <w:lvl w:ilvl="8" w:tplc="0410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" w15:restartNumberingAfterBreak="0">
    <w:nsid w:val="2265381D"/>
    <w:multiLevelType w:val="hybridMultilevel"/>
    <w:tmpl w:val="DFC29ABA"/>
    <w:lvl w:ilvl="0" w:tplc="0410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5" w15:restartNumberingAfterBreak="0">
    <w:nsid w:val="22CF0AFF"/>
    <w:multiLevelType w:val="hybridMultilevel"/>
    <w:tmpl w:val="F2CC0000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9264B3B"/>
    <w:multiLevelType w:val="hybridMultilevel"/>
    <w:tmpl w:val="B60694B8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BB74F42"/>
    <w:multiLevelType w:val="hybridMultilevel"/>
    <w:tmpl w:val="D66EC87A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C1F4A88"/>
    <w:multiLevelType w:val="hybridMultilevel"/>
    <w:tmpl w:val="2DB857D2"/>
    <w:lvl w:ilvl="0" w:tplc="0410000D">
      <w:start w:val="1"/>
      <w:numFmt w:val="bullet"/>
      <w:lvlText w:val=""/>
      <w:lvlJc w:val="left"/>
      <w:pPr>
        <w:ind w:left="1146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 w15:restartNumberingAfterBreak="0">
    <w:nsid w:val="2D1E1579"/>
    <w:multiLevelType w:val="hybridMultilevel"/>
    <w:tmpl w:val="CC2C38EE"/>
    <w:lvl w:ilvl="0" w:tplc="CF58E49C">
      <w:numFmt w:val="bullet"/>
      <w:lvlText w:val="-"/>
      <w:lvlJc w:val="left"/>
      <w:pPr>
        <w:tabs>
          <w:tab w:val="num" w:pos="360"/>
        </w:tabs>
        <w:ind w:left="357" w:hanging="357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F131CC0"/>
    <w:multiLevelType w:val="hybridMultilevel"/>
    <w:tmpl w:val="4DA42398"/>
    <w:lvl w:ilvl="0" w:tplc="FFE491AE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1C4766B"/>
    <w:multiLevelType w:val="hybridMultilevel"/>
    <w:tmpl w:val="277C2FE4"/>
    <w:lvl w:ilvl="0" w:tplc="5FF25856">
      <w:start w:val="1"/>
      <w:numFmt w:val="bullet"/>
      <w:lvlText w:val=""/>
      <w:lvlJc w:val="left"/>
      <w:pPr>
        <w:ind w:left="2214" w:hanging="360"/>
      </w:pPr>
      <w:rPr>
        <w:rFonts w:ascii="Symbol" w:hAnsi="Symbol" w:hint="default"/>
      </w:rPr>
    </w:lvl>
    <w:lvl w:ilvl="1" w:tplc="C7685C34">
      <w:numFmt w:val="bullet"/>
      <w:lvlText w:val="-"/>
      <w:lvlJc w:val="left"/>
      <w:pPr>
        <w:ind w:left="1440" w:hanging="360"/>
      </w:pPr>
      <w:rPr>
        <w:rFonts w:ascii="Verdana" w:eastAsia="Times New Roman" w:hAnsi="Verdana" w:cs="Times New Roman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5430286"/>
    <w:multiLevelType w:val="hybridMultilevel"/>
    <w:tmpl w:val="3D50A522"/>
    <w:lvl w:ilvl="0" w:tplc="F0D24C4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647" w:hanging="360"/>
      </w:pPr>
    </w:lvl>
    <w:lvl w:ilvl="2" w:tplc="0410001B">
      <w:start w:val="1"/>
      <w:numFmt w:val="lowerRoman"/>
      <w:lvlText w:val="%3."/>
      <w:lvlJc w:val="right"/>
      <w:pPr>
        <w:ind w:left="2367" w:hanging="180"/>
      </w:pPr>
    </w:lvl>
    <w:lvl w:ilvl="3" w:tplc="0410000F" w:tentative="1">
      <w:start w:val="1"/>
      <w:numFmt w:val="decimal"/>
      <w:lvlText w:val="%4."/>
      <w:lvlJc w:val="left"/>
      <w:pPr>
        <w:ind w:left="3087" w:hanging="360"/>
      </w:pPr>
    </w:lvl>
    <w:lvl w:ilvl="4" w:tplc="04100019" w:tentative="1">
      <w:start w:val="1"/>
      <w:numFmt w:val="lowerLetter"/>
      <w:lvlText w:val="%5."/>
      <w:lvlJc w:val="left"/>
      <w:pPr>
        <w:ind w:left="3807" w:hanging="360"/>
      </w:pPr>
    </w:lvl>
    <w:lvl w:ilvl="5" w:tplc="0410001B" w:tentative="1">
      <w:start w:val="1"/>
      <w:numFmt w:val="lowerRoman"/>
      <w:lvlText w:val="%6."/>
      <w:lvlJc w:val="right"/>
      <w:pPr>
        <w:ind w:left="4527" w:hanging="180"/>
      </w:pPr>
    </w:lvl>
    <w:lvl w:ilvl="6" w:tplc="0410000F" w:tentative="1">
      <w:start w:val="1"/>
      <w:numFmt w:val="decimal"/>
      <w:lvlText w:val="%7."/>
      <w:lvlJc w:val="left"/>
      <w:pPr>
        <w:ind w:left="5247" w:hanging="360"/>
      </w:pPr>
    </w:lvl>
    <w:lvl w:ilvl="7" w:tplc="04100019" w:tentative="1">
      <w:start w:val="1"/>
      <w:numFmt w:val="lowerLetter"/>
      <w:lvlText w:val="%8."/>
      <w:lvlJc w:val="left"/>
      <w:pPr>
        <w:ind w:left="5967" w:hanging="360"/>
      </w:pPr>
    </w:lvl>
    <w:lvl w:ilvl="8" w:tplc="0410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032D6A"/>
    <w:multiLevelType w:val="hybridMultilevel"/>
    <w:tmpl w:val="D1B0F034"/>
    <w:lvl w:ilvl="0" w:tplc="0410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73E0DA7"/>
    <w:multiLevelType w:val="hybridMultilevel"/>
    <w:tmpl w:val="09205978"/>
    <w:lvl w:ilvl="0" w:tplc="E27C4748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5" w15:restartNumberingAfterBreak="0">
    <w:nsid w:val="3C9A1608"/>
    <w:multiLevelType w:val="hybridMultilevel"/>
    <w:tmpl w:val="8AE0184C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EC62C18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CC347FA"/>
    <w:multiLevelType w:val="hybridMultilevel"/>
    <w:tmpl w:val="20DCEB1C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E767327"/>
    <w:multiLevelType w:val="hybridMultilevel"/>
    <w:tmpl w:val="DD06B47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96C7AC4"/>
    <w:multiLevelType w:val="hybridMultilevel"/>
    <w:tmpl w:val="2E80325E"/>
    <w:lvl w:ilvl="0" w:tplc="E27C4748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0650BCD"/>
    <w:multiLevelType w:val="multilevel"/>
    <w:tmpl w:val="8F58C938"/>
    <w:lvl w:ilvl="0">
      <w:numFmt w:val="bullet"/>
      <w:lvlText w:val="­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714"/>
        </w:tabs>
        <w:ind w:left="714" w:hanging="357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BD4256E"/>
    <w:multiLevelType w:val="hybridMultilevel"/>
    <w:tmpl w:val="9DD456F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DC64E69"/>
    <w:multiLevelType w:val="hybridMultilevel"/>
    <w:tmpl w:val="02028158"/>
    <w:lvl w:ilvl="0" w:tplc="6B122650">
      <w:start w:val="1"/>
      <w:numFmt w:val="decimal"/>
      <w:lvlText w:val="%1)"/>
      <w:lvlJc w:val="left"/>
      <w:pPr>
        <w:tabs>
          <w:tab w:val="num" w:pos="928"/>
        </w:tabs>
        <w:ind w:left="928" w:hanging="360"/>
      </w:pPr>
      <w:rPr>
        <w:rFonts w:ascii="Times New Roman" w:eastAsia="Times New Roman" w:hAnsi="Times New Roman"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E29238B"/>
    <w:multiLevelType w:val="multilevel"/>
    <w:tmpl w:val="09205978"/>
    <w:lvl w:ilvl="0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23" w15:restartNumberingAfterBreak="0">
    <w:nsid w:val="604C060A"/>
    <w:multiLevelType w:val="hybridMultilevel"/>
    <w:tmpl w:val="95A424D2"/>
    <w:lvl w:ilvl="0" w:tplc="E0A6D7BC">
      <w:numFmt w:val="bullet"/>
      <w:lvlText w:val="­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1E305A6"/>
    <w:multiLevelType w:val="multilevel"/>
    <w:tmpl w:val="2E80325E"/>
    <w:lvl w:ilvl="0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36E31CC"/>
    <w:multiLevelType w:val="hybridMultilevel"/>
    <w:tmpl w:val="44C0031E"/>
    <w:lvl w:ilvl="0" w:tplc="04100001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429415E"/>
    <w:multiLevelType w:val="hybridMultilevel"/>
    <w:tmpl w:val="F79A7C0A"/>
    <w:lvl w:ilvl="0" w:tplc="F0D24C44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505" w:hanging="360"/>
      </w:pPr>
    </w:lvl>
    <w:lvl w:ilvl="2" w:tplc="0410001B">
      <w:start w:val="1"/>
      <w:numFmt w:val="lowerRoman"/>
      <w:lvlText w:val="%3."/>
      <w:lvlJc w:val="right"/>
      <w:pPr>
        <w:ind w:left="2225" w:hanging="180"/>
      </w:pPr>
    </w:lvl>
    <w:lvl w:ilvl="3" w:tplc="0410000F" w:tentative="1">
      <w:start w:val="1"/>
      <w:numFmt w:val="decimal"/>
      <w:lvlText w:val="%4."/>
      <w:lvlJc w:val="left"/>
      <w:pPr>
        <w:ind w:left="2945" w:hanging="360"/>
      </w:pPr>
    </w:lvl>
    <w:lvl w:ilvl="4" w:tplc="04100019" w:tentative="1">
      <w:start w:val="1"/>
      <w:numFmt w:val="lowerLetter"/>
      <w:lvlText w:val="%5."/>
      <w:lvlJc w:val="left"/>
      <w:pPr>
        <w:ind w:left="3665" w:hanging="360"/>
      </w:pPr>
    </w:lvl>
    <w:lvl w:ilvl="5" w:tplc="0410001B" w:tentative="1">
      <w:start w:val="1"/>
      <w:numFmt w:val="lowerRoman"/>
      <w:lvlText w:val="%6."/>
      <w:lvlJc w:val="right"/>
      <w:pPr>
        <w:ind w:left="4385" w:hanging="180"/>
      </w:pPr>
    </w:lvl>
    <w:lvl w:ilvl="6" w:tplc="0410000F" w:tentative="1">
      <w:start w:val="1"/>
      <w:numFmt w:val="decimal"/>
      <w:lvlText w:val="%7."/>
      <w:lvlJc w:val="left"/>
      <w:pPr>
        <w:ind w:left="5105" w:hanging="360"/>
      </w:pPr>
    </w:lvl>
    <w:lvl w:ilvl="7" w:tplc="04100019" w:tentative="1">
      <w:start w:val="1"/>
      <w:numFmt w:val="lowerLetter"/>
      <w:lvlText w:val="%8."/>
      <w:lvlJc w:val="left"/>
      <w:pPr>
        <w:ind w:left="5825" w:hanging="360"/>
      </w:pPr>
    </w:lvl>
    <w:lvl w:ilvl="8" w:tplc="0410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7" w15:restartNumberingAfterBreak="0">
    <w:nsid w:val="6C2336A0"/>
    <w:multiLevelType w:val="hybridMultilevel"/>
    <w:tmpl w:val="C47EB904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F707BEC"/>
    <w:multiLevelType w:val="hybridMultilevel"/>
    <w:tmpl w:val="BFAA71DE"/>
    <w:lvl w:ilvl="0" w:tplc="E27C4748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0F36001"/>
    <w:multiLevelType w:val="hybridMultilevel"/>
    <w:tmpl w:val="3B049A20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60A3419"/>
    <w:multiLevelType w:val="hybridMultilevel"/>
    <w:tmpl w:val="CA6404F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8B76911"/>
    <w:multiLevelType w:val="hybridMultilevel"/>
    <w:tmpl w:val="ED8E19FE"/>
    <w:lvl w:ilvl="0" w:tplc="0410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EC62C18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A4F68C3"/>
    <w:multiLevelType w:val="multilevel"/>
    <w:tmpl w:val="09205978"/>
    <w:lvl w:ilvl="0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31"/>
  </w:num>
  <w:num w:numId="3">
    <w:abstractNumId w:val="1"/>
  </w:num>
  <w:num w:numId="4">
    <w:abstractNumId w:val="14"/>
  </w:num>
  <w:num w:numId="5">
    <w:abstractNumId w:val="22"/>
  </w:num>
  <w:num w:numId="6">
    <w:abstractNumId w:val="32"/>
  </w:num>
  <w:num w:numId="7">
    <w:abstractNumId w:val="18"/>
  </w:num>
  <w:num w:numId="8">
    <w:abstractNumId w:val="19"/>
  </w:num>
  <w:num w:numId="9">
    <w:abstractNumId w:val="24"/>
  </w:num>
  <w:num w:numId="10">
    <w:abstractNumId w:val="28"/>
  </w:num>
  <w:num w:numId="11">
    <w:abstractNumId w:val="10"/>
  </w:num>
  <w:num w:numId="12">
    <w:abstractNumId w:val="23"/>
  </w:num>
  <w:num w:numId="13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1"/>
  </w:num>
  <w:num w:numId="17">
    <w:abstractNumId w:val="25"/>
  </w:num>
  <w:num w:numId="18">
    <w:abstractNumId w:val="0"/>
  </w:num>
  <w:num w:numId="19">
    <w:abstractNumId w:val="13"/>
  </w:num>
  <w:num w:numId="20">
    <w:abstractNumId w:val="16"/>
  </w:num>
  <w:num w:numId="21">
    <w:abstractNumId w:val="29"/>
  </w:num>
  <w:num w:numId="22">
    <w:abstractNumId w:val="3"/>
  </w:num>
  <w:num w:numId="23">
    <w:abstractNumId w:val="7"/>
  </w:num>
  <w:num w:numId="24">
    <w:abstractNumId w:val="11"/>
  </w:num>
  <w:num w:numId="25">
    <w:abstractNumId w:val="4"/>
  </w:num>
  <w:num w:numId="26">
    <w:abstractNumId w:val="17"/>
  </w:num>
  <w:num w:numId="27">
    <w:abstractNumId w:val="26"/>
  </w:num>
  <w:num w:numId="28">
    <w:abstractNumId w:val="5"/>
  </w:num>
  <w:num w:numId="2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2"/>
  </w:num>
  <w:num w:numId="31">
    <w:abstractNumId w:val="30"/>
  </w:num>
  <w:num w:numId="32">
    <w:abstractNumId w:val="20"/>
  </w:num>
  <w:num w:numId="33">
    <w:abstractNumId w:val="2"/>
  </w:num>
  <w:num w:numId="34">
    <w:abstractNumId w:val="27"/>
  </w:num>
  <w:num w:numId="35">
    <w:abstractNumId w:val="8"/>
  </w:num>
  <w:num w:numId="3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43DD"/>
    <w:rsid w:val="0000000E"/>
    <w:rsid w:val="0000006A"/>
    <w:rsid w:val="00000B04"/>
    <w:rsid w:val="000013CB"/>
    <w:rsid w:val="000017CD"/>
    <w:rsid w:val="000033E4"/>
    <w:rsid w:val="000038FA"/>
    <w:rsid w:val="000102DB"/>
    <w:rsid w:val="000108C1"/>
    <w:rsid w:val="00011527"/>
    <w:rsid w:val="0001279B"/>
    <w:rsid w:val="000141DD"/>
    <w:rsid w:val="000148D9"/>
    <w:rsid w:val="000151E7"/>
    <w:rsid w:val="00015946"/>
    <w:rsid w:val="00020814"/>
    <w:rsid w:val="00021976"/>
    <w:rsid w:val="000246E9"/>
    <w:rsid w:val="00025EDC"/>
    <w:rsid w:val="00025FCE"/>
    <w:rsid w:val="00026A82"/>
    <w:rsid w:val="00026D1F"/>
    <w:rsid w:val="00026D9E"/>
    <w:rsid w:val="00030A43"/>
    <w:rsid w:val="00032A14"/>
    <w:rsid w:val="00033802"/>
    <w:rsid w:val="00041E60"/>
    <w:rsid w:val="0004447A"/>
    <w:rsid w:val="000450C0"/>
    <w:rsid w:val="00045320"/>
    <w:rsid w:val="00046034"/>
    <w:rsid w:val="00046104"/>
    <w:rsid w:val="00051A64"/>
    <w:rsid w:val="000528C8"/>
    <w:rsid w:val="00052CA7"/>
    <w:rsid w:val="00064DB5"/>
    <w:rsid w:val="000747AA"/>
    <w:rsid w:val="00074B8C"/>
    <w:rsid w:val="00076948"/>
    <w:rsid w:val="00076FCB"/>
    <w:rsid w:val="000770CB"/>
    <w:rsid w:val="00080FD6"/>
    <w:rsid w:val="00083BE2"/>
    <w:rsid w:val="000842E9"/>
    <w:rsid w:val="000874E5"/>
    <w:rsid w:val="00090725"/>
    <w:rsid w:val="00091A14"/>
    <w:rsid w:val="00091D4F"/>
    <w:rsid w:val="00091E73"/>
    <w:rsid w:val="000931B2"/>
    <w:rsid w:val="00093839"/>
    <w:rsid w:val="00094A10"/>
    <w:rsid w:val="00094A58"/>
    <w:rsid w:val="00094EAB"/>
    <w:rsid w:val="000A1B68"/>
    <w:rsid w:val="000A1D8B"/>
    <w:rsid w:val="000A2D83"/>
    <w:rsid w:val="000A2E15"/>
    <w:rsid w:val="000A47C5"/>
    <w:rsid w:val="000A6793"/>
    <w:rsid w:val="000A73C5"/>
    <w:rsid w:val="000B1C22"/>
    <w:rsid w:val="000B1DC7"/>
    <w:rsid w:val="000B2654"/>
    <w:rsid w:val="000B701E"/>
    <w:rsid w:val="000C0E3B"/>
    <w:rsid w:val="000C16B2"/>
    <w:rsid w:val="000C23BB"/>
    <w:rsid w:val="000C2A44"/>
    <w:rsid w:val="000C34E5"/>
    <w:rsid w:val="000C3E8F"/>
    <w:rsid w:val="000C4216"/>
    <w:rsid w:val="000C4281"/>
    <w:rsid w:val="000C4B5F"/>
    <w:rsid w:val="000C5305"/>
    <w:rsid w:val="000D3711"/>
    <w:rsid w:val="000D3A46"/>
    <w:rsid w:val="000D4102"/>
    <w:rsid w:val="000D574E"/>
    <w:rsid w:val="000D7059"/>
    <w:rsid w:val="000E295B"/>
    <w:rsid w:val="000E388A"/>
    <w:rsid w:val="000E3C59"/>
    <w:rsid w:val="000F4B0B"/>
    <w:rsid w:val="000F535A"/>
    <w:rsid w:val="000F65A4"/>
    <w:rsid w:val="000F6F01"/>
    <w:rsid w:val="00102BDD"/>
    <w:rsid w:val="00103BAE"/>
    <w:rsid w:val="001055E3"/>
    <w:rsid w:val="00106F5E"/>
    <w:rsid w:val="0011139A"/>
    <w:rsid w:val="001113EC"/>
    <w:rsid w:val="0011502A"/>
    <w:rsid w:val="00116AED"/>
    <w:rsid w:val="001178CB"/>
    <w:rsid w:val="001215A9"/>
    <w:rsid w:val="001216B2"/>
    <w:rsid w:val="00121DA8"/>
    <w:rsid w:val="00121DD9"/>
    <w:rsid w:val="00123E99"/>
    <w:rsid w:val="00124C3A"/>
    <w:rsid w:val="00125284"/>
    <w:rsid w:val="00125BE7"/>
    <w:rsid w:val="00126320"/>
    <w:rsid w:val="00126E9B"/>
    <w:rsid w:val="001318F9"/>
    <w:rsid w:val="001319E1"/>
    <w:rsid w:val="00132755"/>
    <w:rsid w:val="00134E32"/>
    <w:rsid w:val="00135E09"/>
    <w:rsid w:val="0013652A"/>
    <w:rsid w:val="001423E4"/>
    <w:rsid w:val="00146B39"/>
    <w:rsid w:val="00152236"/>
    <w:rsid w:val="00156E49"/>
    <w:rsid w:val="00161F1F"/>
    <w:rsid w:val="00162800"/>
    <w:rsid w:val="0016318D"/>
    <w:rsid w:val="0016413F"/>
    <w:rsid w:val="0016728C"/>
    <w:rsid w:val="00170700"/>
    <w:rsid w:val="001722A2"/>
    <w:rsid w:val="00173186"/>
    <w:rsid w:val="001738F3"/>
    <w:rsid w:val="00176096"/>
    <w:rsid w:val="00176247"/>
    <w:rsid w:val="0018037F"/>
    <w:rsid w:val="0018073A"/>
    <w:rsid w:val="00181948"/>
    <w:rsid w:val="001840E4"/>
    <w:rsid w:val="001877B3"/>
    <w:rsid w:val="001901A2"/>
    <w:rsid w:val="00192280"/>
    <w:rsid w:val="00194B79"/>
    <w:rsid w:val="00195B6C"/>
    <w:rsid w:val="00197907"/>
    <w:rsid w:val="001979B1"/>
    <w:rsid w:val="001A4A7D"/>
    <w:rsid w:val="001A598C"/>
    <w:rsid w:val="001A5D57"/>
    <w:rsid w:val="001A6124"/>
    <w:rsid w:val="001B10C2"/>
    <w:rsid w:val="001B320E"/>
    <w:rsid w:val="001B498A"/>
    <w:rsid w:val="001B64B2"/>
    <w:rsid w:val="001B6B8F"/>
    <w:rsid w:val="001C0091"/>
    <w:rsid w:val="001C0A6F"/>
    <w:rsid w:val="001C15BB"/>
    <w:rsid w:val="001C17C1"/>
    <w:rsid w:val="001C26E6"/>
    <w:rsid w:val="001C2D81"/>
    <w:rsid w:val="001C3D13"/>
    <w:rsid w:val="001C4046"/>
    <w:rsid w:val="001C6661"/>
    <w:rsid w:val="001C6D4E"/>
    <w:rsid w:val="001D2DB3"/>
    <w:rsid w:val="001D66ED"/>
    <w:rsid w:val="001D7D74"/>
    <w:rsid w:val="001E39B3"/>
    <w:rsid w:val="001E4B98"/>
    <w:rsid w:val="001E4C8D"/>
    <w:rsid w:val="001E6915"/>
    <w:rsid w:val="001F0BEA"/>
    <w:rsid w:val="001F1A45"/>
    <w:rsid w:val="001F36CA"/>
    <w:rsid w:val="001F3892"/>
    <w:rsid w:val="001F3ABA"/>
    <w:rsid w:val="0020296C"/>
    <w:rsid w:val="00202B0B"/>
    <w:rsid w:val="00202E7A"/>
    <w:rsid w:val="002108E1"/>
    <w:rsid w:val="00211590"/>
    <w:rsid w:val="00211739"/>
    <w:rsid w:val="00213548"/>
    <w:rsid w:val="00213902"/>
    <w:rsid w:val="00216463"/>
    <w:rsid w:val="00216B64"/>
    <w:rsid w:val="00217911"/>
    <w:rsid w:val="00227A25"/>
    <w:rsid w:val="0023247E"/>
    <w:rsid w:val="00233707"/>
    <w:rsid w:val="00233994"/>
    <w:rsid w:val="002340C5"/>
    <w:rsid w:val="00234851"/>
    <w:rsid w:val="0023590F"/>
    <w:rsid w:val="00236308"/>
    <w:rsid w:val="002414AA"/>
    <w:rsid w:val="0024265A"/>
    <w:rsid w:val="00245B6C"/>
    <w:rsid w:val="002470B6"/>
    <w:rsid w:val="00253B6F"/>
    <w:rsid w:val="0025670D"/>
    <w:rsid w:val="002641CF"/>
    <w:rsid w:val="00264463"/>
    <w:rsid w:val="00272709"/>
    <w:rsid w:val="00273BEC"/>
    <w:rsid w:val="00274A0E"/>
    <w:rsid w:val="00275103"/>
    <w:rsid w:val="00275A3D"/>
    <w:rsid w:val="00277140"/>
    <w:rsid w:val="002774B6"/>
    <w:rsid w:val="00285E39"/>
    <w:rsid w:val="002868A5"/>
    <w:rsid w:val="0029190F"/>
    <w:rsid w:val="00292697"/>
    <w:rsid w:val="00293072"/>
    <w:rsid w:val="00293D58"/>
    <w:rsid w:val="0029481B"/>
    <w:rsid w:val="00295B1F"/>
    <w:rsid w:val="00295D1C"/>
    <w:rsid w:val="00297571"/>
    <w:rsid w:val="00297997"/>
    <w:rsid w:val="002A1C17"/>
    <w:rsid w:val="002A368D"/>
    <w:rsid w:val="002A4E53"/>
    <w:rsid w:val="002A4F82"/>
    <w:rsid w:val="002B123D"/>
    <w:rsid w:val="002B1727"/>
    <w:rsid w:val="002B42FD"/>
    <w:rsid w:val="002B6E9B"/>
    <w:rsid w:val="002B7B97"/>
    <w:rsid w:val="002C2445"/>
    <w:rsid w:val="002C39C6"/>
    <w:rsid w:val="002C43DD"/>
    <w:rsid w:val="002C62CF"/>
    <w:rsid w:val="002C62E2"/>
    <w:rsid w:val="002D158F"/>
    <w:rsid w:val="002D1EF3"/>
    <w:rsid w:val="002D2CB3"/>
    <w:rsid w:val="002D3391"/>
    <w:rsid w:val="002D5C72"/>
    <w:rsid w:val="002D5C80"/>
    <w:rsid w:val="002E1A98"/>
    <w:rsid w:val="002E1FF9"/>
    <w:rsid w:val="002E2C44"/>
    <w:rsid w:val="002E4412"/>
    <w:rsid w:val="002E4578"/>
    <w:rsid w:val="002E6121"/>
    <w:rsid w:val="002E6C41"/>
    <w:rsid w:val="002F0321"/>
    <w:rsid w:val="002F0D6D"/>
    <w:rsid w:val="002F1FD2"/>
    <w:rsid w:val="002F205D"/>
    <w:rsid w:val="002F6367"/>
    <w:rsid w:val="002F6BDE"/>
    <w:rsid w:val="003013B5"/>
    <w:rsid w:val="003017B9"/>
    <w:rsid w:val="003035C6"/>
    <w:rsid w:val="003038F6"/>
    <w:rsid w:val="00303D81"/>
    <w:rsid w:val="003043D8"/>
    <w:rsid w:val="0030523F"/>
    <w:rsid w:val="00306381"/>
    <w:rsid w:val="00307AA1"/>
    <w:rsid w:val="003105AA"/>
    <w:rsid w:val="003113FD"/>
    <w:rsid w:val="00313052"/>
    <w:rsid w:val="003132C1"/>
    <w:rsid w:val="00313766"/>
    <w:rsid w:val="00314BEC"/>
    <w:rsid w:val="00317379"/>
    <w:rsid w:val="00320A07"/>
    <w:rsid w:val="00321B8F"/>
    <w:rsid w:val="00323629"/>
    <w:rsid w:val="003241C6"/>
    <w:rsid w:val="00324A71"/>
    <w:rsid w:val="003308F3"/>
    <w:rsid w:val="00330AF7"/>
    <w:rsid w:val="00332F41"/>
    <w:rsid w:val="00334586"/>
    <w:rsid w:val="003361A2"/>
    <w:rsid w:val="00337766"/>
    <w:rsid w:val="003403EF"/>
    <w:rsid w:val="003434A3"/>
    <w:rsid w:val="00343774"/>
    <w:rsid w:val="003437E0"/>
    <w:rsid w:val="00343EC4"/>
    <w:rsid w:val="0034612B"/>
    <w:rsid w:val="00354C55"/>
    <w:rsid w:val="003554B1"/>
    <w:rsid w:val="003554D7"/>
    <w:rsid w:val="00355B73"/>
    <w:rsid w:val="003572B1"/>
    <w:rsid w:val="00362009"/>
    <w:rsid w:val="00363DE3"/>
    <w:rsid w:val="00366C30"/>
    <w:rsid w:val="003670D2"/>
    <w:rsid w:val="00370A05"/>
    <w:rsid w:val="00371950"/>
    <w:rsid w:val="00374C32"/>
    <w:rsid w:val="003756F7"/>
    <w:rsid w:val="00383566"/>
    <w:rsid w:val="00384DA2"/>
    <w:rsid w:val="00386F44"/>
    <w:rsid w:val="00395CB7"/>
    <w:rsid w:val="003A04FD"/>
    <w:rsid w:val="003A2F63"/>
    <w:rsid w:val="003A4549"/>
    <w:rsid w:val="003A63D8"/>
    <w:rsid w:val="003A7A9C"/>
    <w:rsid w:val="003B2229"/>
    <w:rsid w:val="003B33C0"/>
    <w:rsid w:val="003B3D85"/>
    <w:rsid w:val="003B479A"/>
    <w:rsid w:val="003B73D3"/>
    <w:rsid w:val="003B7B75"/>
    <w:rsid w:val="003C2E4C"/>
    <w:rsid w:val="003C55E9"/>
    <w:rsid w:val="003D33CF"/>
    <w:rsid w:val="003D43EE"/>
    <w:rsid w:val="003D66DD"/>
    <w:rsid w:val="003E2FCE"/>
    <w:rsid w:val="003E3A91"/>
    <w:rsid w:val="003E5FE6"/>
    <w:rsid w:val="003E78A7"/>
    <w:rsid w:val="003F2A6D"/>
    <w:rsid w:val="003F4F93"/>
    <w:rsid w:val="003F5631"/>
    <w:rsid w:val="003F6F18"/>
    <w:rsid w:val="003F77DA"/>
    <w:rsid w:val="004014D9"/>
    <w:rsid w:val="004060E1"/>
    <w:rsid w:val="00410AE1"/>
    <w:rsid w:val="00410BD6"/>
    <w:rsid w:val="00411645"/>
    <w:rsid w:val="0041425C"/>
    <w:rsid w:val="00421FAC"/>
    <w:rsid w:val="00422FAC"/>
    <w:rsid w:val="00423057"/>
    <w:rsid w:val="0042347E"/>
    <w:rsid w:val="00423B5D"/>
    <w:rsid w:val="0042401E"/>
    <w:rsid w:val="00424089"/>
    <w:rsid w:val="00426ADE"/>
    <w:rsid w:val="004343A6"/>
    <w:rsid w:val="00441CA9"/>
    <w:rsid w:val="00443563"/>
    <w:rsid w:val="00443A4D"/>
    <w:rsid w:val="00444C23"/>
    <w:rsid w:val="004506B0"/>
    <w:rsid w:val="004523EA"/>
    <w:rsid w:val="00452A36"/>
    <w:rsid w:val="00452B21"/>
    <w:rsid w:val="004560E9"/>
    <w:rsid w:val="004570BA"/>
    <w:rsid w:val="00457D4A"/>
    <w:rsid w:val="0046220F"/>
    <w:rsid w:val="004642CC"/>
    <w:rsid w:val="00464431"/>
    <w:rsid w:val="0046550F"/>
    <w:rsid w:val="00465D1B"/>
    <w:rsid w:val="00471C0F"/>
    <w:rsid w:val="0047415C"/>
    <w:rsid w:val="00475DBA"/>
    <w:rsid w:val="00476E19"/>
    <w:rsid w:val="00484872"/>
    <w:rsid w:val="00485223"/>
    <w:rsid w:val="00486271"/>
    <w:rsid w:val="00490AB1"/>
    <w:rsid w:val="00492952"/>
    <w:rsid w:val="004937BE"/>
    <w:rsid w:val="00495BC9"/>
    <w:rsid w:val="004A46AC"/>
    <w:rsid w:val="004B18EF"/>
    <w:rsid w:val="004B2905"/>
    <w:rsid w:val="004B6A5B"/>
    <w:rsid w:val="004B75B4"/>
    <w:rsid w:val="004B7CA0"/>
    <w:rsid w:val="004C08A5"/>
    <w:rsid w:val="004C4BFA"/>
    <w:rsid w:val="004D15F2"/>
    <w:rsid w:val="004D36C6"/>
    <w:rsid w:val="004E0DD8"/>
    <w:rsid w:val="004E189D"/>
    <w:rsid w:val="004E2FD0"/>
    <w:rsid w:val="004E6522"/>
    <w:rsid w:val="004E7511"/>
    <w:rsid w:val="004F374C"/>
    <w:rsid w:val="004F5507"/>
    <w:rsid w:val="004F55FE"/>
    <w:rsid w:val="004F587D"/>
    <w:rsid w:val="004F5B03"/>
    <w:rsid w:val="004F7037"/>
    <w:rsid w:val="00501383"/>
    <w:rsid w:val="00504D5D"/>
    <w:rsid w:val="005050BB"/>
    <w:rsid w:val="0050532C"/>
    <w:rsid w:val="00505821"/>
    <w:rsid w:val="00512B1B"/>
    <w:rsid w:val="0051424C"/>
    <w:rsid w:val="005151AF"/>
    <w:rsid w:val="00516524"/>
    <w:rsid w:val="00517013"/>
    <w:rsid w:val="00524B0D"/>
    <w:rsid w:val="00524D4B"/>
    <w:rsid w:val="00524E71"/>
    <w:rsid w:val="00525EFD"/>
    <w:rsid w:val="005305B6"/>
    <w:rsid w:val="00532E4E"/>
    <w:rsid w:val="00532F1E"/>
    <w:rsid w:val="005332D8"/>
    <w:rsid w:val="00535711"/>
    <w:rsid w:val="00535F77"/>
    <w:rsid w:val="00536C12"/>
    <w:rsid w:val="00541690"/>
    <w:rsid w:val="0054411C"/>
    <w:rsid w:val="005460EE"/>
    <w:rsid w:val="005465EF"/>
    <w:rsid w:val="00547018"/>
    <w:rsid w:val="005476C9"/>
    <w:rsid w:val="0055078B"/>
    <w:rsid w:val="005524F8"/>
    <w:rsid w:val="00556DD0"/>
    <w:rsid w:val="00561108"/>
    <w:rsid w:val="005631CC"/>
    <w:rsid w:val="00563F6E"/>
    <w:rsid w:val="005717D8"/>
    <w:rsid w:val="00573823"/>
    <w:rsid w:val="00574138"/>
    <w:rsid w:val="00574BC3"/>
    <w:rsid w:val="00576660"/>
    <w:rsid w:val="00581154"/>
    <w:rsid w:val="0058138C"/>
    <w:rsid w:val="00583333"/>
    <w:rsid w:val="005836F3"/>
    <w:rsid w:val="00587259"/>
    <w:rsid w:val="00587C38"/>
    <w:rsid w:val="00593232"/>
    <w:rsid w:val="005967A0"/>
    <w:rsid w:val="00596E1A"/>
    <w:rsid w:val="0059798F"/>
    <w:rsid w:val="005A053E"/>
    <w:rsid w:val="005A05AB"/>
    <w:rsid w:val="005A1839"/>
    <w:rsid w:val="005A221B"/>
    <w:rsid w:val="005A3E60"/>
    <w:rsid w:val="005A7D0C"/>
    <w:rsid w:val="005B1A44"/>
    <w:rsid w:val="005B242C"/>
    <w:rsid w:val="005B282B"/>
    <w:rsid w:val="005B5EA5"/>
    <w:rsid w:val="005B6B36"/>
    <w:rsid w:val="005B6FB5"/>
    <w:rsid w:val="005B7BFC"/>
    <w:rsid w:val="005C23D3"/>
    <w:rsid w:val="005C62DF"/>
    <w:rsid w:val="005C7861"/>
    <w:rsid w:val="005D0AF3"/>
    <w:rsid w:val="005D0E57"/>
    <w:rsid w:val="005D1203"/>
    <w:rsid w:val="005D3F52"/>
    <w:rsid w:val="005E21E4"/>
    <w:rsid w:val="005E28BF"/>
    <w:rsid w:val="005E36E5"/>
    <w:rsid w:val="005E67C8"/>
    <w:rsid w:val="005E7BA6"/>
    <w:rsid w:val="005F1271"/>
    <w:rsid w:val="005F2360"/>
    <w:rsid w:val="005F2C56"/>
    <w:rsid w:val="005F315B"/>
    <w:rsid w:val="005F3767"/>
    <w:rsid w:val="005F3BAD"/>
    <w:rsid w:val="005F572B"/>
    <w:rsid w:val="00601358"/>
    <w:rsid w:val="006037A9"/>
    <w:rsid w:val="00605004"/>
    <w:rsid w:val="006147EB"/>
    <w:rsid w:val="00614872"/>
    <w:rsid w:val="00616AD0"/>
    <w:rsid w:val="00620E1D"/>
    <w:rsid w:val="006218F1"/>
    <w:rsid w:val="00622713"/>
    <w:rsid w:val="00626D52"/>
    <w:rsid w:val="00633B8E"/>
    <w:rsid w:val="0063502D"/>
    <w:rsid w:val="006403F0"/>
    <w:rsid w:val="006425F5"/>
    <w:rsid w:val="0064368F"/>
    <w:rsid w:val="0064487A"/>
    <w:rsid w:val="00644CC8"/>
    <w:rsid w:val="0065221C"/>
    <w:rsid w:val="006528F3"/>
    <w:rsid w:val="00654E69"/>
    <w:rsid w:val="00655296"/>
    <w:rsid w:val="006636B3"/>
    <w:rsid w:val="00664BBE"/>
    <w:rsid w:val="00665BDC"/>
    <w:rsid w:val="00671572"/>
    <w:rsid w:val="00671B20"/>
    <w:rsid w:val="00672E55"/>
    <w:rsid w:val="00675F1F"/>
    <w:rsid w:val="00675F8E"/>
    <w:rsid w:val="00677C6A"/>
    <w:rsid w:val="00682416"/>
    <w:rsid w:val="00683B15"/>
    <w:rsid w:val="00683C49"/>
    <w:rsid w:val="00684AB0"/>
    <w:rsid w:val="00686463"/>
    <w:rsid w:val="00686C8A"/>
    <w:rsid w:val="00692086"/>
    <w:rsid w:val="006961C6"/>
    <w:rsid w:val="006967A9"/>
    <w:rsid w:val="006971BF"/>
    <w:rsid w:val="006A041A"/>
    <w:rsid w:val="006A0A27"/>
    <w:rsid w:val="006A1CC9"/>
    <w:rsid w:val="006A4695"/>
    <w:rsid w:val="006A4F47"/>
    <w:rsid w:val="006B037C"/>
    <w:rsid w:val="006B63DD"/>
    <w:rsid w:val="006B68AB"/>
    <w:rsid w:val="006B7A1B"/>
    <w:rsid w:val="006C02D5"/>
    <w:rsid w:val="006C4AEF"/>
    <w:rsid w:val="006C546F"/>
    <w:rsid w:val="006C7683"/>
    <w:rsid w:val="006D0925"/>
    <w:rsid w:val="006D144B"/>
    <w:rsid w:val="006D24BD"/>
    <w:rsid w:val="006D2921"/>
    <w:rsid w:val="006D364D"/>
    <w:rsid w:val="006D39DC"/>
    <w:rsid w:val="006D56A1"/>
    <w:rsid w:val="006E17D4"/>
    <w:rsid w:val="006E7DE3"/>
    <w:rsid w:val="006F5BBA"/>
    <w:rsid w:val="00701321"/>
    <w:rsid w:val="00702D51"/>
    <w:rsid w:val="00704ABD"/>
    <w:rsid w:val="007101DF"/>
    <w:rsid w:val="00716A6C"/>
    <w:rsid w:val="00717A49"/>
    <w:rsid w:val="007207FD"/>
    <w:rsid w:val="00723527"/>
    <w:rsid w:val="00724BC6"/>
    <w:rsid w:val="00725BE3"/>
    <w:rsid w:val="007269AA"/>
    <w:rsid w:val="00730261"/>
    <w:rsid w:val="00730B9E"/>
    <w:rsid w:val="00731A42"/>
    <w:rsid w:val="007327D3"/>
    <w:rsid w:val="00736852"/>
    <w:rsid w:val="007377B6"/>
    <w:rsid w:val="00737F33"/>
    <w:rsid w:val="00741F4C"/>
    <w:rsid w:val="007466AB"/>
    <w:rsid w:val="00746ADE"/>
    <w:rsid w:val="007471C5"/>
    <w:rsid w:val="00752811"/>
    <w:rsid w:val="00753406"/>
    <w:rsid w:val="00754CDA"/>
    <w:rsid w:val="00754F4B"/>
    <w:rsid w:val="00755997"/>
    <w:rsid w:val="007563B7"/>
    <w:rsid w:val="00756B69"/>
    <w:rsid w:val="007570E4"/>
    <w:rsid w:val="00760847"/>
    <w:rsid w:val="007647CF"/>
    <w:rsid w:val="00764F0B"/>
    <w:rsid w:val="007706FE"/>
    <w:rsid w:val="00772927"/>
    <w:rsid w:val="00772D12"/>
    <w:rsid w:val="007747A1"/>
    <w:rsid w:val="007751D9"/>
    <w:rsid w:val="00775BAC"/>
    <w:rsid w:val="0077650A"/>
    <w:rsid w:val="00781759"/>
    <w:rsid w:val="00782D3B"/>
    <w:rsid w:val="00783897"/>
    <w:rsid w:val="0078597D"/>
    <w:rsid w:val="00786DEE"/>
    <w:rsid w:val="0079134B"/>
    <w:rsid w:val="00791F24"/>
    <w:rsid w:val="007A1713"/>
    <w:rsid w:val="007A2AC4"/>
    <w:rsid w:val="007A49DF"/>
    <w:rsid w:val="007A4EAE"/>
    <w:rsid w:val="007A5BF9"/>
    <w:rsid w:val="007A7046"/>
    <w:rsid w:val="007B3F26"/>
    <w:rsid w:val="007B57B3"/>
    <w:rsid w:val="007B5C9A"/>
    <w:rsid w:val="007C0C76"/>
    <w:rsid w:val="007C120B"/>
    <w:rsid w:val="007C29B5"/>
    <w:rsid w:val="007C354D"/>
    <w:rsid w:val="007D1058"/>
    <w:rsid w:val="007D17FF"/>
    <w:rsid w:val="007D29D9"/>
    <w:rsid w:val="007D2E81"/>
    <w:rsid w:val="007D38BE"/>
    <w:rsid w:val="007D4966"/>
    <w:rsid w:val="007D5240"/>
    <w:rsid w:val="007D6241"/>
    <w:rsid w:val="007D6E09"/>
    <w:rsid w:val="007D7390"/>
    <w:rsid w:val="007E09EC"/>
    <w:rsid w:val="007E0B7D"/>
    <w:rsid w:val="007E5AD8"/>
    <w:rsid w:val="007E6969"/>
    <w:rsid w:val="007E789B"/>
    <w:rsid w:val="007F2847"/>
    <w:rsid w:val="007F374C"/>
    <w:rsid w:val="007F4D5A"/>
    <w:rsid w:val="007F6CBE"/>
    <w:rsid w:val="007F6F9C"/>
    <w:rsid w:val="0080061C"/>
    <w:rsid w:val="00802283"/>
    <w:rsid w:val="0080273D"/>
    <w:rsid w:val="00803AF9"/>
    <w:rsid w:val="00803DA0"/>
    <w:rsid w:val="00806A5B"/>
    <w:rsid w:val="00810868"/>
    <w:rsid w:val="0081157F"/>
    <w:rsid w:val="0081234F"/>
    <w:rsid w:val="008128CB"/>
    <w:rsid w:val="00812967"/>
    <w:rsid w:val="00814CAB"/>
    <w:rsid w:val="00816866"/>
    <w:rsid w:val="00816E77"/>
    <w:rsid w:val="00817012"/>
    <w:rsid w:val="008219BC"/>
    <w:rsid w:val="0082269A"/>
    <w:rsid w:val="00824468"/>
    <w:rsid w:val="0082666A"/>
    <w:rsid w:val="00833AF9"/>
    <w:rsid w:val="00834178"/>
    <w:rsid w:val="008351DD"/>
    <w:rsid w:val="00841296"/>
    <w:rsid w:val="00841C1E"/>
    <w:rsid w:val="00842BAE"/>
    <w:rsid w:val="008468DD"/>
    <w:rsid w:val="00847433"/>
    <w:rsid w:val="00847AD3"/>
    <w:rsid w:val="008519B7"/>
    <w:rsid w:val="008545F6"/>
    <w:rsid w:val="0085652E"/>
    <w:rsid w:val="00860AEC"/>
    <w:rsid w:val="00862B53"/>
    <w:rsid w:val="008651FB"/>
    <w:rsid w:val="00865B64"/>
    <w:rsid w:val="00867880"/>
    <w:rsid w:val="0087010D"/>
    <w:rsid w:val="0087011C"/>
    <w:rsid w:val="00870384"/>
    <w:rsid w:val="008712D3"/>
    <w:rsid w:val="008719F5"/>
    <w:rsid w:val="008724BC"/>
    <w:rsid w:val="008737C3"/>
    <w:rsid w:val="00877001"/>
    <w:rsid w:val="0088130E"/>
    <w:rsid w:val="00881884"/>
    <w:rsid w:val="0088202E"/>
    <w:rsid w:val="0088588A"/>
    <w:rsid w:val="00886E2A"/>
    <w:rsid w:val="00887B14"/>
    <w:rsid w:val="0089332A"/>
    <w:rsid w:val="00893EBA"/>
    <w:rsid w:val="0089518F"/>
    <w:rsid w:val="008955CC"/>
    <w:rsid w:val="008959EE"/>
    <w:rsid w:val="008962C6"/>
    <w:rsid w:val="00897F18"/>
    <w:rsid w:val="008A10EF"/>
    <w:rsid w:val="008A2A87"/>
    <w:rsid w:val="008A45DA"/>
    <w:rsid w:val="008A48CF"/>
    <w:rsid w:val="008A5FE9"/>
    <w:rsid w:val="008A6D3B"/>
    <w:rsid w:val="008B36D1"/>
    <w:rsid w:val="008B68E9"/>
    <w:rsid w:val="008C0E9F"/>
    <w:rsid w:val="008C45D3"/>
    <w:rsid w:val="008C46BA"/>
    <w:rsid w:val="008C58CD"/>
    <w:rsid w:val="008C67AB"/>
    <w:rsid w:val="008C76FB"/>
    <w:rsid w:val="008D0A8B"/>
    <w:rsid w:val="008D1387"/>
    <w:rsid w:val="008D2072"/>
    <w:rsid w:val="008D3F53"/>
    <w:rsid w:val="008D741A"/>
    <w:rsid w:val="008E162D"/>
    <w:rsid w:val="008E3566"/>
    <w:rsid w:val="008E3704"/>
    <w:rsid w:val="008E57B0"/>
    <w:rsid w:val="008E6259"/>
    <w:rsid w:val="008E7B1D"/>
    <w:rsid w:val="008E7B7F"/>
    <w:rsid w:val="008F09FF"/>
    <w:rsid w:val="008F382C"/>
    <w:rsid w:val="008F3D9E"/>
    <w:rsid w:val="008F45B2"/>
    <w:rsid w:val="008F6070"/>
    <w:rsid w:val="0090056B"/>
    <w:rsid w:val="0090253B"/>
    <w:rsid w:val="00904F37"/>
    <w:rsid w:val="00905442"/>
    <w:rsid w:val="00905637"/>
    <w:rsid w:val="00913663"/>
    <w:rsid w:val="00916AF3"/>
    <w:rsid w:val="0092022C"/>
    <w:rsid w:val="00921D25"/>
    <w:rsid w:val="00922A80"/>
    <w:rsid w:val="009250EE"/>
    <w:rsid w:val="00926A85"/>
    <w:rsid w:val="00931C62"/>
    <w:rsid w:val="00934202"/>
    <w:rsid w:val="0093442E"/>
    <w:rsid w:val="009345DD"/>
    <w:rsid w:val="00935862"/>
    <w:rsid w:val="00935A52"/>
    <w:rsid w:val="00940E0E"/>
    <w:rsid w:val="00942584"/>
    <w:rsid w:val="00943859"/>
    <w:rsid w:val="00945C85"/>
    <w:rsid w:val="00950725"/>
    <w:rsid w:val="00952704"/>
    <w:rsid w:val="009558FE"/>
    <w:rsid w:val="00967406"/>
    <w:rsid w:val="00967D76"/>
    <w:rsid w:val="0097023A"/>
    <w:rsid w:val="00970B3E"/>
    <w:rsid w:val="00970F00"/>
    <w:rsid w:val="00974F4F"/>
    <w:rsid w:val="00975005"/>
    <w:rsid w:val="0097536C"/>
    <w:rsid w:val="00975A1D"/>
    <w:rsid w:val="009814D0"/>
    <w:rsid w:val="00983511"/>
    <w:rsid w:val="00985904"/>
    <w:rsid w:val="00986DC7"/>
    <w:rsid w:val="00986E2B"/>
    <w:rsid w:val="00987E49"/>
    <w:rsid w:val="00990568"/>
    <w:rsid w:val="009928CA"/>
    <w:rsid w:val="009928FE"/>
    <w:rsid w:val="00995E1D"/>
    <w:rsid w:val="009A185B"/>
    <w:rsid w:val="009A2B9B"/>
    <w:rsid w:val="009A425C"/>
    <w:rsid w:val="009A591D"/>
    <w:rsid w:val="009A67B9"/>
    <w:rsid w:val="009A7136"/>
    <w:rsid w:val="009B4132"/>
    <w:rsid w:val="009B5B9B"/>
    <w:rsid w:val="009B74BF"/>
    <w:rsid w:val="009C3832"/>
    <w:rsid w:val="009C4474"/>
    <w:rsid w:val="009C5AEF"/>
    <w:rsid w:val="009C63D5"/>
    <w:rsid w:val="009D0C03"/>
    <w:rsid w:val="009D16FA"/>
    <w:rsid w:val="009D2A2C"/>
    <w:rsid w:val="009D2C3F"/>
    <w:rsid w:val="009D40F1"/>
    <w:rsid w:val="009D41F5"/>
    <w:rsid w:val="009D509B"/>
    <w:rsid w:val="009D59F3"/>
    <w:rsid w:val="009D76CA"/>
    <w:rsid w:val="009E1C09"/>
    <w:rsid w:val="009E2ED1"/>
    <w:rsid w:val="009E3674"/>
    <w:rsid w:val="009E5949"/>
    <w:rsid w:val="009F63FB"/>
    <w:rsid w:val="009F727C"/>
    <w:rsid w:val="009F74C3"/>
    <w:rsid w:val="00A000E6"/>
    <w:rsid w:val="00A00D7C"/>
    <w:rsid w:val="00A02253"/>
    <w:rsid w:val="00A02FD8"/>
    <w:rsid w:val="00A100B4"/>
    <w:rsid w:val="00A10301"/>
    <w:rsid w:val="00A14940"/>
    <w:rsid w:val="00A14DFA"/>
    <w:rsid w:val="00A151A5"/>
    <w:rsid w:val="00A16D46"/>
    <w:rsid w:val="00A228BB"/>
    <w:rsid w:val="00A2501B"/>
    <w:rsid w:val="00A26957"/>
    <w:rsid w:val="00A27A14"/>
    <w:rsid w:val="00A302B2"/>
    <w:rsid w:val="00A306FB"/>
    <w:rsid w:val="00A31693"/>
    <w:rsid w:val="00A31AA2"/>
    <w:rsid w:val="00A33BCC"/>
    <w:rsid w:val="00A35234"/>
    <w:rsid w:val="00A35F1D"/>
    <w:rsid w:val="00A362E1"/>
    <w:rsid w:val="00A41B71"/>
    <w:rsid w:val="00A450BB"/>
    <w:rsid w:val="00A545BD"/>
    <w:rsid w:val="00A54657"/>
    <w:rsid w:val="00A57699"/>
    <w:rsid w:val="00A6056E"/>
    <w:rsid w:val="00A6123F"/>
    <w:rsid w:val="00A616A7"/>
    <w:rsid w:val="00A629F1"/>
    <w:rsid w:val="00A62EF5"/>
    <w:rsid w:val="00A67507"/>
    <w:rsid w:val="00A67929"/>
    <w:rsid w:val="00A70BE4"/>
    <w:rsid w:val="00A7124C"/>
    <w:rsid w:val="00A726CE"/>
    <w:rsid w:val="00A73CA7"/>
    <w:rsid w:val="00A76693"/>
    <w:rsid w:val="00A77E8B"/>
    <w:rsid w:val="00A77EBA"/>
    <w:rsid w:val="00A808CD"/>
    <w:rsid w:val="00A845EC"/>
    <w:rsid w:val="00A85151"/>
    <w:rsid w:val="00A9019A"/>
    <w:rsid w:val="00A907A3"/>
    <w:rsid w:val="00A91003"/>
    <w:rsid w:val="00A93B3D"/>
    <w:rsid w:val="00A96A3A"/>
    <w:rsid w:val="00A9757A"/>
    <w:rsid w:val="00A977DF"/>
    <w:rsid w:val="00AA0480"/>
    <w:rsid w:val="00AA1282"/>
    <w:rsid w:val="00AA2D4E"/>
    <w:rsid w:val="00AA6F02"/>
    <w:rsid w:val="00AB0753"/>
    <w:rsid w:val="00AB19E7"/>
    <w:rsid w:val="00AB1C18"/>
    <w:rsid w:val="00AB318E"/>
    <w:rsid w:val="00AB5AB3"/>
    <w:rsid w:val="00AB5C68"/>
    <w:rsid w:val="00AB61DA"/>
    <w:rsid w:val="00AB6697"/>
    <w:rsid w:val="00AC2D95"/>
    <w:rsid w:val="00AD12C1"/>
    <w:rsid w:val="00AD3090"/>
    <w:rsid w:val="00AD3A5D"/>
    <w:rsid w:val="00AD5AC7"/>
    <w:rsid w:val="00AD66B7"/>
    <w:rsid w:val="00AD7C1A"/>
    <w:rsid w:val="00AE08E2"/>
    <w:rsid w:val="00AE363D"/>
    <w:rsid w:val="00AE3BDE"/>
    <w:rsid w:val="00AE680A"/>
    <w:rsid w:val="00AF254B"/>
    <w:rsid w:val="00AF26BD"/>
    <w:rsid w:val="00AF541D"/>
    <w:rsid w:val="00AF5A50"/>
    <w:rsid w:val="00AF7D35"/>
    <w:rsid w:val="00B000E3"/>
    <w:rsid w:val="00B013E4"/>
    <w:rsid w:val="00B14648"/>
    <w:rsid w:val="00B15C01"/>
    <w:rsid w:val="00B171DA"/>
    <w:rsid w:val="00B17509"/>
    <w:rsid w:val="00B1799A"/>
    <w:rsid w:val="00B204C2"/>
    <w:rsid w:val="00B209B6"/>
    <w:rsid w:val="00B224A2"/>
    <w:rsid w:val="00B2507A"/>
    <w:rsid w:val="00B3074F"/>
    <w:rsid w:val="00B342BD"/>
    <w:rsid w:val="00B34A9D"/>
    <w:rsid w:val="00B447D7"/>
    <w:rsid w:val="00B53B4B"/>
    <w:rsid w:val="00B57671"/>
    <w:rsid w:val="00B57A78"/>
    <w:rsid w:val="00B60676"/>
    <w:rsid w:val="00B701C3"/>
    <w:rsid w:val="00B71378"/>
    <w:rsid w:val="00B7185C"/>
    <w:rsid w:val="00B721DA"/>
    <w:rsid w:val="00B7602E"/>
    <w:rsid w:val="00B768C2"/>
    <w:rsid w:val="00B76CFD"/>
    <w:rsid w:val="00B80A27"/>
    <w:rsid w:val="00B820F0"/>
    <w:rsid w:val="00B91650"/>
    <w:rsid w:val="00B96770"/>
    <w:rsid w:val="00B979D0"/>
    <w:rsid w:val="00BA429F"/>
    <w:rsid w:val="00BA4925"/>
    <w:rsid w:val="00BA6CCE"/>
    <w:rsid w:val="00BB038A"/>
    <w:rsid w:val="00BB2736"/>
    <w:rsid w:val="00BB31E8"/>
    <w:rsid w:val="00BB6F71"/>
    <w:rsid w:val="00BB76A1"/>
    <w:rsid w:val="00BC3BF3"/>
    <w:rsid w:val="00BC549B"/>
    <w:rsid w:val="00BC7698"/>
    <w:rsid w:val="00BC7DA2"/>
    <w:rsid w:val="00BD1144"/>
    <w:rsid w:val="00BD7445"/>
    <w:rsid w:val="00BD759C"/>
    <w:rsid w:val="00BE057B"/>
    <w:rsid w:val="00BE0681"/>
    <w:rsid w:val="00BE0C37"/>
    <w:rsid w:val="00BE2935"/>
    <w:rsid w:val="00BE2B5E"/>
    <w:rsid w:val="00BE5DDC"/>
    <w:rsid w:val="00BE60F3"/>
    <w:rsid w:val="00BE647C"/>
    <w:rsid w:val="00BF3547"/>
    <w:rsid w:val="00BF5309"/>
    <w:rsid w:val="00BF53DC"/>
    <w:rsid w:val="00BF5A0E"/>
    <w:rsid w:val="00BF61CB"/>
    <w:rsid w:val="00BF6441"/>
    <w:rsid w:val="00BF6A13"/>
    <w:rsid w:val="00C00C06"/>
    <w:rsid w:val="00C011C0"/>
    <w:rsid w:val="00C0343E"/>
    <w:rsid w:val="00C042B6"/>
    <w:rsid w:val="00C05689"/>
    <w:rsid w:val="00C069F7"/>
    <w:rsid w:val="00C06CD4"/>
    <w:rsid w:val="00C14273"/>
    <w:rsid w:val="00C1799A"/>
    <w:rsid w:val="00C17DB6"/>
    <w:rsid w:val="00C2021A"/>
    <w:rsid w:val="00C20644"/>
    <w:rsid w:val="00C2068E"/>
    <w:rsid w:val="00C209C3"/>
    <w:rsid w:val="00C2319A"/>
    <w:rsid w:val="00C232AF"/>
    <w:rsid w:val="00C32FC7"/>
    <w:rsid w:val="00C3397E"/>
    <w:rsid w:val="00C3433F"/>
    <w:rsid w:val="00C34E4D"/>
    <w:rsid w:val="00C34F07"/>
    <w:rsid w:val="00C3739D"/>
    <w:rsid w:val="00C40308"/>
    <w:rsid w:val="00C4705A"/>
    <w:rsid w:val="00C50A1B"/>
    <w:rsid w:val="00C51386"/>
    <w:rsid w:val="00C51B22"/>
    <w:rsid w:val="00C534E2"/>
    <w:rsid w:val="00C53F5E"/>
    <w:rsid w:val="00C54021"/>
    <w:rsid w:val="00C54230"/>
    <w:rsid w:val="00C54842"/>
    <w:rsid w:val="00C54947"/>
    <w:rsid w:val="00C5578A"/>
    <w:rsid w:val="00C55E4F"/>
    <w:rsid w:val="00C56100"/>
    <w:rsid w:val="00C5753A"/>
    <w:rsid w:val="00C61000"/>
    <w:rsid w:val="00C637B2"/>
    <w:rsid w:val="00C66B74"/>
    <w:rsid w:val="00C70163"/>
    <w:rsid w:val="00C704A0"/>
    <w:rsid w:val="00C70C11"/>
    <w:rsid w:val="00C7260A"/>
    <w:rsid w:val="00C73BE7"/>
    <w:rsid w:val="00C73F3E"/>
    <w:rsid w:val="00C769AA"/>
    <w:rsid w:val="00C775B0"/>
    <w:rsid w:val="00C80C36"/>
    <w:rsid w:val="00C81581"/>
    <w:rsid w:val="00C818B8"/>
    <w:rsid w:val="00C82226"/>
    <w:rsid w:val="00C8407E"/>
    <w:rsid w:val="00C85B94"/>
    <w:rsid w:val="00C902AA"/>
    <w:rsid w:val="00C9272F"/>
    <w:rsid w:val="00C93B16"/>
    <w:rsid w:val="00C95AC8"/>
    <w:rsid w:val="00C960FF"/>
    <w:rsid w:val="00C964B1"/>
    <w:rsid w:val="00C965F1"/>
    <w:rsid w:val="00CA4E35"/>
    <w:rsid w:val="00CA72D1"/>
    <w:rsid w:val="00CA7E81"/>
    <w:rsid w:val="00CB011B"/>
    <w:rsid w:val="00CB1D2C"/>
    <w:rsid w:val="00CB242B"/>
    <w:rsid w:val="00CB2633"/>
    <w:rsid w:val="00CB2A3A"/>
    <w:rsid w:val="00CB3124"/>
    <w:rsid w:val="00CB5133"/>
    <w:rsid w:val="00CB54CB"/>
    <w:rsid w:val="00CC1C02"/>
    <w:rsid w:val="00CC272A"/>
    <w:rsid w:val="00CC2FB0"/>
    <w:rsid w:val="00CC3631"/>
    <w:rsid w:val="00CC6280"/>
    <w:rsid w:val="00CC76C6"/>
    <w:rsid w:val="00CC7FCA"/>
    <w:rsid w:val="00CD0AF1"/>
    <w:rsid w:val="00CD1144"/>
    <w:rsid w:val="00CD1839"/>
    <w:rsid w:val="00CD37C3"/>
    <w:rsid w:val="00CD6056"/>
    <w:rsid w:val="00CE1264"/>
    <w:rsid w:val="00CE45D7"/>
    <w:rsid w:val="00CE4BB7"/>
    <w:rsid w:val="00CE4D7E"/>
    <w:rsid w:val="00CE6122"/>
    <w:rsid w:val="00CE6800"/>
    <w:rsid w:val="00CE7D38"/>
    <w:rsid w:val="00CF23E5"/>
    <w:rsid w:val="00CF48A9"/>
    <w:rsid w:val="00CF4ABA"/>
    <w:rsid w:val="00CF4F68"/>
    <w:rsid w:val="00CF5812"/>
    <w:rsid w:val="00CF5D97"/>
    <w:rsid w:val="00D006C2"/>
    <w:rsid w:val="00D079BF"/>
    <w:rsid w:val="00D10F05"/>
    <w:rsid w:val="00D1401E"/>
    <w:rsid w:val="00D15E8A"/>
    <w:rsid w:val="00D17A47"/>
    <w:rsid w:val="00D17F07"/>
    <w:rsid w:val="00D21D43"/>
    <w:rsid w:val="00D24105"/>
    <w:rsid w:val="00D242BB"/>
    <w:rsid w:val="00D24FB3"/>
    <w:rsid w:val="00D2537C"/>
    <w:rsid w:val="00D274F6"/>
    <w:rsid w:val="00D27612"/>
    <w:rsid w:val="00D32DFE"/>
    <w:rsid w:val="00D32F35"/>
    <w:rsid w:val="00D32FBA"/>
    <w:rsid w:val="00D36B71"/>
    <w:rsid w:val="00D36D60"/>
    <w:rsid w:val="00D50920"/>
    <w:rsid w:val="00D5133E"/>
    <w:rsid w:val="00D579A7"/>
    <w:rsid w:val="00D606DA"/>
    <w:rsid w:val="00D621EC"/>
    <w:rsid w:val="00D624ED"/>
    <w:rsid w:val="00D6327A"/>
    <w:rsid w:val="00D63C46"/>
    <w:rsid w:val="00D66C53"/>
    <w:rsid w:val="00D72035"/>
    <w:rsid w:val="00D7286E"/>
    <w:rsid w:val="00D7295E"/>
    <w:rsid w:val="00D73966"/>
    <w:rsid w:val="00D73A52"/>
    <w:rsid w:val="00D7439D"/>
    <w:rsid w:val="00D76E24"/>
    <w:rsid w:val="00D773CA"/>
    <w:rsid w:val="00D817DE"/>
    <w:rsid w:val="00D83DB7"/>
    <w:rsid w:val="00D84118"/>
    <w:rsid w:val="00D84C68"/>
    <w:rsid w:val="00D9686C"/>
    <w:rsid w:val="00DA2679"/>
    <w:rsid w:val="00DA2C81"/>
    <w:rsid w:val="00DA4A60"/>
    <w:rsid w:val="00DA4DE6"/>
    <w:rsid w:val="00DB1AB7"/>
    <w:rsid w:val="00DB259A"/>
    <w:rsid w:val="00DB2D73"/>
    <w:rsid w:val="00DB2EE5"/>
    <w:rsid w:val="00DB33B9"/>
    <w:rsid w:val="00DB3659"/>
    <w:rsid w:val="00DB6395"/>
    <w:rsid w:val="00DB666B"/>
    <w:rsid w:val="00DB6B4A"/>
    <w:rsid w:val="00DB7B41"/>
    <w:rsid w:val="00DC269F"/>
    <w:rsid w:val="00DC2C30"/>
    <w:rsid w:val="00DD23FC"/>
    <w:rsid w:val="00DD2A69"/>
    <w:rsid w:val="00DD3E90"/>
    <w:rsid w:val="00DF16B0"/>
    <w:rsid w:val="00DF2BE8"/>
    <w:rsid w:val="00DF3865"/>
    <w:rsid w:val="00DF7D86"/>
    <w:rsid w:val="00DF7DEE"/>
    <w:rsid w:val="00E016BD"/>
    <w:rsid w:val="00E12084"/>
    <w:rsid w:val="00E127E7"/>
    <w:rsid w:val="00E14F29"/>
    <w:rsid w:val="00E168DC"/>
    <w:rsid w:val="00E16E89"/>
    <w:rsid w:val="00E23A22"/>
    <w:rsid w:val="00E24EDC"/>
    <w:rsid w:val="00E26C3B"/>
    <w:rsid w:val="00E26EF3"/>
    <w:rsid w:val="00E270C5"/>
    <w:rsid w:val="00E30D86"/>
    <w:rsid w:val="00E31874"/>
    <w:rsid w:val="00E34310"/>
    <w:rsid w:val="00E34F6A"/>
    <w:rsid w:val="00E433FE"/>
    <w:rsid w:val="00E4467E"/>
    <w:rsid w:val="00E44DEE"/>
    <w:rsid w:val="00E4659E"/>
    <w:rsid w:val="00E52CED"/>
    <w:rsid w:val="00E545AF"/>
    <w:rsid w:val="00E54F3B"/>
    <w:rsid w:val="00E55955"/>
    <w:rsid w:val="00E56F50"/>
    <w:rsid w:val="00E57DF2"/>
    <w:rsid w:val="00E605E2"/>
    <w:rsid w:val="00E6343C"/>
    <w:rsid w:val="00E658CC"/>
    <w:rsid w:val="00E679F6"/>
    <w:rsid w:val="00E70404"/>
    <w:rsid w:val="00E766F7"/>
    <w:rsid w:val="00E7738C"/>
    <w:rsid w:val="00E82908"/>
    <w:rsid w:val="00E82B44"/>
    <w:rsid w:val="00E82F2B"/>
    <w:rsid w:val="00E83168"/>
    <w:rsid w:val="00E91F38"/>
    <w:rsid w:val="00E933C0"/>
    <w:rsid w:val="00E96D27"/>
    <w:rsid w:val="00E9759D"/>
    <w:rsid w:val="00EA0F96"/>
    <w:rsid w:val="00EA39C0"/>
    <w:rsid w:val="00EA58E4"/>
    <w:rsid w:val="00EA5E66"/>
    <w:rsid w:val="00EB7812"/>
    <w:rsid w:val="00EC0283"/>
    <w:rsid w:val="00EC5441"/>
    <w:rsid w:val="00EC796F"/>
    <w:rsid w:val="00ED3647"/>
    <w:rsid w:val="00ED366F"/>
    <w:rsid w:val="00ED5488"/>
    <w:rsid w:val="00ED5497"/>
    <w:rsid w:val="00ED6C56"/>
    <w:rsid w:val="00ED73D3"/>
    <w:rsid w:val="00ED7707"/>
    <w:rsid w:val="00ED7BEE"/>
    <w:rsid w:val="00EE05E8"/>
    <w:rsid w:val="00EE1DCA"/>
    <w:rsid w:val="00EE4596"/>
    <w:rsid w:val="00EE6F5F"/>
    <w:rsid w:val="00EF08F3"/>
    <w:rsid w:val="00EF0C21"/>
    <w:rsid w:val="00EF4243"/>
    <w:rsid w:val="00EF5C6B"/>
    <w:rsid w:val="00EF68F3"/>
    <w:rsid w:val="00F00067"/>
    <w:rsid w:val="00F01551"/>
    <w:rsid w:val="00F02E1D"/>
    <w:rsid w:val="00F05021"/>
    <w:rsid w:val="00F0510B"/>
    <w:rsid w:val="00F06AA0"/>
    <w:rsid w:val="00F10085"/>
    <w:rsid w:val="00F10D9D"/>
    <w:rsid w:val="00F10F0E"/>
    <w:rsid w:val="00F12750"/>
    <w:rsid w:val="00F1276D"/>
    <w:rsid w:val="00F12A86"/>
    <w:rsid w:val="00F13BDD"/>
    <w:rsid w:val="00F161EB"/>
    <w:rsid w:val="00F23724"/>
    <w:rsid w:val="00F23785"/>
    <w:rsid w:val="00F24031"/>
    <w:rsid w:val="00F3036C"/>
    <w:rsid w:val="00F3064A"/>
    <w:rsid w:val="00F34D1E"/>
    <w:rsid w:val="00F360C4"/>
    <w:rsid w:val="00F3619D"/>
    <w:rsid w:val="00F36211"/>
    <w:rsid w:val="00F43EFB"/>
    <w:rsid w:val="00F45E04"/>
    <w:rsid w:val="00F46AAB"/>
    <w:rsid w:val="00F46FF7"/>
    <w:rsid w:val="00F50C0A"/>
    <w:rsid w:val="00F51845"/>
    <w:rsid w:val="00F56E51"/>
    <w:rsid w:val="00F600AE"/>
    <w:rsid w:val="00F601AD"/>
    <w:rsid w:val="00F608EC"/>
    <w:rsid w:val="00F61E52"/>
    <w:rsid w:val="00F62A74"/>
    <w:rsid w:val="00F6534B"/>
    <w:rsid w:val="00F669DD"/>
    <w:rsid w:val="00F702C1"/>
    <w:rsid w:val="00F72795"/>
    <w:rsid w:val="00F75C74"/>
    <w:rsid w:val="00F77D14"/>
    <w:rsid w:val="00F846CF"/>
    <w:rsid w:val="00F85395"/>
    <w:rsid w:val="00F85F73"/>
    <w:rsid w:val="00F910B2"/>
    <w:rsid w:val="00F93468"/>
    <w:rsid w:val="00F96B73"/>
    <w:rsid w:val="00FA14D1"/>
    <w:rsid w:val="00FA3C41"/>
    <w:rsid w:val="00FA4218"/>
    <w:rsid w:val="00FA62A7"/>
    <w:rsid w:val="00FA7A48"/>
    <w:rsid w:val="00FB20F0"/>
    <w:rsid w:val="00FB27A8"/>
    <w:rsid w:val="00FB35A8"/>
    <w:rsid w:val="00FB55ED"/>
    <w:rsid w:val="00FB6A50"/>
    <w:rsid w:val="00FC0700"/>
    <w:rsid w:val="00FC2926"/>
    <w:rsid w:val="00FC6DC9"/>
    <w:rsid w:val="00FD53B0"/>
    <w:rsid w:val="00FD7F25"/>
    <w:rsid w:val="00FE0A80"/>
    <w:rsid w:val="00FE1906"/>
    <w:rsid w:val="00FE19F8"/>
    <w:rsid w:val="00FE2CEF"/>
    <w:rsid w:val="00FE3C6F"/>
    <w:rsid w:val="00FE64DB"/>
    <w:rsid w:val="00FE677A"/>
    <w:rsid w:val="00FE68D1"/>
    <w:rsid w:val="00FF2EC7"/>
    <w:rsid w:val="00FF7386"/>
    <w:rsid w:val="00FF7C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ED9B6D3-063D-47C6-8020-8205DAABE7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qFormat/>
    <w:pPr>
      <w:keepNext/>
      <w:tabs>
        <w:tab w:val="left" w:pos="2835"/>
      </w:tabs>
      <w:spacing w:line="384" w:lineRule="auto"/>
      <w:ind w:left="2835" w:hanging="2835"/>
      <w:jc w:val="center"/>
      <w:outlineLvl w:val="0"/>
    </w:pPr>
    <w:rPr>
      <w:sz w:val="24"/>
    </w:rPr>
  </w:style>
  <w:style w:type="paragraph" w:styleId="Titolo2">
    <w:name w:val="heading 2"/>
    <w:basedOn w:val="Normale"/>
    <w:next w:val="Normale"/>
    <w:qFormat/>
    <w:pPr>
      <w:keepNext/>
      <w:spacing w:line="288" w:lineRule="auto"/>
      <w:jc w:val="center"/>
      <w:outlineLvl w:val="1"/>
    </w:pPr>
    <w:rPr>
      <w:sz w:val="24"/>
    </w:rPr>
  </w:style>
  <w:style w:type="paragraph" w:styleId="Titolo4">
    <w:name w:val="heading 4"/>
    <w:basedOn w:val="Normale"/>
    <w:next w:val="Normale"/>
    <w:link w:val="Titolo4Carattere"/>
    <w:semiHidden/>
    <w:unhideWhenUsed/>
    <w:qFormat/>
    <w:rsid w:val="005A053E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OGGETTO">
    <w:name w:val="OGGETTO"/>
    <w:basedOn w:val="Normale"/>
    <w:next w:val="Premessa"/>
    <w:pPr>
      <w:spacing w:line="384" w:lineRule="auto"/>
      <w:jc w:val="both"/>
    </w:pPr>
    <w:rPr>
      <w:caps/>
      <w:sz w:val="24"/>
      <w:u w:val="words"/>
    </w:rPr>
  </w:style>
  <w:style w:type="paragraph" w:customStyle="1" w:styleId="Premessa">
    <w:name w:val="Premessa"/>
    <w:basedOn w:val="Normale"/>
    <w:link w:val="PremessaCarattere"/>
    <w:pPr>
      <w:spacing w:line="384" w:lineRule="auto"/>
      <w:ind w:firstLine="851"/>
      <w:jc w:val="both"/>
    </w:pPr>
    <w:rPr>
      <w:sz w:val="24"/>
    </w:rPr>
  </w:style>
  <w:style w:type="paragraph" w:styleId="Rientrocorpodeltesto">
    <w:name w:val="Body Text Indent"/>
    <w:basedOn w:val="Normale"/>
    <w:pPr>
      <w:tabs>
        <w:tab w:val="left" w:pos="2835"/>
      </w:tabs>
      <w:spacing w:line="384" w:lineRule="auto"/>
      <w:ind w:left="2835" w:hanging="2835"/>
      <w:jc w:val="both"/>
    </w:pPr>
    <w:rPr>
      <w:sz w:val="24"/>
    </w:rPr>
  </w:style>
  <w:style w:type="paragraph" w:customStyle="1" w:styleId="VISTI">
    <w:name w:val="VISTI"/>
    <w:basedOn w:val="Rientrocorpodeltesto"/>
    <w:pPr>
      <w:tabs>
        <w:tab w:val="clear" w:pos="2835"/>
        <w:tab w:val="left" w:pos="1985"/>
      </w:tabs>
      <w:ind w:left="1985" w:hanging="1985"/>
    </w:p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</w:style>
  <w:style w:type="paragraph" w:customStyle="1" w:styleId="Testodeliberato">
    <w:name w:val="Testo deliberato"/>
    <w:basedOn w:val="Normale"/>
    <w:link w:val="TestodeliberatoCarattere"/>
    <w:pPr>
      <w:spacing w:line="384" w:lineRule="auto"/>
      <w:jc w:val="both"/>
    </w:pPr>
    <w:rPr>
      <w:sz w:val="24"/>
    </w:rPr>
  </w:style>
  <w:style w:type="paragraph" w:customStyle="1" w:styleId="Testointerlinea1">
    <w:name w:val="Testo interlinea 1"/>
    <w:basedOn w:val="Premessa"/>
    <w:pPr>
      <w:spacing w:line="240" w:lineRule="auto"/>
    </w:pPr>
  </w:style>
  <w:style w:type="character" w:customStyle="1" w:styleId="TestodeliberatoCarattere">
    <w:name w:val="Testo deliberato Carattere"/>
    <w:link w:val="Testodeliberato"/>
    <w:rsid w:val="000B701E"/>
    <w:rPr>
      <w:sz w:val="24"/>
      <w:lang w:val="it-IT" w:eastAsia="it-IT" w:bidi="ar-SA"/>
    </w:rPr>
  </w:style>
  <w:style w:type="character" w:customStyle="1" w:styleId="PremessaCarattere">
    <w:name w:val="Premessa Carattere"/>
    <w:link w:val="Premessa"/>
    <w:rsid w:val="00C704A0"/>
    <w:rPr>
      <w:sz w:val="24"/>
      <w:lang w:val="it-IT" w:eastAsia="it-IT" w:bidi="ar-SA"/>
    </w:rPr>
  </w:style>
  <w:style w:type="paragraph" w:styleId="Testofumetto">
    <w:name w:val="Balloon Text"/>
    <w:basedOn w:val="Normale"/>
    <w:semiHidden/>
    <w:rsid w:val="000F4B0B"/>
    <w:rPr>
      <w:rFonts w:ascii="Tahoma" w:hAnsi="Tahoma" w:cs="Tahoma"/>
      <w:sz w:val="16"/>
      <w:szCs w:val="16"/>
    </w:rPr>
  </w:style>
  <w:style w:type="character" w:customStyle="1" w:styleId="Titolo4Carattere">
    <w:name w:val="Titolo 4 Carattere"/>
    <w:link w:val="Titolo4"/>
    <w:semiHidden/>
    <w:rsid w:val="005A053E"/>
    <w:rPr>
      <w:rFonts w:ascii="Calibri" w:eastAsia="Times New Roman" w:hAnsi="Calibri" w:cs="Times New Roman"/>
      <w:b/>
      <w:bCs/>
      <w:sz w:val="28"/>
      <w:szCs w:val="28"/>
    </w:rPr>
  </w:style>
  <w:style w:type="character" w:styleId="Rimandocommento">
    <w:name w:val="annotation reference"/>
    <w:rsid w:val="00334586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334586"/>
  </w:style>
  <w:style w:type="character" w:customStyle="1" w:styleId="TestocommentoCarattere">
    <w:name w:val="Testo commento Carattere"/>
    <w:basedOn w:val="Carpredefinitoparagrafo"/>
    <w:link w:val="Testocommento"/>
    <w:rsid w:val="00334586"/>
  </w:style>
  <w:style w:type="paragraph" w:styleId="Soggettocommento">
    <w:name w:val="annotation subject"/>
    <w:basedOn w:val="Testocommento"/>
    <w:next w:val="Testocommento"/>
    <w:link w:val="SoggettocommentoCarattere"/>
    <w:rsid w:val="00334586"/>
    <w:rPr>
      <w:b/>
      <w:bCs/>
    </w:rPr>
  </w:style>
  <w:style w:type="character" w:customStyle="1" w:styleId="SoggettocommentoCarattere">
    <w:name w:val="Soggetto commento Carattere"/>
    <w:link w:val="Soggettocommento"/>
    <w:rsid w:val="00334586"/>
    <w:rPr>
      <w:b/>
      <w:bCs/>
    </w:rPr>
  </w:style>
  <w:style w:type="paragraph" w:styleId="Paragrafoelenco">
    <w:name w:val="List Paragraph"/>
    <w:basedOn w:val="Normale"/>
    <w:uiPriority w:val="34"/>
    <w:qFormat/>
    <w:rsid w:val="00D579A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53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9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96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44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79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1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59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0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65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15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91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I%20ORG_COLL\Consiglio%20di%20Amministrazione\CA2011\05-CA25mag2011\Modello%20Delibera%20CA25mag2011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FC62C0-E3E8-4289-A206-3D6111EEBE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Modello Delibera CA25mag2011.dot</Template>
  <TotalTime>1</TotalTime>
  <Pages>2</Pages>
  <Words>438</Words>
  <Characters>2503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punto</vt:lpstr>
    </vt:vector>
  </TitlesOfParts>
  <Company/>
  <LinksUpToDate>false</LinksUpToDate>
  <CharactersWithSpaces>2936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punto</dc:title>
  <dc:subject/>
  <dc:creator>g.delvecchio</dc:creator>
  <cp:keywords/>
  <cp:lastModifiedBy>Nicola La Porta</cp:lastModifiedBy>
  <cp:revision>4</cp:revision>
  <cp:lastPrinted>2015-11-23T10:22:00Z</cp:lastPrinted>
  <dcterms:created xsi:type="dcterms:W3CDTF">2023-10-02T11:06:00Z</dcterms:created>
  <dcterms:modified xsi:type="dcterms:W3CDTF">2023-10-02T11:10:00Z</dcterms:modified>
</cp:coreProperties>
</file>