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80" w:rsidRPr="00EC0283" w:rsidRDefault="00C50A1B" w:rsidP="00A977DF">
      <w:pPr>
        <w:pStyle w:val="OGGETTO"/>
        <w:jc w:val="center"/>
        <w:rPr>
          <w:rFonts w:ascii="Verdana" w:hAnsi="Verdana"/>
          <w:b/>
          <w:caps w:val="0"/>
          <w:szCs w:val="24"/>
          <w:u w:val="none"/>
        </w:rPr>
      </w:pPr>
      <w:r>
        <w:rPr>
          <w:rFonts w:ascii="Verdana" w:hAnsi="Verdana"/>
          <w:b/>
          <w:caps w:val="0"/>
          <w:szCs w:val="24"/>
          <w:u w:val="none"/>
        </w:rPr>
        <w:t>A</w:t>
      </w:r>
      <w:r w:rsidR="00192280" w:rsidRPr="00EC0283">
        <w:rPr>
          <w:rFonts w:ascii="Verdana" w:hAnsi="Verdana"/>
          <w:b/>
          <w:caps w:val="0"/>
          <w:szCs w:val="24"/>
          <w:u w:val="none"/>
        </w:rPr>
        <w:t xml:space="preserve">rea </w:t>
      </w:r>
      <w:r w:rsidR="00A977DF" w:rsidRPr="00EC0283">
        <w:rPr>
          <w:rFonts w:ascii="Verdana" w:hAnsi="Verdana"/>
          <w:b/>
          <w:caps w:val="0"/>
          <w:szCs w:val="24"/>
          <w:u w:val="none"/>
        </w:rPr>
        <w:t xml:space="preserve">Bilancio e </w:t>
      </w:r>
      <w:r w:rsidR="00192280" w:rsidRPr="00EC0283">
        <w:rPr>
          <w:rFonts w:ascii="Verdana" w:hAnsi="Verdana"/>
          <w:b/>
          <w:caps w:val="0"/>
          <w:szCs w:val="24"/>
          <w:u w:val="none"/>
        </w:rPr>
        <w:t xml:space="preserve">Programmazione Finanziaria </w:t>
      </w:r>
    </w:p>
    <w:p w:rsidR="00686C8A" w:rsidRPr="00F02E1D" w:rsidRDefault="00686C8A" w:rsidP="00686C8A">
      <w:pPr>
        <w:pStyle w:val="Premessa"/>
        <w:rPr>
          <w:rFonts w:ascii="Verdana" w:hAnsi="Verdana"/>
        </w:rPr>
      </w:pPr>
    </w:p>
    <w:p w:rsidR="00F10F0E" w:rsidRPr="00EC0283" w:rsidRDefault="009F74C3" w:rsidP="009F74C3">
      <w:pPr>
        <w:pStyle w:val="OGGETTO"/>
        <w:jc w:val="center"/>
        <w:rPr>
          <w:rFonts w:ascii="Verdana" w:hAnsi="Verdana"/>
          <w:b/>
          <w:u w:val="single"/>
        </w:rPr>
      </w:pPr>
      <w:r w:rsidRPr="00EC0283">
        <w:rPr>
          <w:rFonts w:ascii="Verdana" w:hAnsi="Verdana"/>
          <w:b/>
          <w:u w:val="single"/>
        </w:rPr>
        <w:t xml:space="preserve">Variazione n. </w:t>
      </w:r>
      <w:r w:rsidR="008B1631">
        <w:rPr>
          <w:rFonts w:ascii="Verdana" w:hAnsi="Verdana"/>
          <w:b/>
          <w:u w:val="single"/>
        </w:rPr>
        <w:t>4</w:t>
      </w:r>
      <w:r w:rsidR="00A16D46" w:rsidRPr="00EC0283">
        <w:rPr>
          <w:rFonts w:ascii="Verdana" w:hAnsi="Verdana"/>
          <w:b/>
          <w:u w:val="single"/>
        </w:rPr>
        <w:t xml:space="preserve"> al </w:t>
      </w:r>
      <w:r w:rsidR="00847433">
        <w:rPr>
          <w:rFonts w:ascii="Verdana" w:hAnsi="Verdana"/>
          <w:b/>
          <w:u w:val="single"/>
        </w:rPr>
        <w:t>budget 2022</w:t>
      </w:r>
    </w:p>
    <w:p w:rsidR="0034612B" w:rsidRPr="00F02E1D" w:rsidRDefault="0034612B" w:rsidP="0034612B">
      <w:pPr>
        <w:spacing w:line="360" w:lineRule="auto"/>
        <w:ind w:firstLine="708"/>
        <w:jc w:val="both"/>
        <w:rPr>
          <w:rFonts w:ascii="Verdana" w:hAnsi="Verdana"/>
        </w:rPr>
      </w:pPr>
    </w:p>
    <w:p w:rsidR="00E16E89" w:rsidRPr="000108C1" w:rsidRDefault="00916AF3" w:rsidP="00F72795">
      <w:pPr>
        <w:spacing w:line="360" w:lineRule="auto"/>
        <w:ind w:right="-1"/>
        <w:rPr>
          <w:rFonts w:ascii="Verdana" w:hAnsi="Verdana"/>
        </w:rPr>
      </w:pPr>
      <w:r w:rsidRPr="000108C1">
        <w:rPr>
          <w:rFonts w:ascii="Verdana" w:hAnsi="Verdana"/>
        </w:rPr>
        <w:t>Si</w:t>
      </w:r>
      <w:r w:rsidR="0034612B" w:rsidRPr="000108C1">
        <w:rPr>
          <w:rFonts w:ascii="Verdana" w:hAnsi="Verdana"/>
        </w:rPr>
        <w:t xml:space="preserve"> pone all’attenzione di questo Consesso la </w:t>
      </w:r>
      <w:r w:rsidR="00E545AF">
        <w:rPr>
          <w:rFonts w:ascii="Verdana" w:hAnsi="Verdana"/>
        </w:rPr>
        <w:t>v</w:t>
      </w:r>
      <w:r w:rsidR="0034612B" w:rsidRPr="000108C1">
        <w:rPr>
          <w:rFonts w:ascii="Verdana" w:hAnsi="Verdana"/>
        </w:rPr>
        <w:t>ariazione</w:t>
      </w:r>
      <w:r w:rsidR="009F74C3" w:rsidRPr="000108C1">
        <w:rPr>
          <w:rFonts w:ascii="Verdana" w:hAnsi="Verdana"/>
        </w:rPr>
        <w:t xml:space="preserve"> n. </w:t>
      </w:r>
      <w:r w:rsidR="008B1631">
        <w:rPr>
          <w:rFonts w:ascii="Verdana" w:hAnsi="Verdana"/>
        </w:rPr>
        <w:t>4</w:t>
      </w:r>
      <w:r w:rsidR="00A16D46" w:rsidRPr="000108C1">
        <w:rPr>
          <w:rFonts w:ascii="Verdana" w:hAnsi="Verdana"/>
        </w:rPr>
        <w:t xml:space="preserve"> al </w:t>
      </w:r>
      <w:r w:rsidR="00847433">
        <w:rPr>
          <w:rFonts w:ascii="Verdana" w:hAnsi="Verdana"/>
        </w:rPr>
        <w:t>budget 2022</w:t>
      </w:r>
    </w:p>
    <w:p w:rsidR="00677C6A" w:rsidRPr="000108C1" w:rsidRDefault="009F74C3" w:rsidP="00677C6A">
      <w:pPr>
        <w:spacing w:line="360" w:lineRule="auto"/>
        <w:ind w:right="-1"/>
        <w:rPr>
          <w:rFonts w:ascii="Verdana" w:hAnsi="Verdana"/>
        </w:rPr>
      </w:pPr>
      <w:r w:rsidRPr="000108C1">
        <w:rPr>
          <w:rFonts w:ascii="Verdana" w:hAnsi="Verdana"/>
        </w:rPr>
        <w:t>La variazione n.</w:t>
      </w:r>
      <w:r w:rsidR="00E55955">
        <w:rPr>
          <w:rFonts w:ascii="Verdana" w:hAnsi="Verdana"/>
        </w:rPr>
        <w:t xml:space="preserve"> </w:t>
      </w:r>
      <w:r w:rsidR="008B1631">
        <w:rPr>
          <w:rFonts w:ascii="Verdana" w:hAnsi="Verdana"/>
        </w:rPr>
        <w:t>4</w:t>
      </w:r>
      <w:r w:rsidR="00847433">
        <w:rPr>
          <w:rFonts w:ascii="Verdana" w:hAnsi="Verdana"/>
        </w:rPr>
        <w:t>/2022</w:t>
      </w:r>
      <w:r w:rsidR="005C62DF" w:rsidRPr="000108C1">
        <w:rPr>
          <w:rFonts w:ascii="Verdana" w:hAnsi="Verdana"/>
        </w:rPr>
        <w:t xml:space="preserve"> </w:t>
      </w:r>
      <w:r w:rsidR="0034612B" w:rsidRPr="000108C1">
        <w:rPr>
          <w:rFonts w:ascii="Verdana" w:hAnsi="Verdana"/>
        </w:rPr>
        <w:t>è finalizzata:</w:t>
      </w:r>
    </w:p>
    <w:p w:rsidR="00677C6A" w:rsidRPr="00C2319A" w:rsidRDefault="00677C6A" w:rsidP="002B1727">
      <w:pPr>
        <w:numPr>
          <w:ilvl w:val="0"/>
          <w:numId w:val="32"/>
        </w:numPr>
        <w:tabs>
          <w:tab w:val="left" w:pos="567"/>
        </w:tabs>
        <w:spacing w:line="360" w:lineRule="auto"/>
        <w:ind w:right="-1"/>
        <w:rPr>
          <w:rFonts w:ascii="Verdana" w:hAnsi="Verdana"/>
        </w:rPr>
      </w:pPr>
      <w:r w:rsidRPr="00C2319A">
        <w:rPr>
          <w:rFonts w:ascii="Verdana" w:hAnsi="Verdana"/>
        </w:rPr>
        <w:t>a recepire in bilancio i maggiori ricavi, atti a finanziare i maggiori costi, relativi:</w:t>
      </w:r>
    </w:p>
    <w:p w:rsidR="00677C6A" w:rsidRPr="00D579A7" w:rsidRDefault="001F3ABA" w:rsidP="004C658B">
      <w:pPr>
        <w:pStyle w:val="Paragrafoelenco"/>
        <w:numPr>
          <w:ilvl w:val="0"/>
          <w:numId w:val="33"/>
        </w:numPr>
        <w:tabs>
          <w:tab w:val="left" w:pos="567"/>
        </w:tabs>
        <w:spacing w:line="360" w:lineRule="auto"/>
        <w:ind w:right="-1"/>
        <w:jc w:val="both"/>
        <w:rPr>
          <w:rFonts w:ascii="Verdana" w:hAnsi="Verdana"/>
        </w:rPr>
      </w:pPr>
      <w:r>
        <w:rPr>
          <w:rFonts w:ascii="Verdana" w:hAnsi="Verdana"/>
        </w:rPr>
        <w:t xml:space="preserve">alle </w:t>
      </w:r>
      <w:r w:rsidR="004C658B">
        <w:rPr>
          <w:rFonts w:ascii="Verdana" w:hAnsi="Verdana"/>
        </w:rPr>
        <w:t>t</w:t>
      </w:r>
      <w:r w:rsidR="00170700" w:rsidRPr="00D579A7">
        <w:rPr>
          <w:rFonts w:ascii="Verdana" w:hAnsi="Verdana"/>
        </w:rPr>
        <w:t xml:space="preserve">asse e contributi </w:t>
      </w:r>
      <w:r w:rsidR="004C658B">
        <w:rPr>
          <w:rFonts w:ascii="Verdana" w:hAnsi="Verdana"/>
        </w:rPr>
        <w:t xml:space="preserve">vari, tasse di preiscrizione, tasse e contributi altri corsi </w:t>
      </w:r>
      <w:r w:rsidR="00A73CA7">
        <w:rPr>
          <w:rFonts w:ascii="Verdana" w:hAnsi="Verdana"/>
        </w:rPr>
        <w:t xml:space="preserve">(€ </w:t>
      </w:r>
      <w:r w:rsidR="004C658B">
        <w:rPr>
          <w:rFonts w:ascii="Verdana" w:hAnsi="Verdana"/>
        </w:rPr>
        <w:t>1.729.093,63</w:t>
      </w:r>
      <w:r w:rsidR="00170700" w:rsidRPr="00D579A7">
        <w:rPr>
          <w:rFonts w:ascii="Verdana" w:hAnsi="Verdana"/>
        </w:rPr>
        <w:t xml:space="preserve">), </w:t>
      </w:r>
      <w:r w:rsidR="00677C6A" w:rsidRPr="00D579A7">
        <w:rPr>
          <w:rFonts w:ascii="Verdana" w:hAnsi="Verdana"/>
        </w:rPr>
        <w:t xml:space="preserve">alle assegnazioni </w:t>
      </w:r>
      <w:proofErr w:type="spellStart"/>
      <w:r w:rsidR="00677C6A" w:rsidRPr="00D579A7">
        <w:rPr>
          <w:rFonts w:ascii="Verdana" w:hAnsi="Verdana"/>
        </w:rPr>
        <w:t>Mur</w:t>
      </w:r>
      <w:proofErr w:type="spellEnd"/>
      <w:r w:rsidR="00677C6A" w:rsidRPr="00D579A7">
        <w:rPr>
          <w:rFonts w:ascii="Verdana" w:hAnsi="Verdana"/>
        </w:rPr>
        <w:t xml:space="preserve"> </w:t>
      </w:r>
      <w:r w:rsidR="004C658B">
        <w:rPr>
          <w:rFonts w:ascii="Verdana" w:hAnsi="Verdana"/>
        </w:rPr>
        <w:t xml:space="preserve">per il dipartimento di eccellenza </w:t>
      </w:r>
      <w:r w:rsidR="00677C6A" w:rsidRPr="00D579A7">
        <w:rPr>
          <w:rFonts w:ascii="Verdana" w:hAnsi="Verdana"/>
        </w:rPr>
        <w:t>(€</w:t>
      </w:r>
      <w:r w:rsidR="004C658B">
        <w:rPr>
          <w:rFonts w:ascii="Verdana" w:hAnsi="Verdana"/>
        </w:rPr>
        <w:t xml:space="preserve"> </w:t>
      </w:r>
      <w:r w:rsidR="004C658B" w:rsidRPr="004C658B">
        <w:rPr>
          <w:rFonts w:ascii="Verdana" w:hAnsi="Verdana"/>
        </w:rPr>
        <w:t>1</w:t>
      </w:r>
      <w:r w:rsidR="004C658B">
        <w:rPr>
          <w:rFonts w:ascii="Verdana" w:hAnsi="Verdana"/>
        </w:rPr>
        <w:t>.</w:t>
      </w:r>
      <w:r w:rsidR="004C658B" w:rsidRPr="004C658B">
        <w:rPr>
          <w:rFonts w:ascii="Verdana" w:hAnsi="Verdana"/>
        </w:rPr>
        <w:t>596</w:t>
      </w:r>
      <w:r w:rsidR="004C658B">
        <w:rPr>
          <w:rFonts w:ascii="Verdana" w:hAnsi="Verdana"/>
        </w:rPr>
        <w:t>.</w:t>
      </w:r>
      <w:r w:rsidR="004C658B" w:rsidRPr="004C658B">
        <w:rPr>
          <w:rFonts w:ascii="Verdana" w:hAnsi="Verdana"/>
        </w:rPr>
        <w:t>583</w:t>
      </w:r>
      <w:r w:rsidR="004C658B">
        <w:rPr>
          <w:rFonts w:ascii="Verdana" w:hAnsi="Verdana"/>
        </w:rPr>
        <w:t>,00</w:t>
      </w:r>
      <w:r w:rsidR="00677C6A" w:rsidRPr="00D579A7">
        <w:rPr>
          <w:rFonts w:ascii="Verdana" w:hAnsi="Verdana"/>
        </w:rPr>
        <w:t>)</w:t>
      </w:r>
      <w:r w:rsidR="004C658B">
        <w:rPr>
          <w:rFonts w:ascii="Verdana" w:hAnsi="Verdana"/>
        </w:rPr>
        <w:t xml:space="preserve">, per i PRIN </w:t>
      </w:r>
      <w:r w:rsidR="00F41A6D">
        <w:rPr>
          <w:rFonts w:ascii="Verdana" w:hAnsi="Verdana"/>
        </w:rPr>
        <w:t>(</w:t>
      </w:r>
      <w:r w:rsidR="004C658B">
        <w:rPr>
          <w:rFonts w:ascii="Verdana" w:hAnsi="Verdana"/>
        </w:rPr>
        <w:t>€ 329.448,00</w:t>
      </w:r>
      <w:r w:rsidR="00F41A6D">
        <w:rPr>
          <w:rFonts w:ascii="Verdana" w:hAnsi="Verdana"/>
        </w:rPr>
        <w:t>)</w:t>
      </w:r>
      <w:r w:rsidR="00677C6A" w:rsidRPr="00D579A7">
        <w:rPr>
          <w:rFonts w:ascii="Verdana" w:hAnsi="Verdana"/>
        </w:rPr>
        <w:t xml:space="preserve">, </w:t>
      </w:r>
      <w:r w:rsidR="004C658B">
        <w:rPr>
          <w:rFonts w:ascii="Verdana" w:hAnsi="Verdana"/>
        </w:rPr>
        <w:t>per il progetto di ricerca “</w:t>
      </w:r>
      <w:proofErr w:type="spellStart"/>
      <w:r w:rsidR="004C658B">
        <w:rPr>
          <w:rFonts w:ascii="Verdana" w:hAnsi="Verdana"/>
        </w:rPr>
        <w:t>Agritech</w:t>
      </w:r>
      <w:proofErr w:type="spellEnd"/>
      <w:r w:rsidR="004C658B">
        <w:rPr>
          <w:rFonts w:ascii="Verdana" w:hAnsi="Verdana"/>
        </w:rPr>
        <w:t>”</w:t>
      </w:r>
      <w:r w:rsidR="00F41A6D">
        <w:rPr>
          <w:rFonts w:ascii="Verdana" w:hAnsi="Verdana"/>
        </w:rPr>
        <w:t xml:space="preserve"> (€ 25.000,00), </w:t>
      </w:r>
      <w:r w:rsidR="00996694">
        <w:rPr>
          <w:rFonts w:ascii="Verdana" w:hAnsi="Verdana"/>
        </w:rPr>
        <w:t>per il DM 1275/2021</w:t>
      </w:r>
      <w:r w:rsidR="00F41A6D">
        <w:rPr>
          <w:rFonts w:ascii="Verdana" w:hAnsi="Verdana"/>
        </w:rPr>
        <w:t xml:space="preserve"> (€ 31.667,00), per il </w:t>
      </w:r>
      <w:proofErr w:type="spellStart"/>
      <w:r w:rsidR="00F41A6D">
        <w:rPr>
          <w:rFonts w:ascii="Verdana" w:hAnsi="Verdana"/>
        </w:rPr>
        <w:t>romborso</w:t>
      </w:r>
      <w:proofErr w:type="spellEnd"/>
      <w:r w:rsidR="00F41A6D">
        <w:rPr>
          <w:rFonts w:ascii="Verdana" w:hAnsi="Verdana"/>
        </w:rPr>
        <w:t xml:space="preserve"> delle spese sostenute per il concorso SSM 2022 (€ 50.000,00),</w:t>
      </w:r>
      <w:r w:rsidR="004C658B">
        <w:rPr>
          <w:rFonts w:ascii="Verdana" w:hAnsi="Verdana"/>
        </w:rPr>
        <w:t xml:space="preserve"> </w:t>
      </w:r>
      <w:r w:rsidR="00170700" w:rsidRPr="00D579A7">
        <w:rPr>
          <w:rFonts w:ascii="Verdana" w:hAnsi="Verdana"/>
        </w:rPr>
        <w:t>da altri Ministeri</w:t>
      </w:r>
      <w:r w:rsidR="00677C6A" w:rsidRPr="00D579A7">
        <w:rPr>
          <w:rFonts w:ascii="Verdana" w:hAnsi="Verdana"/>
        </w:rPr>
        <w:t xml:space="preserve"> (€</w:t>
      </w:r>
      <w:r w:rsidR="004C658B">
        <w:rPr>
          <w:rFonts w:ascii="Verdana" w:hAnsi="Verdana"/>
        </w:rPr>
        <w:t xml:space="preserve"> </w:t>
      </w:r>
      <w:r w:rsidR="004C658B" w:rsidRPr="004C658B">
        <w:rPr>
          <w:rFonts w:ascii="Verdana" w:hAnsi="Verdana"/>
        </w:rPr>
        <w:t>24</w:t>
      </w:r>
      <w:r w:rsidR="004C658B">
        <w:rPr>
          <w:rFonts w:ascii="Verdana" w:hAnsi="Verdana"/>
        </w:rPr>
        <w:t>.</w:t>
      </w:r>
      <w:r w:rsidR="004C658B" w:rsidRPr="004C658B">
        <w:rPr>
          <w:rFonts w:ascii="Verdana" w:hAnsi="Verdana"/>
        </w:rPr>
        <w:t>791,54</w:t>
      </w:r>
      <w:r w:rsidR="00677C6A" w:rsidRPr="00D579A7">
        <w:rPr>
          <w:rFonts w:ascii="Verdana" w:hAnsi="Verdana"/>
        </w:rPr>
        <w:t xml:space="preserve">), </w:t>
      </w:r>
      <w:r w:rsidR="00170700" w:rsidRPr="00D579A7">
        <w:rPr>
          <w:rFonts w:ascii="Verdana" w:hAnsi="Verdana"/>
        </w:rPr>
        <w:t xml:space="preserve">da Regioni (€ </w:t>
      </w:r>
      <w:r w:rsidR="004C658B">
        <w:rPr>
          <w:rFonts w:ascii="Verdana" w:hAnsi="Verdana"/>
        </w:rPr>
        <w:t>1.</w:t>
      </w:r>
      <w:r w:rsidR="00F41A6D">
        <w:rPr>
          <w:rFonts w:ascii="Verdana" w:hAnsi="Verdana"/>
        </w:rPr>
        <w:t>261</w:t>
      </w:r>
      <w:r w:rsidR="004C658B">
        <w:rPr>
          <w:rFonts w:ascii="Verdana" w:hAnsi="Verdana"/>
        </w:rPr>
        <w:t>.275,38</w:t>
      </w:r>
      <w:r w:rsidR="002C62E2" w:rsidRPr="00D579A7">
        <w:rPr>
          <w:rFonts w:ascii="Verdana" w:hAnsi="Verdana"/>
        </w:rPr>
        <w:t xml:space="preserve">), </w:t>
      </w:r>
      <w:r w:rsidR="00996694">
        <w:rPr>
          <w:rFonts w:ascii="Verdana" w:hAnsi="Verdana"/>
        </w:rPr>
        <w:t xml:space="preserve">dalla Asl </w:t>
      </w:r>
      <w:proofErr w:type="spellStart"/>
      <w:r w:rsidR="00996694">
        <w:rPr>
          <w:rFonts w:ascii="Verdana" w:hAnsi="Verdana"/>
        </w:rPr>
        <w:t>Bat</w:t>
      </w:r>
      <w:proofErr w:type="spellEnd"/>
      <w:r w:rsidR="00996694">
        <w:rPr>
          <w:rFonts w:ascii="Verdana" w:hAnsi="Verdana"/>
        </w:rPr>
        <w:t xml:space="preserve"> (€ 380</w:t>
      </w:r>
      <w:r w:rsidR="00F41A6D">
        <w:rPr>
          <w:rFonts w:ascii="Verdana" w:hAnsi="Verdana"/>
        </w:rPr>
        <w:t>.000,00), da enti Pubblici (€ 25</w:t>
      </w:r>
      <w:r w:rsidR="00996694">
        <w:rPr>
          <w:rFonts w:ascii="Verdana" w:hAnsi="Verdana"/>
        </w:rPr>
        <w:t xml:space="preserve">.000,00), </w:t>
      </w:r>
      <w:r w:rsidR="00862B53">
        <w:rPr>
          <w:rFonts w:ascii="Verdana" w:hAnsi="Verdana"/>
        </w:rPr>
        <w:t xml:space="preserve">da enti privati (€ </w:t>
      </w:r>
      <w:r w:rsidR="00F41A6D">
        <w:rPr>
          <w:rFonts w:ascii="Verdana" w:hAnsi="Verdana"/>
        </w:rPr>
        <w:t>75</w:t>
      </w:r>
      <w:r w:rsidR="00996694">
        <w:rPr>
          <w:rFonts w:ascii="Verdana" w:hAnsi="Verdana"/>
        </w:rPr>
        <w:t>.269,58</w:t>
      </w:r>
      <w:r w:rsidR="00170700" w:rsidRPr="00D579A7">
        <w:rPr>
          <w:rFonts w:ascii="Verdana" w:hAnsi="Verdana"/>
        </w:rPr>
        <w:t>)</w:t>
      </w:r>
      <w:r w:rsidR="00677C6A" w:rsidRPr="00D579A7">
        <w:rPr>
          <w:rFonts w:ascii="Verdana" w:hAnsi="Verdana"/>
        </w:rPr>
        <w:t>, dall’UE per pr</w:t>
      </w:r>
      <w:r w:rsidR="00170700" w:rsidRPr="00D579A7">
        <w:rPr>
          <w:rFonts w:ascii="Verdana" w:hAnsi="Verdana"/>
        </w:rPr>
        <w:t xml:space="preserve">ogetti di ricerca (€ </w:t>
      </w:r>
      <w:r w:rsidR="00996694">
        <w:rPr>
          <w:rFonts w:ascii="Verdana" w:hAnsi="Verdana"/>
        </w:rPr>
        <w:t>546.368,60</w:t>
      </w:r>
      <w:r w:rsidR="00677C6A" w:rsidRPr="00D579A7">
        <w:rPr>
          <w:rFonts w:ascii="Verdana" w:hAnsi="Verdana"/>
        </w:rPr>
        <w:t>)</w:t>
      </w:r>
      <w:r w:rsidR="00170700" w:rsidRPr="00D579A7">
        <w:rPr>
          <w:rFonts w:ascii="Verdana" w:hAnsi="Verdana"/>
        </w:rPr>
        <w:t>;</w:t>
      </w:r>
    </w:p>
    <w:p w:rsidR="00677C6A" w:rsidRPr="00D579A7" w:rsidRDefault="00677C6A" w:rsidP="006F1DD8">
      <w:pPr>
        <w:pStyle w:val="Paragrafoelenco"/>
        <w:numPr>
          <w:ilvl w:val="0"/>
          <w:numId w:val="33"/>
        </w:numPr>
        <w:tabs>
          <w:tab w:val="left" w:pos="567"/>
        </w:tabs>
        <w:spacing w:line="360" w:lineRule="auto"/>
        <w:ind w:right="-1"/>
        <w:jc w:val="both"/>
        <w:rPr>
          <w:rFonts w:ascii="Verdana" w:hAnsi="Verdana"/>
        </w:rPr>
      </w:pPr>
      <w:r w:rsidRPr="00D579A7">
        <w:rPr>
          <w:rFonts w:ascii="Verdana" w:hAnsi="Verdana"/>
        </w:rPr>
        <w:t xml:space="preserve">ai maggiori ricavi relativi ai trasferimenti dai dipartimenti per la quota relativa al fondo comune su convenzioni c/terzi (€ </w:t>
      </w:r>
      <w:r w:rsidR="006F1DD8">
        <w:rPr>
          <w:rFonts w:ascii="Verdana" w:hAnsi="Verdana"/>
        </w:rPr>
        <w:t xml:space="preserve">511,94), </w:t>
      </w:r>
      <w:r w:rsidR="008351DD" w:rsidRPr="00D579A7">
        <w:rPr>
          <w:rFonts w:ascii="Verdana" w:hAnsi="Verdana"/>
        </w:rPr>
        <w:t xml:space="preserve">per cofinanziamento assegni di ricerca (€ </w:t>
      </w:r>
      <w:r w:rsidR="006F1DD8">
        <w:rPr>
          <w:rFonts w:ascii="Verdana" w:hAnsi="Verdana"/>
        </w:rPr>
        <w:t>27.893,50</w:t>
      </w:r>
      <w:r w:rsidR="008351DD" w:rsidRPr="00D579A7">
        <w:rPr>
          <w:rFonts w:ascii="Verdana" w:hAnsi="Verdana"/>
        </w:rPr>
        <w:t>),</w:t>
      </w:r>
      <w:r w:rsidR="00974F4F">
        <w:rPr>
          <w:rFonts w:ascii="Verdana" w:hAnsi="Verdana"/>
        </w:rPr>
        <w:t xml:space="preserve"> per compensi su convenzioni c/terzi (€ 2</w:t>
      </w:r>
      <w:r w:rsidR="006F1DD8">
        <w:rPr>
          <w:rFonts w:ascii="Verdana" w:hAnsi="Verdana"/>
        </w:rPr>
        <w:t>5</w:t>
      </w:r>
      <w:r w:rsidR="00974F4F">
        <w:rPr>
          <w:rFonts w:ascii="Verdana" w:hAnsi="Verdana"/>
        </w:rPr>
        <w:t>.000,00),</w:t>
      </w:r>
      <w:r w:rsidR="008351DD" w:rsidRPr="00D579A7">
        <w:rPr>
          <w:rFonts w:ascii="Verdana" w:hAnsi="Verdana"/>
        </w:rPr>
        <w:t xml:space="preserve"> </w:t>
      </w:r>
      <w:r w:rsidRPr="00D579A7">
        <w:rPr>
          <w:rFonts w:ascii="Verdana" w:hAnsi="Verdana"/>
        </w:rPr>
        <w:t xml:space="preserve">per le borse di studio </w:t>
      </w:r>
      <w:proofErr w:type="spellStart"/>
      <w:r w:rsidRPr="00D579A7">
        <w:rPr>
          <w:rFonts w:ascii="Verdana" w:hAnsi="Verdana"/>
        </w:rPr>
        <w:t>post-lauream</w:t>
      </w:r>
      <w:proofErr w:type="spellEnd"/>
      <w:r w:rsidRPr="00D579A7">
        <w:rPr>
          <w:rFonts w:ascii="Verdana" w:hAnsi="Verdana"/>
        </w:rPr>
        <w:t xml:space="preserve"> (€</w:t>
      </w:r>
      <w:r w:rsidR="006F1DD8">
        <w:rPr>
          <w:rFonts w:ascii="Verdana" w:hAnsi="Verdana"/>
        </w:rPr>
        <w:t xml:space="preserve"> </w:t>
      </w:r>
      <w:r w:rsidR="006F1DD8" w:rsidRPr="006F1DD8">
        <w:rPr>
          <w:rFonts w:ascii="Verdana" w:hAnsi="Verdana"/>
        </w:rPr>
        <w:t>117</w:t>
      </w:r>
      <w:r w:rsidR="006F1DD8">
        <w:rPr>
          <w:rFonts w:ascii="Verdana" w:hAnsi="Verdana"/>
        </w:rPr>
        <w:t>.</w:t>
      </w:r>
      <w:r w:rsidR="006F1DD8" w:rsidRPr="006F1DD8">
        <w:rPr>
          <w:rFonts w:ascii="Verdana" w:hAnsi="Verdana"/>
        </w:rPr>
        <w:t>524,17</w:t>
      </w:r>
      <w:r w:rsidR="006E658D">
        <w:rPr>
          <w:rFonts w:ascii="Verdana" w:hAnsi="Verdana"/>
        </w:rPr>
        <w:t xml:space="preserve">), </w:t>
      </w:r>
      <w:r w:rsidR="008351DD" w:rsidRPr="00D579A7">
        <w:rPr>
          <w:rFonts w:ascii="Verdana" w:hAnsi="Verdana"/>
        </w:rPr>
        <w:t xml:space="preserve">per supplenze e contratti </w:t>
      </w:r>
      <w:r w:rsidRPr="00D579A7">
        <w:rPr>
          <w:rFonts w:ascii="Verdana" w:hAnsi="Verdana"/>
        </w:rPr>
        <w:t xml:space="preserve">(€ </w:t>
      </w:r>
      <w:r w:rsidR="006F1DD8">
        <w:rPr>
          <w:rFonts w:ascii="Verdana" w:hAnsi="Verdana"/>
        </w:rPr>
        <w:t>9.709,</w:t>
      </w:r>
      <w:r w:rsidR="00F41A6D">
        <w:rPr>
          <w:rFonts w:ascii="Verdana" w:hAnsi="Verdana"/>
        </w:rPr>
        <w:t>36) e per contributi diversi (€ 1</w:t>
      </w:r>
      <w:r w:rsidR="00696AE8">
        <w:rPr>
          <w:rFonts w:ascii="Verdana" w:hAnsi="Verdana"/>
        </w:rPr>
        <w:t>50.704,47);</w:t>
      </w:r>
    </w:p>
    <w:p w:rsidR="00677C6A" w:rsidRDefault="00677C6A" w:rsidP="00AC6429">
      <w:pPr>
        <w:numPr>
          <w:ilvl w:val="0"/>
          <w:numId w:val="32"/>
        </w:numPr>
        <w:tabs>
          <w:tab w:val="left" w:pos="567"/>
        </w:tabs>
        <w:spacing w:line="360" w:lineRule="auto"/>
        <w:ind w:right="-1"/>
        <w:jc w:val="both"/>
        <w:rPr>
          <w:rFonts w:ascii="Verdana" w:hAnsi="Verdana"/>
        </w:rPr>
      </w:pPr>
      <w:r w:rsidRPr="00974F4F">
        <w:rPr>
          <w:rFonts w:ascii="Verdana" w:hAnsi="Verdana"/>
        </w:rPr>
        <w:t>a recepire i maggior</w:t>
      </w:r>
      <w:r w:rsidR="00AB1C18" w:rsidRPr="00974F4F">
        <w:rPr>
          <w:rFonts w:ascii="Verdana" w:hAnsi="Verdana"/>
        </w:rPr>
        <w:t>i</w:t>
      </w:r>
      <w:r w:rsidRPr="00974F4F">
        <w:rPr>
          <w:rFonts w:ascii="Verdana" w:hAnsi="Verdana"/>
        </w:rPr>
        <w:t xml:space="preserve"> costi relativi </w:t>
      </w:r>
      <w:r w:rsidR="006F1DD8">
        <w:rPr>
          <w:rFonts w:ascii="Verdana" w:hAnsi="Verdana"/>
        </w:rPr>
        <w:t xml:space="preserve">al </w:t>
      </w:r>
      <w:r w:rsidR="006F1DD8" w:rsidRPr="00A2311B">
        <w:rPr>
          <w:rFonts w:ascii="Verdana" w:hAnsi="Verdana"/>
        </w:rPr>
        <w:t xml:space="preserve">gas (€ 100.000,00), </w:t>
      </w:r>
      <w:r w:rsidR="00F41A6D" w:rsidRPr="00A2311B">
        <w:rPr>
          <w:rFonts w:ascii="Verdana" w:hAnsi="Verdana"/>
        </w:rPr>
        <w:t xml:space="preserve">agli accertamenti sanitari (€ 24.000,00), </w:t>
      </w:r>
      <w:r w:rsidR="006F1DD8" w:rsidRPr="00A2311B">
        <w:rPr>
          <w:rFonts w:ascii="Verdana" w:hAnsi="Verdana"/>
        </w:rPr>
        <w:t xml:space="preserve">al noleggio di fotocopiatori (€ 150,00), </w:t>
      </w:r>
      <w:r w:rsidR="00342BBA" w:rsidRPr="00A2311B">
        <w:rPr>
          <w:rFonts w:ascii="Verdana" w:hAnsi="Verdana"/>
        </w:rPr>
        <w:t>alle esigenze dell’area comunicazione</w:t>
      </w:r>
      <w:r w:rsidR="00D817DE" w:rsidRPr="00A2311B">
        <w:rPr>
          <w:rFonts w:ascii="Verdana" w:hAnsi="Verdana"/>
        </w:rPr>
        <w:t xml:space="preserve"> </w:t>
      </w:r>
      <w:r w:rsidR="008F6070" w:rsidRPr="00A2311B">
        <w:rPr>
          <w:rFonts w:ascii="Verdana" w:hAnsi="Verdana"/>
        </w:rPr>
        <w:t>(€</w:t>
      </w:r>
      <w:r w:rsidR="00342BBA" w:rsidRPr="00A2311B">
        <w:rPr>
          <w:rFonts w:ascii="Verdana" w:hAnsi="Verdana"/>
        </w:rPr>
        <w:t xml:space="preserve"> 47.502,33</w:t>
      </w:r>
      <w:r w:rsidR="008F6070" w:rsidRPr="00A2311B">
        <w:rPr>
          <w:rFonts w:ascii="Verdana" w:hAnsi="Verdana"/>
        </w:rPr>
        <w:t>)</w:t>
      </w:r>
      <w:r w:rsidR="0087011C" w:rsidRPr="00A2311B">
        <w:rPr>
          <w:rFonts w:ascii="Verdana" w:hAnsi="Verdana"/>
        </w:rPr>
        <w:t xml:space="preserve">, </w:t>
      </w:r>
      <w:r w:rsidR="00342BBA" w:rsidRPr="00A2311B">
        <w:rPr>
          <w:rFonts w:ascii="Verdana" w:hAnsi="Verdana"/>
        </w:rPr>
        <w:t xml:space="preserve">alle esigenze dell’area orientamento (€ 300,00), </w:t>
      </w:r>
      <w:r w:rsidR="00AC6429" w:rsidRPr="00A2311B">
        <w:rPr>
          <w:rFonts w:ascii="Verdana" w:hAnsi="Verdana"/>
        </w:rPr>
        <w:t xml:space="preserve">al “Servizio di </w:t>
      </w:r>
      <w:proofErr w:type="spellStart"/>
      <w:r w:rsidR="00AC6429" w:rsidRPr="00A2311B">
        <w:rPr>
          <w:rFonts w:ascii="Verdana" w:hAnsi="Verdana"/>
        </w:rPr>
        <w:t>Advisoring</w:t>
      </w:r>
      <w:proofErr w:type="spellEnd"/>
      <w:r w:rsidR="00AC6429" w:rsidRPr="00A2311B">
        <w:rPr>
          <w:rFonts w:ascii="Verdana" w:hAnsi="Verdana"/>
        </w:rPr>
        <w:t xml:space="preserve"> relativo ai Bandi finanziati con fondi PNRR. S33_2022” (€ 67.100,00), </w:t>
      </w:r>
      <w:r w:rsidR="00342BBA" w:rsidRPr="00A2311B">
        <w:rPr>
          <w:rFonts w:ascii="Verdana" w:hAnsi="Verdana"/>
        </w:rPr>
        <w:t>ai compensi per incentivi per funzioni tecniche svolte dal personale</w:t>
      </w:r>
      <w:r w:rsidR="00342BBA">
        <w:rPr>
          <w:rFonts w:ascii="Verdana" w:hAnsi="Verdana"/>
        </w:rPr>
        <w:t xml:space="preserve"> T.A. ai sensi dell’</w:t>
      </w:r>
      <w:r w:rsidR="00342BBA" w:rsidRPr="00342BBA">
        <w:rPr>
          <w:rFonts w:ascii="Verdana" w:hAnsi="Verdana"/>
        </w:rPr>
        <w:t>art. 113 d.lgs. 50/2016</w:t>
      </w:r>
      <w:r w:rsidR="00F842CA">
        <w:rPr>
          <w:rFonts w:ascii="Verdana" w:hAnsi="Verdana"/>
        </w:rPr>
        <w:t xml:space="preserve"> (€ 1.440,00), al cofinanziamento </w:t>
      </w:r>
      <w:r w:rsidR="00C3056E">
        <w:rPr>
          <w:rFonts w:ascii="Verdana" w:hAnsi="Verdana"/>
        </w:rPr>
        <w:t xml:space="preserve">del progetto MISE (€ 105.263,16), </w:t>
      </w:r>
      <w:r w:rsidR="0087011C" w:rsidRPr="00974F4F">
        <w:rPr>
          <w:rFonts w:ascii="Verdana" w:hAnsi="Verdana"/>
        </w:rPr>
        <w:t xml:space="preserve">al cofinanziamento per l’acquisto della caserma </w:t>
      </w:r>
      <w:proofErr w:type="spellStart"/>
      <w:r w:rsidR="0087011C" w:rsidRPr="00974F4F">
        <w:rPr>
          <w:rFonts w:ascii="Verdana" w:hAnsi="Verdana"/>
        </w:rPr>
        <w:t>Miale</w:t>
      </w:r>
      <w:proofErr w:type="spellEnd"/>
      <w:r w:rsidR="0087011C" w:rsidRPr="00974F4F">
        <w:rPr>
          <w:rFonts w:ascii="Verdana" w:hAnsi="Verdana"/>
        </w:rPr>
        <w:t xml:space="preserve"> (€ </w:t>
      </w:r>
      <w:r w:rsidR="00342BBA">
        <w:rPr>
          <w:rFonts w:ascii="Verdana" w:hAnsi="Verdana"/>
        </w:rPr>
        <w:t>164.944</w:t>
      </w:r>
      <w:r w:rsidR="0087011C" w:rsidRPr="00974F4F">
        <w:rPr>
          <w:rFonts w:ascii="Verdana" w:hAnsi="Verdana"/>
        </w:rPr>
        <w:t>,00)</w:t>
      </w:r>
      <w:r w:rsidR="00767257">
        <w:rPr>
          <w:rFonts w:ascii="Verdana" w:hAnsi="Verdana"/>
        </w:rPr>
        <w:t xml:space="preserve">, al cofinanziamento di </w:t>
      </w:r>
      <w:r w:rsidR="00767257" w:rsidRPr="00767257">
        <w:rPr>
          <w:rFonts w:ascii="Verdana" w:hAnsi="Verdana"/>
        </w:rPr>
        <w:t>borse di Mobilità </w:t>
      </w:r>
      <w:r w:rsidR="00767257" w:rsidRPr="00767257">
        <w:rPr>
          <w:rFonts w:ascii="Verdana" w:hAnsi="Verdana"/>
        </w:rPr>
        <w:t>Erasmus</w:t>
      </w:r>
      <w:r w:rsidR="00767257">
        <w:rPr>
          <w:rFonts w:ascii="Verdana" w:hAnsi="Verdana"/>
        </w:rPr>
        <w:t xml:space="preserve"> (€ 200.000,00)</w:t>
      </w:r>
      <w:r w:rsidR="0087011C" w:rsidRPr="00974F4F">
        <w:rPr>
          <w:rFonts w:ascii="Verdana" w:hAnsi="Verdana"/>
        </w:rPr>
        <w:t>;</w:t>
      </w:r>
    </w:p>
    <w:p w:rsidR="00AC6429" w:rsidRPr="00974F4F" w:rsidRDefault="00AC6429" w:rsidP="00342BBA">
      <w:pPr>
        <w:numPr>
          <w:ilvl w:val="0"/>
          <w:numId w:val="32"/>
        </w:numPr>
        <w:tabs>
          <w:tab w:val="left" w:pos="567"/>
        </w:tabs>
        <w:spacing w:line="360" w:lineRule="auto"/>
        <w:ind w:right="-1"/>
        <w:jc w:val="both"/>
        <w:rPr>
          <w:rFonts w:ascii="Verdana" w:hAnsi="Verdana"/>
        </w:rPr>
      </w:pPr>
      <w:r>
        <w:rPr>
          <w:rFonts w:ascii="Verdana" w:hAnsi="Verdana"/>
        </w:rPr>
        <w:t xml:space="preserve">a recepire i maggiori ricavi da imputare a bilancio relativi alla restituzione di una </w:t>
      </w:r>
      <w:r w:rsidR="00AD02A8">
        <w:rPr>
          <w:rFonts w:ascii="Verdana" w:hAnsi="Verdana"/>
        </w:rPr>
        <w:t>quota del PRA € 438,98;</w:t>
      </w:r>
      <w:bookmarkStart w:id="0" w:name="_GoBack"/>
      <w:bookmarkEnd w:id="0"/>
    </w:p>
    <w:p w:rsidR="00677C6A" w:rsidRPr="00400A17" w:rsidRDefault="00677C6A" w:rsidP="002B1727">
      <w:pPr>
        <w:numPr>
          <w:ilvl w:val="0"/>
          <w:numId w:val="32"/>
        </w:numPr>
        <w:tabs>
          <w:tab w:val="left" w:pos="567"/>
        </w:tabs>
        <w:spacing w:line="360" w:lineRule="auto"/>
        <w:ind w:right="-1"/>
        <w:jc w:val="both"/>
        <w:rPr>
          <w:rFonts w:ascii="Verdana" w:hAnsi="Verdana"/>
        </w:rPr>
      </w:pPr>
      <w:r w:rsidRPr="00400A17">
        <w:rPr>
          <w:rFonts w:ascii="Verdana" w:hAnsi="Verdana"/>
        </w:rPr>
        <w:t xml:space="preserve">a recepire </w:t>
      </w:r>
      <w:r w:rsidR="00342BBA">
        <w:rPr>
          <w:rFonts w:ascii="Verdana" w:hAnsi="Verdana"/>
        </w:rPr>
        <w:t>gli storni tra voci di costo per un totale di € 83.038,42</w:t>
      </w:r>
      <w:r w:rsidR="00D817DE">
        <w:rPr>
          <w:rFonts w:ascii="Verdana" w:hAnsi="Verdana"/>
        </w:rPr>
        <w:t>;</w:t>
      </w:r>
    </w:p>
    <w:p w:rsidR="008F3D9E" w:rsidRDefault="00677C6A" w:rsidP="002B1727">
      <w:pPr>
        <w:numPr>
          <w:ilvl w:val="0"/>
          <w:numId w:val="32"/>
        </w:numPr>
        <w:tabs>
          <w:tab w:val="left" w:pos="567"/>
        </w:tabs>
        <w:spacing w:line="360" w:lineRule="auto"/>
        <w:ind w:right="-1"/>
        <w:rPr>
          <w:rFonts w:ascii="Verdana" w:hAnsi="Verdana"/>
        </w:rPr>
      </w:pPr>
      <w:r w:rsidRPr="00905637">
        <w:rPr>
          <w:rFonts w:ascii="Verdana" w:hAnsi="Verdana"/>
        </w:rPr>
        <w:t>a recepire le variazioni dei vari dipartimenti</w:t>
      </w:r>
      <w:r w:rsidR="007D6E09">
        <w:rPr>
          <w:rFonts w:ascii="Verdana" w:hAnsi="Verdana"/>
        </w:rPr>
        <w:t>.</w:t>
      </w:r>
    </w:p>
    <w:sectPr w:rsidR="008F3D9E" w:rsidSect="00F72795">
      <w:footerReference w:type="even" r:id="rId8"/>
      <w:footerReference w:type="default" r:id="rId9"/>
      <w:pgSz w:w="11906" w:h="16838"/>
      <w:pgMar w:top="1418" w:right="1134" w:bottom="1134" w:left="1134" w:header="720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780" w:rsidRDefault="00F54780">
      <w:r>
        <w:separator/>
      </w:r>
    </w:p>
  </w:endnote>
  <w:endnote w:type="continuationSeparator" w:id="0">
    <w:p w:rsidR="00F54780" w:rsidRDefault="00F54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5AB" w:rsidRDefault="005A05A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5A05AB" w:rsidRDefault="005A05A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5AB" w:rsidRDefault="005A05A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D02A8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5A05AB" w:rsidRDefault="005A05AB">
    <w:pPr>
      <w:pStyle w:val="Pidipagina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780" w:rsidRDefault="00F54780">
      <w:r>
        <w:separator/>
      </w:r>
    </w:p>
  </w:footnote>
  <w:footnote w:type="continuationSeparator" w:id="0">
    <w:p w:rsidR="00F54780" w:rsidRDefault="00F547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B7006"/>
    <w:multiLevelType w:val="hybridMultilevel"/>
    <w:tmpl w:val="CC7C6246"/>
    <w:lvl w:ilvl="0" w:tplc="04100005">
      <w:start w:val="1"/>
      <w:numFmt w:val="bullet"/>
      <w:lvlText w:val="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" w15:restartNumberingAfterBreak="0">
    <w:nsid w:val="17DC0E72"/>
    <w:multiLevelType w:val="hybridMultilevel"/>
    <w:tmpl w:val="8F58C938"/>
    <w:lvl w:ilvl="0" w:tplc="41AA8A18"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460A60A8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31301"/>
    <w:multiLevelType w:val="hybridMultilevel"/>
    <w:tmpl w:val="FC18CECC"/>
    <w:lvl w:ilvl="0" w:tplc="3ED850E6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AC5CD1"/>
    <w:multiLevelType w:val="hybridMultilevel"/>
    <w:tmpl w:val="B504CFA8"/>
    <w:lvl w:ilvl="0" w:tplc="2AAA393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2265381D"/>
    <w:multiLevelType w:val="hybridMultilevel"/>
    <w:tmpl w:val="DFC29ABA"/>
    <w:lvl w:ilvl="0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22CF0AFF"/>
    <w:multiLevelType w:val="hybridMultilevel"/>
    <w:tmpl w:val="F2CC00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74F42"/>
    <w:multiLevelType w:val="hybridMultilevel"/>
    <w:tmpl w:val="D66EC87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1E1579"/>
    <w:multiLevelType w:val="hybridMultilevel"/>
    <w:tmpl w:val="CC2C38EE"/>
    <w:lvl w:ilvl="0" w:tplc="CF58E49C"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131CC0"/>
    <w:multiLevelType w:val="hybridMultilevel"/>
    <w:tmpl w:val="4DA42398"/>
    <w:lvl w:ilvl="0" w:tplc="FFE491A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C4766B"/>
    <w:multiLevelType w:val="hybridMultilevel"/>
    <w:tmpl w:val="277C2FE4"/>
    <w:lvl w:ilvl="0" w:tplc="5FF25856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C7685C34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30286"/>
    <w:multiLevelType w:val="hybridMultilevel"/>
    <w:tmpl w:val="3D50A522"/>
    <w:lvl w:ilvl="0" w:tplc="F0D24C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7032D6A"/>
    <w:multiLevelType w:val="hybridMultilevel"/>
    <w:tmpl w:val="D1B0F034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73E0DA7"/>
    <w:multiLevelType w:val="hybridMultilevel"/>
    <w:tmpl w:val="09205978"/>
    <w:lvl w:ilvl="0" w:tplc="E27C474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C9A1608"/>
    <w:multiLevelType w:val="hybridMultilevel"/>
    <w:tmpl w:val="8AE0184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C62C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347FA"/>
    <w:multiLevelType w:val="hybridMultilevel"/>
    <w:tmpl w:val="20DCEB1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67327"/>
    <w:multiLevelType w:val="hybridMultilevel"/>
    <w:tmpl w:val="DD06B4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6C7AC4"/>
    <w:multiLevelType w:val="hybridMultilevel"/>
    <w:tmpl w:val="2E80325E"/>
    <w:lvl w:ilvl="0" w:tplc="E27C474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650BCD"/>
    <w:multiLevelType w:val="multilevel"/>
    <w:tmpl w:val="8F58C938"/>
    <w:lvl w:ilvl="0"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D4256E"/>
    <w:multiLevelType w:val="hybridMultilevel"/>
    <w:tmpl w:val="34AE7F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C64E69"/>
    <w:multiLevelType w:val="hybridMultilevel"/>
    <w:tmpl w:val="02028158"/>
    <w:lvl w:ilvl="0" w:tplc="6B1226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29238B"/>
    <w:multiLevelType w:val="multilevel"/>
    <w:tmpl w:val="09205978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604C060A"/>
    <w:multiLevelType w:val="hybridMultilevel"/>
    <w:tmpl w:val="95A424D2"/>
    <w:lvl w:ilvl="0" w:tplc="E0A6D7BC"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E305A6"/>
    <w:multiLevelType w:val="multilevel"/>
    <w:tmpl w:val="2E80325E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6E31CC"/>
    <w:multiLevelType w:val="hybridMultilevel"/>
    <w:tmpl w:val="44C0031E"/>
    <w:lvl w:ilvl="0" w:tplc="0410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29415E"/>
    <w:multiLevelType w:val="hybridMultilevel"/>
    <w:tmpl w:val="F79A7C0A"/>
    <w:lvl w:ilvl="0" w:tplc="F0D24C4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05" w:hanging="360"/>
      </w:pPr>
    </w:lvl>
    <w:lvl w:ilvl="2" w:tplc="0410001B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6F707BEC"/>
    <w:multiLevelType w:val="hybridMultilevel"/>
    <w:tmpl w:val="BFAA71DE"/>
    <w:lvl w:ilvl="0" w:tplc="E27C474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F36001"/>
    <w:multiLevelType w:val="hybridMultilevel"/>
    <w:tmpl w:val="3B049A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0A3419"/>
    <w:multiLevelType w:val="hybridMultilevel"/>
    <w:tmpl w:val="CA6404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B76911"/>
    <w:multiLevelType w:val="hybridMultilevel"/>
    <w:tmpl w:val="ED8E19FE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C62C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4F68C3"/>
    <w:multiLevelType w:val="multilevel"/>
    <w:tmpl w:val="09205978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8"/>
  </w:num>
  <w:num w:numId="3">
    <w:abstractNumId w:val="1"/>
  </w:num>
  <w:num w:numId="4">
    <w:abstractNumId w:val="12"/>
  </w:num>
  <w:num w:numId="5">
    <w:abstractNumId w:val="20"/>
  </w:num>
  <w:num w:numId="6">
    <w:abstractNumId w:val="29"/>
  </w:num>
  <w:num w:numId="7">
    <w:abstractNumId w:val="16"/>
  </w:num>
  <w:num w:numId="8">
    <w:abstractNumId w:val="17"/>
  </w:num>
  <w:num w:numId="9">
    <w:abstractNumId w:val="22"/>
  </w:num>
  <w:num w:numId="10">
    <w:abstractNumId w:val="25"/>
  </w:num>
  <w:num w:numId="11">
    <w:abstractNumId w:val="8"/>
  </w:num>
  <w:num w:numId="12">
    <w:abstractNumId w:val="21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23"/>
  </w:num>
  <w:num w:numId="18">
    <w:abstractNumId w:val="0"/>
  </w:num>
  <w:num w:numId="19">
    <w:abstractNumId w:val="11"/>
  </w:num>
  <w:num w:numId="20">
    <w:abstractNumId w:val="14"/>
  </w:num>
  <w:num w:numId="21">
    <w:abstractNumId w:val="26"/>
  </w:num>
  <w:num w:numId="22">
    <w:abstractNumId w:val="3"/>
  </w:num>
  <w:num w:numId="23">
    <w:abstractNumId w:val="6"/>
  </w:num>
  <w:num w:numId="24">
    <w:abstractNumId w:val="9"/>
  </w:num>
  <w:num w:numId="25">
    <w:abstractNumId w:val="4"/>
  </w:num>
  <w:num w:numId="26">
    <w:abstractNumId w:val="15"/>
  </w:num>
  <w:num w:numId="27">
    <w:abstractNumId w:val="24"/>
  </w:num>
  <w:num w:numId="28">
    <w:abstractNumId w:val="5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27"/>
  </w:num>
  <w:num w:numId="32">
    <w:abstractNumId w:val="18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3DD"/>
    <w:rsid w:val="0000000E"/>
    <w:rsid w:val="00000B04"/>
    <w:rsid w:val="000013CB"/>
    <w:rsid w:val="000017CD"/>
    <w:rsid w:val="000033E4"/>
    <w:rsid w:val="000038FA"/>
    <w:rsid w:val="000108C1"/>
    <w:rsid w:val="00011527"/>
    <w:rsid w:val="0001279B"/>
    <w:rsid w:val="000141DD"/>
    <w:rsid w:val="000148D9"/>
    <w:rsid w:val="000151E7"/>
    <w:rsid w:val="00020814"/>
    <w:rsid w:val="00021976"/>
    <w:rsid w:val="00025EDC"/>
    <w:rsid w:val="00025FCE"/>
    <w:rsid w:val="00026A82"/>
    <w:rsid w:val="00026D9E"/>
    <w:rsid w:val="00030A43"/>
    <w:rsid w:val="00032A14"/>
    <w:rsid w:val="00033802"/>
    <w:rsid w:val="00041E60"/>
    <w:rsid w:val="0004447A"/>
    <w:rsid w:val="00046104"/>
    <w:rsid w:val="00051A64"/>
    <w:rsid w:val="000528C8"/>
    <w:rsid w:val="00052CA7"/>
    <w:rsid w:val="000747AA"/>
    <w:rsid w:val="00074B8C"/>
    <w:rsid w:val="00076948"/>
    <w:rsid w:val="00076FCB"/>
    <w:rsid w:val="000770CB"/>
    <w:rsid w:val="00080FD6"/>
    <w:rsid w:val="00083BE2"/>
    <w:rsid w:val="000842E9"/>
    <w:rsid w:val="000874E5"/>
    <w:rsid w:val="00090725"/>
    <w:rsid w:val="00091A14"/>
    <w:rsid w:val="00091D4F"/>
    <w:rsid w:val="00091E73"/>
    <w:rsid w:val="000931B2"/>
    <w:rsid w:val="00093839"/>
    <w:rsid w:val="00094A58"/>
    <w:rsid w:val="00094EAB"/>
    <w:rsid w:val="000A1B68"/>
    <w:rsid w:val="000A1D8B"/>
    <w:rsid w:val="000A2D83"/>
    <w:rsid w:val="000A2E15"/>
    <w:rsid w:val="000A47C5"/>
    <w:rsid w:val="000A6793"/>
    <w:rsid w:val="000A73C5"/>
    <w:rsid w:val="000B1C22"/>
    <w:rsid w:val="000B1DC7"/>
    <w:rsid w:val="000B701E"/>
    <w:rsid w:val="000C23BB"/>
    <w:rsid w:val="000C2A44"/>
    <w:rsid w:val="000C3E8F"/>
    <w:rsid w:val="000C4216"/>
    <w:rsid w:val="000C4281"/>
    <w:rsid w:val="000C4B5F"/>
    <w:rsid w:val="000C5305"/>
    <w:rsid w:val="000D3A46"/>
    <w:rsid w:val="000D4102"/>
    <w:rsid w:val="000D574E"/>
    <w:rsid w:val="000D7059"/>
    <w:rsid w:val="000E295B"/>
    <w:rsid w:val="000E388A"/>
    <w:rsid w:val="000F4B0B"/>
    <w:rsid w:val="000F535A"/>
    <w:rsid w:val="000F65A4"/>
    <w:rsid w:val="000F6F01"/>
    <w:rsid w:val="00103BAE"/>
    <w:rsid w:val="001055E3"/>
    <w:rsid w:val="00106F5E"/>
    <w:rsid w:val="0011139A"/>
    <w:rsid w:val="001113EC"/>
    <w:rsid w:val="0011502A"/>
    <w:rsid w:val="00116AED"/>
    <w:rsid w:val="001178CB"/>
    <w:rsid w:val="001215A9"/>
    <w:rsid w:val="001216B2"/>
    <w:rsid w:val="00121DD9"/>
    <w:rsid w:val="00123E99"/>
    <w:rsid w:val="00124C3A"/>
    <w:rsid w:val="00125284"/>
    <w:rsid w:val="00125BE7"/>
    <w:rsid w:val="00126320"/>
    <w:rsid w:val="00126E9B"/>
    <w:rsid w:val="001318F9"/>
    <w:rsid w:val="001319E1"/>
    <w:rsid w:val="00134E32"/>
    <w:rsid w:val="00135E09"/>
    <w:rsid w:val="0013652A"/>
    <w:rsid w:val="001423E4"/>
    <w:rsid w:val="00152236"/>
    <w:rsid w:val="00156E49"/>
    <w:rsid w:val="00161F1F"/>
    <w:rsid w:val="00162800"/>
    <w:rsid w:val="0016318D"/>
    <w:rsid w:val="0016728C"/>
    <w:rsid w:val="00170700"/>
    <w:rsid w:val="001738F3"/>
    <w:rsid w:val="00176096"/>
    <w:rsid w:val="00176247"/>
    <w:rsid w:val="0018037F"/>
    <w:rsid w:val="0018073A"/>
    <w:rsid w:val="00181948"/>
    <w:rsid w:val="001877B3"/>
    <w:rsid w:val="001901A2"/>
    <w:rsid w:val="00192280"/>
    <w:rsid w:val="00194B79"/>
    <w:rsid w:val="00195B6C"/>
    <w:rsid w:val="00197907"/>
    <w:rsid w:val="001979B1"/>
    <w:rsid w:val="001A4A7D"/>
    <w:rsid w:val="001A598C"/>
    <w:rsid w:val="001A5D57"/>
    <w:rsid w:val="001A6124"/>
    <w:rsid w:val="001B10C2"/>
    <w:rsid w:val="001B320E"/>
    <w:rsid w:val="001B64B2"/>
    <w:rsid w:val="001B6B8F"/>
    <w:rsid w:val="001C0091"/>
    <w:rsid w:val="001C0A6F"/>
    <w:rsid w:val="001C15BB"/>
    <w:rsid w:val="001C26E6"/>
    <w:rsid w:val="001C2D81"/>
    <w:rsid w:val="001C6D4E"/>
    <w:rsid w:val="001D2DB3"/>
    <w:rsid w:val="001D66ED"/>
    <w:rsid w:val="001D7D74"/>
    <w:rsid w:val="001E39B3"/>
    <w:rsid w:val="001E4C8D"/>
    <w:rsid w:val="001E6915"/>
    <w:rsid w:val="001F0BEA"/>
    <w:rsid w:val="001F1A45"/>
    <w:rsid w:val="001F36CA"/>
    <w:rsid w:val="001F3ABA"/>
    <w:rsid w:val="0020296C"/>
    <w:rsid w:val="00202B0B"/>
    <w:rsid w:val="00202E7A"/>
    <w:rsid w:val="002108E1"/>
    <w:rsid w:val="00211590"/>
    <w:rsid w:val="00211739"/>
    <w:rsid w:val="00213548"/>
    <w:rsid w:val="00213902"/>
    <w:rsid w:val="00216463"/>
    <w:rsid w:val="00216B64"/>
    <w:rsid w:val="00217911"/>
    <w:rsid w:val="00227A25"/>
    <w:rsid w:val="0023247E"/>
    <w:rsid w:val="00233707"/>
    <w:rsid w:val="00233994"/>
    <w:rsid w:val="002340C5"/>
    <w:rsid w:val="00234851"/>
    <w:rsid w:val="0023590F"/>
    <w:rsid w:val="00236308"/>
    <w:rsid w:val="002414AA"/>
    <w:rsid w:val="0024265A"/>
    <w:rsid w:val="00245B6C"/>
    <w:rsid w:val="00253B6F"/>
    <w:rsid w:val="0025670D"/>
    <w:rsid w:val="002641CF"/>
    <w:rsid w:val="00264463"/>
    <w:rsid w:val="00273BEC"/>
    <w:rsid w:val="00274A0E"/>
    <w:rsid w:val="00275103"/>
    <w:rsid w:val="00277140"/>
    <w:rsid w:val="002774B6"/>
    <w:rsid w:val="00285E39"/>
    <w:rsid w:val="002868A5"/>
    <w:rsid w:val="00292697"/>
    <w:rsid w:val="00293D58"/>
    <w:rsid w:val="0029481B"/>
    <w:rsid w:val="00295B1F"/>
    <w:rsid w:val="00295D1C"/>
    <w:rsid w:val="002A1C17"/>
    <w:rsid w:val="002A368D"/>
    <w:rsid w:val="002B1727"/>
    <w:rsid w:val="002B42FD"/>
    <w:rsid w:val="002B6E9B"/>
    <w:rsid w:val="002B7B97"/>
    <w:rsid w:val="002C2445"/>
    <w:rsid w:val="002C39C6"/>
    <w:rsid w:val="002C43DD"/>
    <w:rsid w:val="002C62CF"/>
    <w:rsid w:val="002C62E2"/>
    <w:rsid w:val="002D158F"/>
    <w:rsid w:val="002D1EF3"/>
    <w:rsid w:val="002D2CB3"/>
    <w:rsid w:val="002D3391"/>
    <w:rsid w:val="002D5C72"/>
    <w:rsid w:val="002D5C80"/>
    <w:rsid w:val="002E2C44"/>
    <w:rsid w:val="002E4412"/>
    <w:rsid w:val="002E4578"/>
    <w:rsid w:val="002E6121"/>
    <w:rsid w:val="002E6C41"/>
    <w:rsid w:val="002F0321"/>
    <w:rsid w:val="002F0D6D"/>
    <w:rsid w:val="002F1FD2"/>
    <w:rsid w:val="002F205D"/>
    <w:rsid w:val="002F6367"/>
    <w:rsid w:val="003013B5"/>
    <w:rsid w:val="003017B9"/>
    <w:rsid w:val="003035C6"/>
    <w:rsid w:val="003038F6"/>
    <w:rsid w:val="00303D81"/>
    <w:rsid w:val="003043D8"/>
    <w:rsid w:val="0030523F"/>
    <w:rsid w:val="00306381"/>
    <w:rsid w:val="00307AA1"/>
    <w:rsid w:val="003105AA"/>
    <w:rsid w:val="003113FD"/>
    <w:rsid w:val="003132C1"/>
    <w:rsid w:val="00313766"/>
    <w:rsid w:val="00314BEC"/>
    <w:rsid w:val="00317379"/>
    <w:rsid w:val="00320A07"/>
    <w:rsid w:val="00321B8F"/>
    <w:rsid w:val="00323629"/>
    <w:rsid w:val="00324A71"/>
    <w:rsid w:val="003308F3"/>
    <w:rsid w:val="00330AF7"/>
    <w:rsid w:val="00332F41"/>
    <w:rsid w:val="00334586"/>
    <w:rsid w:val="003361A2"/>
    <w:rsid w:val="00337766"/>
    <w:rsid w:val="003403EF"/>
    <w:rsid w:val="00342BBA"/>
    <w:rsid w:val="003434A3"/>
    <w:rsid w:val="00343774"/>
    <w:rsid w:val="003437E0"/>
    <w:rsid w:val="00343EC4"/>
    <w:rsid w:val="0034612B"/>
    <w:rsid w:val="00354C55"/>
    <w:rsid w:val="003554B1"/>
    <w:rsid w:val="003554D7"/>
    <w:rsid w:val="00355B73"/>
    <w:rsid w:val="003572B1"/>
    <w:rsid w:val="00362009"/>
    <w:rsid w:val="00366C30"/>
    <w:rsid w:val="003670D2"/>
    <w:rsid w:val="00371950"/>
    <w:rsid w:val="00374C32"/>
    <w:rsid w:val="00383566"/>
    <w:rsid w:val="00384DA2"/>
    <w:rsid w:val="00386F44"/>
    <w:rsid w:val="003A04FD"/>
    <w:rsid w:val="003A2F63"/>
    <w:rsid w:val="003A4549"/>
    <w:rsid w:val="003A63D8"/>
    <w:rsid w:val="003A7A9C"/>
    <w:rsid w:val="003B2229"/>
    <w:rsid w:val="003B33C0"/>
    <w:rsid w:val="003B3D85"/>
    <w:rsid w:val="003B479A"/>
    <w:rsid w:val="003B73D3"/>
    <w:rsid w:val="003B7B75"/>
    <w:rsid w:val="003C2E4C"/>
    <w:rsid w:val="003D33CF"/>
    <w:rsid w:val="003D43EE"/>
    <w:rsid w:val="003D66DD"/>
    <w:rsid w:val="003E2FCE"/>
    <w:rsid w:val="003E3A91"/>
    <w:rsid w:val="003E78A7"/>
    <w:rsid w:val="003F2A6D"/>
    <w:rsid w:val="003F4F93"/>
    <w:rsid w:val="003F5631"/>
    <w:rsid w:val="003F6F18"/>
    <w:rsid w:val="003F77DA"/>
    <w:rsid w:val="004014D9"/>
    <w:rsid w:val="004060E1"/>
    <w:rsid w:val="00410AE1"/>
    <w:rsid w:val="0041425C"/>
    <w:rsid w:val="00421FAC"/>
    <w:rsid w:val="00422FAC"/>
    <w:rsid w:val="00423057"/>
    <w:rsid w:val="0042347E"/>
    <w:rsid w:val="00423B5D"/>
    <w:rsid w:val="0042401E"/>
    <w:rsid w:val="00424089"/>
    <w:rsid w:val="00426ADE"/>
    <w:rsid w:val="004343A6"/>
    <w:rsid w:val="00441CA9"/>
    <w:rsid w:val="00443563"/>
    <w:rsid w:val="00443A4D"/>
    <w:rsid w:val="00444C23"/>
    <w:rsid w:val="004506B0"/>
    <w:rsid w:val="004523EA"/>
    <w:rsid w:val="00452A36"/>
    <w:rsid w:val="00452B21"/>
    <w:rsid w:val="004560E9"/>
    <w:rsid w:val="004570BA"/>
    <w:rsid w:val="00457D4A"/>
    <w:rsid w:val="004642CC"/>
    <w:rsid w:val="0046550F"/>
    <w:rsid w:val="00465D1B"/>
    <w:rsid w:val="0047415C"/>
    <w:rsid w:val="00475DBA"/>
    <w:rsid w:val="00476E19"/>
    <w:rsid w:val="00484872"/>
    <w:rsid w:val="00485223"/>
    <w:rsid w:val="00486271"/>
    <w:rsid w:val="00490AB1"/>
    <w:rsid w:val="00492952"/>
    <w:rsid w:val="004937BE"/>
    <w:rsid w:val="00495BC9"/>
    <w:rsid w:val="004A46AC"/>
    <w:rsid w:val="004B18EF"/>
    <w:rsid w:val="004B405E"/>
    <w:rsid w:val="004B6A5B"/>
    <w:rsid w:val="004B75B4"/>
    <w:rsid w:val="004B7CA0"/>
    <w:rsid w:val="004C08A5"/>
    <w:rsid w:val="004C4BFA"/>
    <w:rsid w:val="004C658B"/>
    <w:rsid w:val="004D15F2"/>
    <w:rsid w:val="004D36C6"/>
    <w:rsid w:val="004E0DD8"/>
    <w:rsid w:val="004E189D"/>
    <w:rsid w:val="004E2FD0"/>
    <w:rsid w:val="004E6522"/>
    <w:rsid w:val="004E7511"/>
    <w:rsid w:val="004F374C"/>
    <w:rsid w:val="004F5507"/>
    <w:rsid w:val="004F55FE"/>
    <w:rsid w:val="004F587D"/>
    <w:rsid w:val="004F5B03"/>
    <w:rsid w:val="004F7037"/>
    <w:rsid w:val="00501383"/>
    <w:rsid w:val="00504D5D"/>
    <w:rsid w:val="005050BB"/>
    <w:rsid w:val="0050532C"/>
    <w:rsid w:val="00512B1B"/>
    <w:rsid w:val="0051424C"/>
    <w:rsid w:val="005151AF"/>
    <w:rsid w:val="00516524"/>
    <w:rsid w:val="00517013"/>
    <w:rsid w:val="00524B0D"/>
    <w:rsid w:val="00524D4B"/>
    <w:rsid w:val="00524E71"/>
    <w:rsid w:val="00525EFD"/>
    <w:rsid w:val="005305B6"/>
    <w:rsid w:val="00532E4E"/>
    <w:rsid w:val="00532F1E"/>
    <w:rsid w:val="005332D8"/>
    <w:rsid w:val="00535711"/>
    <w:rsid w:val="00535F77"/>
    <w:rsid w:val="00536C12"/>
    <w:rsid w:val="00541690"/>
    <w:rsid w:val="0054411C"/>
    <w:rsid w:val="005460EE"/>
    <w:rsid w:val="005465EF"/>
    <w:rsid w:val="00547018"/>
    <w:rsid w:val="005476C9"/>
    <w:rsid w:val="0055078B"/>
    <w:rsid w:val="005524F8"/>
    <w:rsid w:val="00556DD0"/>
    <w:rsid w:val="00561108"/>
    <w:rsid w:val="00563F6E"/>
    <w:rsid w:val="005717D8"/>
    <w:rsid w:val="00573823"/>
    <w:rsid w:val="00574138"/>
    <w:rsid w:val="00574BC3"/>
    <w:rsid w:val="00576660"/>
    <w:rsid w:val="00583333"/>
    <w:rsid w:val="005836F3"/>
    <w:rsid w:val="00587259"/>
    <w:rsid w:val="00587C38"/>
    <w:rsid w:val="005967A0"/>
    <w:rsid w:val="00596E1A"/>
    <w:rsid w:val="0059798F"/>
    <w:rsid w:val="005A053E"/>
    <w:rsid w:val="005A05AB"/>
    <w:rsid w:val="005A1839"/>
    <w:rsid w:val="005A221B"/>
    <w:rsid w:val="005A3E60"/>
    <w:rsid w:val="005A7D0C"/>
    <w:rsid w:val="005B1A44"/>
    <w:rsid w:val="005B282B"/>
    <w:rsid w:val="005B5EA5"/>
    <w:rsid w:val="005B6FB5"/>
    <w:rsid w:val="005B7BFC"/>
    <w:rsid w:val="005C23D3"/>
    <w:rsid w:val="005C62DF"/>
    <w:rsid w:val="005D0AF3"/>
    <w:rsid w:val="005D0E57"/>
    <w:rsid w:val="005D1203"/>
    <w:rsid w:val="005D3F52"/>
    <w:rsid w:val="005E21E4"/>
    <w:rsid w:val="005E28BF"/>
    <w:rsid w:val="005E36E5"/>
    <w:rsid w:val="005E67C8"/>
    <w:rsid w:val="005E7BA6"/>
    <w:rsid w:val="005F1271"/>
    <w:rsid w:val="005F2360"/>
    <w:rsid w:val="005F315B"/>
    <w:rsid w:val="005F572B"/>
    <w:rsid w:val="00601358"/>
    <w:rsid w:val="006037A9"/>
    <w:rsid w:val="00605004"/>
    <w:rsid w:val="006147EB"/>
    <w:rsid w:val="00620E1D"/>
    <w:rsid w:val="006218F1"/>
    <w:rsid w:val="00622713"/>
    <w:rsid w:val="00626D52"/>
    <w:rsid w:val="00633B8E"/>
    <w:rsid w:val="0063502D"/>
    <w:rsid w:val="006425F5"/>
    <w:rsid w:val="0064368F"/>
    <w:rsid w:val="0064487A"/>
    <w:rsid w:val="00644CC8"/>
    <w:rsid w:val="0065221C"/>
    <w:rsid w:val="006528F3"/>
    <w:rsid w:val="00654E69"/>
    <w:rsid w:val="00655296"/>
    <w:rsid w:val="006636B3"/>
    <w:rsid w:val="00664BBE"/>
    <w:rsid w:val="00665BDC"/>
    <w:rsid w:val="00666616"/>
    <w:rsid w:val="00671572"/>
    <w:rsid w:val="00671B20"/>
    <w:rsid w:val="00672E55"/>
    <w:rsid w:val="00675F1F"/>
    <w:rsid w:val="00677C6A"/>
    <w:rsid w:val="00682416"/>
    <w:rsid w:val="00683B15"/>
    <w:rsid w:val="00686463"/>
    <w:rsid w:val="00686C8A"/>
    <w:rsid w:val="00692086"/>
    <w:rsid w:val="006961C6"/>
    <w:rsid w:val="006967A9"/>
    <w:rsid w:val="00696AE8"/>
    <w:rsid w:val="006971BF"/>
    <w:rsid w:val="006A0A27"/>
    <w:rsid w:val="006A1CC9"/>
    <w:rsid w:val="006A4695"/>
    <w:rsid w:val="006B037C"/>
    <w:rsid w:val="006B63DD"/>
    <w:rsid w:val="006B68AB"/>
    <w:rsid w:val="006B7A1B"/>
    <w:rsid w:val="006C02D5"/>
    <w:rsid w:val="006C546F"/>
    <w:rsid w:val="006C7683"/>
    <w:rsid w:val="006D0925"/>
    <w:rsid w:val="006D144B"/>
    <w:rsid w:val="006D2921"/>
    <w:rsid w:val="006D364D"/>
    <w:rsid w:val="006D39DC"/>
    <w:rsid w:val="006D56A1"/>
    <w:rsid w:val="006E17D4"/>
    <w:rsid w:val="006E658D"/>
    <w:rsid w:val="006E7DE3"/>
    <w:rsid w:val="006F1DD8"/>
    <w:rsid w:val="006F5BBA"/>
    <w:rsid w:val="00701321"/>
    <w:rsid w:val="00702D51"/>
    <w:rsid w:val="00704ABD"/>
    <w:rsid w:val="007101DF"/>
    <w:rsid w:val="00716A6C"/>
    <w:rsid w:val="00717A49"/>
    <w:rsid w:val="007207FD"/>
    <w:rsid w:val="00723527"/>
    <w:rsid w:val="00724BC6"/>
    <w:rsid w:val="00725BE3"/>
    <w:rsid w:val="007269AA"/>
    <w:rsid w:val="00730261"/>
    <w:rsid w:val="00730B9E"/>
    <w:rsid w:val="00731A42"/>
    <w:rsid w:val="007327D3"/>
    <w:rsid w:val="00736852"/>
    <w:rsid w:val="007377B6"/>
    <w:rsid w:val="00737F33"/>
    <w:rsid w:val="00741F4C"/>
    <w:rsid w:val="007466AB"/>
    <w:rsid w:val="00746ADE"/>
    <w:rsid w:val="00752811"/>
    <w:rsid w:val="00753406"/>
    <w:rsid w:val="00754CDA"/>
    <w:rsid w:val="00754F4B"/>
    <w:rsid w:val="00755997"/>
    <w:rsid w:val="007570E4"/>
    <w:rsid w:val="00760847"/>
    <w:rsid w:val="007647CF"/>
    <w:rsid w:val="00764F0B"/>
    <w:rsid w:val="00767257"/>
    <w:rsid w:val="007706FE"/>
    <w:rsid w:val="00772927"/>
    <w:rsid w:val="00772D12"/>
    <w:rsid w:val="007747A1"/>
    <w:rsid w:val="007751D9"/>
    <w:rsid w:val="00775BAC"/>
    <w:rsid w:val="0077650A"/>
    <w:rsid w:val="00781759"/>
    <w:rsid w:val="00782D3B"/>
    <w:rsid w:val="00786DEE"/>
    <w:rsid w:val="0079134B"/>
    <w:rsid w:val="007A1713"/>
    <w:rsid w:val="007A2AC4"/>
    <w:rsid w:val="007A49DF"/>
    <w:rsid w:val="007A4EAE"/>
    <w:rsid w:val="007A5BF9"/>
    <w:rsid w:val="007A7046"/>
    <w:rsid w:val="007B3F26"/>
    <w:rsid w:val="007B57B3"/>
    <w:rsid w:val="007B5C9A"/>
    <w:rsid w:val="007C0C76"/>
    <w:rsid w:val="007C120B"/>
    <w:rsid w:val="007C354D"/>
    <w:rsid w:val="007D1058"/>
    <w:rsid w:val="007D29D9"/>
    <w:rsid w:val="007D2E81"/>
    <w:rsid w:val="007D38BE"/>
    <w:rsid w:val="007D4966"/>
    <w:rsid w:val="007D5240"/>
    <w:rsid w:val="007D6241"/>
    <w:rsid w:val="007D6E09"/>
    <w:rsid w:val="007D7390"/>
    <w:rsid w:val="007E09EC"/>
    <w:rsid w:val="007E0B7D"/>
    <w:rsid w:val="007E5AD8"/>
    <w:rsid w:val="007E6969"/>
    <w:rsid w:val="007E789B"/>
    <w:rsid w:val="007F2847"/>
    <w:rsid w:val="007F374C"/>
    <w:rsid w:val="007F4D5A"/>
    <w:rsid w:val="007F6F9C"/>
    <w:rsid w:val="0080061C"/>
    <w:rsid w:val="00802283"/>
    <w:rsid w:val="0080273D"/>
    <w:rsid w:val="00803AF9"/>
    <w:rsid w:val="00803DA0"/>
    <w:rsid w:val="00806A5B"/>
    <w:rsid w:val="00810868"/>
    <w:rsid w:val="0081157F"/>
    <w:rsid w:val="0081234F"/>
    <w:rsid w:val="008128CB"/>
    <w:rsid w:val="00812967"/>
    <w:rsid w:val="00816E77"/>
    <w:rsid w:val="00817012"/>
    <w:rsid w:val="008219BC"/>
    <w:rsid w:val="0082269A"/>
    <w:rsid w:val="00824468"/>
    <w:rsid w:val="0082666A"/>
    <w:rsid w:val="00833AF9"/>
    <w:rsid w:val="00834178"/>
    <w:rsid w:val="008351DD"/>
    <w:rsid w:val="00841296"/>
    <w:rsid w:val="00841C1E"/>
    <w:rsid w:val="00842BAE"/>
    <w:rsid w:val="008468DD"/>
    <w:rsid w:val="00847433"/>
    <w:rsid w:val="00847AD3"/>
    <w:rsid w:val="008519B7"/>
    <w:rsid w:val="008545F6"/>
    <w:rsid w:val="0085652E"/>
    <w:rsid w:val="00860AEC"/>
    <w:rsid w:val="00862B53"/>
    <w:rsid w:val="008651FB"/>
    <w:rsid w:val="00865B64"/>
    <w:rsid w:val="00867880"/>
    <w:rsid w:val="0087010D"/>
    <w:rsid w:val="0087011C"/>
    <w:rsid w:val="00870384"/>
    <w:rsid w:val="008712D3"/>
    <w:rsid w:val="008719F5"/>
    <w:rsid w:val="00877001"/>
    <w:rsid w:val="0088130E"/>
    <w:rsid w:val="00881884"/>
    <w:rsid w:val="0088202E"/>
    <w:rsid w:val="0088588A"/>
    <w:rsid w:val="00886E2A"/>
    <w:rsid w:val="0089332A"/>
    <w:rsid w:val="00893EBA"/>
    <w:rsid w:val="0089518F"/>
    <w:rsid w:val="008955CC"/>
    <w:rsid w:val="008959EE"/>
    <w:rsid w:val="008962C6"/>
    <w:rsid w:val="00897F18"/>
    <w:rsid w:val="008A10EF"/>
    <w:rsid w:val="008A2A87"/>
    <w:rsid w:val="008A45DA"/>
    <w:rsid w:val="008A5FE9"/>
    <w:rsid w:val="008A6D3B"/>
    <w:rsid w:val="008B1631"/>
    <w:rsid w:val="008B36D1"/>
    <w:rsid w:val="008B68E9"/>
    <w:rsid w:val="008C0E9F"/>
    <w:rsid w:val="008C45D3"/>
    <w:rsid w:val="008C46BA"/>
    <w:rsid w:val="008C58CD"/>
    <w:rsid w:val="008C67AB"/>
    <w:rsid w:val="008C76FB"/>
    <w:rsid w:val="008D1387"/>
    <w:rsid w:val="008D2072"/>
    <w:rsid w:val="008D3F53"/>
    <w:rsid w:val="008E162D"/>
    <w:rsid w:val="008E3566"/>
    <w:rsid w:val="008E3704"/>
    <w:rsid w:val="008E6259"/>
    <w:rsid w:val="008E7B7F"/>
    <w:rsid w:val="008F09FF"/>
    <w:rsid w:val="008F382C"/>
    <w:rsid w:val="008F3D9E"/>
    <w:rsid w:val="008F45B2"/>
    <w:rsid w:val="008F6070"/>
    <w:rsid w:val="0090056B"/>
    <w:rsid w:val="0090253B"/>
    <w:rsid w:val="00904F37"/>
    <w:rsid w:val="00905442"/>
    <w:rsid w:val="00905637"/>
    <w:rsid w:val="00913663"/>
    <w:rsid w:val="00916AF3"/>
    <w:rsid w:val="0092022C"/>
    <w:rsid w:val="00921D25"/>
    <w:rsid w:val="00922A80"/>
    <w:rsid w:val="009250EE"/>
    <w:rsid w:val="00926A85"/>
    <w:rsid w:val="00931C62"/>
    <w:rsid w:val="00934202"/>
    <w:rsid w:val="0093442E"/>
    <w:rsid w:val="009345DD"/>
    <w:rsid w:val="00935862"/>
    <w:rsid w:val="00935A52"/>
    <w:rsid w:val="00943859"/>
    <w:rsid w:val="00945C85"/>
    <w:rsid w:val="00950725"/>
    <w:rsid w:val="00952704"/>
    <w:rsid w:val="009558FE"/>
    <w:rsid w:val="00967406"/>
    <w:rsid w:val="00967D76"/>
    <w:rsid w:val="0097023A"/>
    <w:rsid w:val="00970B3E"/>
    <w:rsid w:val="00970F00"/>
    <w:rsid w:val="00974F4F"/>
    <w:rsid w:val="00975005"/>
    <w:rsid w:val="0097536C"/>
    <w:rsid w:val="00975A1D"/>
    <w:rsid w:val="009814D0"/>
    <w:rsid w:val="00983511"/>
    <w:rsid w:val="00986DC7"/>
    <w:rsid w:val="00986E2B"/>
    <w:rsid w:val="00987E49"/>
    <w:rsid w:val="00990568"/>
    <w:rsid w:val="009928CA"/>
    <w:rsid w:val="009928FE"/>
    <w:rsid w:val="00995E1D"/>
    <w:rsid w:val="00996694"/>
    <w:rsid w:val="009A185B"/>
    <w:rsid w:val="009A2B9B"/>
    <w:rsid w:val="009A425C"/>
    <w:rsid w:val="009A67B9"/>
    <w:rsid w:val="009A7136"/>
    <w:rsid w:val="009B4132"/>
    <w:rsid w:val="009B5B9B"/>
    <w:rsid w:val="009B74BF"/>
    <w:rsid w:val="009C3832"/>
    <w:rsid w:val="009C5AEF"/>
    <w:rsid w:val="009D16FA"/>
    <w:rsid w:val="009D2A2C"/>
    <w:rsid w:val="009D2C3F"/>
    <w:rsid w:val="009D40F1"/>
    <w:rsid w:val="009D41F5"/>
    <w:rsid w:val="009D509B"/>
    <w:rsid w:val="009D59F3"/>
    <w:rsid w:val="009D76CA"/>
    <w:rsid w:val="009E1C09"/>
    <w:rsid w:val="009E3674"/>
    <w:rsid w:val="009E5949"/>
    <w:rsid w:val="009F63FB"/>
    <w:rsid w:val="009F727C"/>
    <w:rsid w:val="009F74C3"/>
    <w:rsid w:val="00A000E6"/>
    <w:rsid w:val="00A00D7C"/>
    <w:rsid w:val="00A02253"/>
    <w:rsid w:val="00A02FD8"/>
    <w:rsid w:val="00A100B4"/>
    <w:rsid w:val="00A10301"/>
    <w:rsid w:val="00A14940"/>
    <w:rsid w:val="00A14DFA"/>
    <w:rsid w:val="00A151A5"/>
    <w:rsid w:val="00A16D46"/>
    <w:rsid w:val="00A228BB"/>
    <w:rsid w:val="00A2311B"/>
    <w:rsid w:val="00A2501B"/>
    <w:rsid w:val="00A26957"/>
    <w:rsid w:val="00A27A14"/>
    <w:rsid w:val="00A302B2"/>
    <w:rsid w:val="00A306FB"/>
    <w:rsid w:val="00A31693"/>
    <w:rsid w:val="00A31AA2"/>
    <w:rsid w:val="00A33BCC"/>
    <w:rsid w:val="00A35234"/>
    <w:rsid w:val="00A35F1D"/>
    <w:rsid w:val="00A362E1"/>
    <w:rsid w:val="00A41B71"/>
    <w:rsid w:val="00A450BB"/>
    <w:rsid w:val="00A545BD"/>
    <w:rsid w:val="00A54657"/>
    <w:rsid w:val="00A57699"/>
    <w:rsid w:val="00A6056E"/>
    <w:rsid w:val="00A616A7"/>
    <w:rsid w:val="00A629F1"/>
    <w:rsid w:val="00A62EF5"/>
    <w:rsid w:val="00A67507"/>
    <w:rsid w:val="00A67929"/>
    <w:rsid w:val="00A70BE4"/>
    <w:rsid w:val="00A7124C"/>
    <w:rsid w:val="00A726CE"/>
    <w:rsid w:val="00A73CA7"/>
    <w:rsid w:val="00A76693"/>
    <w:rsid w:val="00A77E8B"/>
    <w:rsid w:val="00A77EBA"/>
    <w:rsid w:val="00A808CD"/>
    <w:rsid w:val="00A845EC"/>
    <w:rsid w:val="00A85151"/>
    <w:rsid w:val="00A9019A"/>
    <w:rsid w:val="00A91003"/>
    <w:rsid w:val="00A93B3D"/>
    <w:rsid w:val="00A96A3A"/>
    <w:rsid w:val="00A9757A"/>
    <w:rsid w:val="00A977DF"/>
    <w:rsid w:val="00AA0480"/>
    <w:rsid w:val="00AA1282"/>
    <w:rsid w:val="00AA2D4E"/>
    <w:rsid w:val="00AB0753"/>
    <w:rsid w:val="00AB19E7"/>
    <w:rsid w:val="00AB1C18"/>
    <w:rsid w:val="00AB318E"/>
    <w:rsid w:val="00AB5AB3"/>
    <w:rsid w:val="00AB5C68"/>
    <w:rsid w:val="00AB6697"/>
    <w:rsid w:val="00AC2D95"/>
    <w:rsid w:val="00AC6429"/>
    <w:rsid w:val="00AD02A8"/>
    <w:rsid w:val="00AD12C1"/>
    <w:rsid w:val="00AD3090"/>
    <w:rsid w:val="00AD3A5D"/>
    <w:rsid w:val="00AD5AC7"/>
    <w:rsid w:val="00AD66B7"/>
    <w:rsid w:val="00AD7C1A"/>
    <w:rsid w:val="00AE08E2"/>
    <w:rsid w:val="00AE363D"/>
    <w:rsid w:val="00AF26BD"/>
    <w:rsid w:val="00AF541D"/>
    <w:rsid w:val="00AF5A50"/>
    <w:rsid w:val="00AF7D35"/>
    <w:rsid w:val="00B14648"/>
    <w:rsid w:val="00B15C01"/>
    <w:rsid w:val="00B171DA"/>
    <w:rsid w:val="00B17509"/>
    <w:rsid w:val="00B1799A"/>
    <w:rsid w:val="00B224A2"/>
    <w:rsid w:val="00B2507A"/>
    <w:rsid w:val="00B3074F"/>
    <w:rsid w:val="00B31830"/>
    <w:rsid w:val="00B342BD"/>
    <w:rsid w:val="00B34A9D"/>
    <w:rsid w:val="00B447D7"/>
    <w:rsid w:val="00B53B4B"/>
    <w:rsid w:val="00B57671"/>
    <w:rsid w:val="00B57A78"/>
    <w:rsid w:val="00B60676"/>
    <w:rsid w:val="00B701C3"/>
    <w:rsid w:val="00B71378"/>
    <w:rsid w:val="00B7185C"/>
    <w:rsid w:val="00B721DA"/>
    <w:rsid w:val="00B768C2"/>
    <w:rsid w:val="00B76CFD"/>
    <w:rsid w:val="00B80A27"/>
    <w:rsid w:val="00B820F0"/>
    <w:rsid w:val="00B91650"/>
    <w:rsid w:val="00B96770"/>
    <w:rsid w:val="00B979D0"/>
    <w:rsid w:val="00BA429F"/>
    <w:rsid w:val="00BA4925"/>
    <w:rsid w:val="00BA6CCE"/>
    <w:rsid w:val="00BB038A"/>
    <w:rsid w:val="00BB31E8"/>
    <w:rsid w:val="00BB6F71"/>
    <w:rsid w:val="00BC3BF3"/>
    <w:rsid w:val="00BC549B"/>
    <w:rsid w:val="00BC7698"/>
    <w:rsid w:val="00BC7DA2"/>
    <w:rsid w:val="00BD1144"/>
    <w:rsid w:val="00BD7445"/>
    <w:rsid w:val="00BD759C"/>
    <w:rsid w:val="00BE057B"/>
    <w:rsid w:val="00BE0681"/>
    <w:rsid w:val="00BE0C37"/>
    <w:rsid w:val="00BE2935"/>
    <w:rsid w:val="00BE2B5E"/>
    <w:rsid w:val="00BE5DDC"/>
    <w:rsid w:val="00BE60F3"/>
    <w:rsid w:val="00BE647C"/>
    <w:rsid w:val="00BF3547"/>
    <w:rsid w:val="00BF5309"/>
    <w:rsid w:val="00BF53DC"/>
    <w:rsid w:val="00BF5A0E"/>
    <w:rsid w:val="00BF61CB"/>
    <w:rsid w:val="00BF6441"/>
    <w:rsid w:val="00BF6A13"/>
    <w:rsid w:val="00C00C06"/>
    <w:rsid w:val="00C011C0"/>
    <w:rsid w:val="00C0343E"/>
    <w:rsid w:val="00C042B6"/>
    <w:rsid w:val="00C05689"/>
    <w:rsid w:val="00C069F7"/>
    <w:rsid w:val="00C06CD4"/>
    <w:rsid w:val="00C14273"/>
    <w:rsid w:val="00C1799A"/>
    <w:rsid w:val="00C17DB6"/>
    <w:rsid w:val="00C2021A"/>
    <w:rsid w:val="00C20644"/>
    <w:rsid w:val="00C2068E"/>
    <w:rsid w:val="00C209C3"/>
    <w:rsid w:val="00C2319A"/>
    <w:rsid w:val="00C232AF"/>
    <w:rsid w:val="00C3056E"/>
    <w:rsid w:val="00C32755"/>
    <w:rsid w:val="00C32FC7"/>
    <w:rsid w:val="00C3397E"/>
    <w:rsid w:val="00C3433F"/>
    <w:rsid w:val="00C34E4D"/>
    <w:rsid w:val="00C34F07"/>
    <w:rsid w:val="00C3739D"/>
    <w:rsid w:val="00C40308"/>
    <w:rsid w:val="00C4705A"/>
    <w:rsid w:val="00C50A1B"/>
    <w:rsid w:val="00C51386"/>
    <w:rsid w:val="00C51B22"/>
    <w:rsid w:val="00C534E2"/>
    <w:rsid w:val="00C53F5E"/>
    <w:rsid w:val="00C54021"/>
    <w:rsid w:val="00C54230"/>
    <w:rsid w:val="00C54842"/>
    <w:rsid w:val="00C54947"/>
    <w:rsid w:val="00C5578A"/>
    <w:rsid w:val="00C55E4F"/>
    <w:rsid w:val="00C56100"/>
    <w:rsid w:val="00C5753A"/>
    <w:rsid w:val="00C61000"/>
    <w:rsid w:val="00C637B2"/>
    <w:rsid w:val="00C66B74"/>
    <w:rsid w:val="00C70163"/>
    <w:rsid w:val="00C704A0"/>
    <w:rsid w:val="00C73BE7"/>
    <w:rsid w:val="00C73F3E"/>
    <w:rsid w:val="00C769AA"/>
    <w:rsid w:val="00C775B0"/>
    <w:rsid w:val="00C80C36"/>
    <w:rsid w:val="00C81581"/>
    <w:rsid w:val="00C818B8"/>
    <w:rsid w:val="00C82226"/>
    <w:rsid w:val="00C8407E"/>
    <w:rsid w:val="00C85B94"/>
    <w:rsid w:val="00C902AA"/>
    <w:rsid w:val="00C9272F"/>
    <w:rsid w:val="00C93B16"/>
    <w:rsid w:val="00C95AC8"/>
    <w:rsid w:val="00C960FF"/>
    <w:rsid w:val="00C964B1"/>
    <w:rsid w:val="00C965F1"/>
    <w:rsid w:val="00CA4E35"/>
    <w:rsid w:val="00CA72D1"/>
    <w:rsid w:val="00CA7E81"/>
    <w:rsid w:val="00CB011B"/>
    <w:rsid w:val="00CB1D2C"/>
    <w:rsid w:val="00CB242B"/>
    <w:rsid w:val="00CB2633"/>
    <w:rsid w:val="00CB2A3A"/>
    <w:rsid w:val="00CB3124"/>
    <w:rsid w:val="00CB5133"/>
    <w:rsid w:val="00CB54CB"/>
    <w:rsid w:val="00CC1C02"/>
    <w:rsid w:val="00CC272A"/>
    <w:rsid w:val="00CC2FB0"/>
    <w:rsid w:val="00CC3631"/>
    <w:rsid w:val="00CC6280"/>
    <w:rsid w:val="00CC76C6"/>
    <w:rsid w:val="00CC7FCA"/>
    <w:rsid w:val="00CD0AF1"/>
    <w:rsid w:val="00CD1144"/>
    <w:rsid w:val="00CD1839"/>
    <w:rsid w:val="00CD37C3"/>
    <w:rsid w:val="00CD6056"/>
    <w:rsid w:val="00CE1264"/>
    <w:rsid w:val="00CE45D7"/>
    <w:rsid w:val="00CE4BB7"/>
    <w:rsid w:val="00CE6122"/>
    <w:rsid w:val="00CE6800"/>
    <w:rsid w:val="00CE7D38"/>
    <w:rsid w:val="00CF23E5"/>
    <w:rsid w:val="00CF48A9"/>
    <w:rsid w:val="00CF4ABA"/>
    <w:rsid w:val="00CF4F68"/>
    <w:rsid w:val="00CF5812"/>
    <w:rsid w:val="00CF5D97"/>
    <w:rsid w:val="00D006C2"/>
    <w:rsid w:val="00D079BF"/>
    <w:rsid w:val="00D10F05"/>
    <w:rsid w:val="00D1401E"/>
    <w:rsid w:val="00D15E8A"/>
    <w:rsid w:val="00D17A47"/>
    <w:rsid w:val="00D17F07"/>
    <w:rsid w:val="00D21D43"/>
    <w:rsid w:val="00D24105"/>
    <w:rsid w:val="00D24FB3"/>
    <w:rsid w:val="00D2537C"/>
    <w:rsid w:val="00D274F6"/>
    <w:rsid w:val="00D27612"/>
    <w:rsid w:val="00D32DFE"/>
    <w:rsid w:val="00D32F35"/>
    <w:rsid w:val="00D36B71"/>
    <w:rsid w:val="00D36D60"/>
    <w:rsid w:val="00D5133E"/>
    <w:rsid w:val="00D579A7"/>
    <w:rsid w:val="00D606DA"/>
    <w:rsid w:val="00D621EC"/>
    <w:rsid w:val="00D624ED"/>
    <w:rsid w:val="00D6327A"/>
    <w:rsid w:val="00D63C46"/>
    <w:rsid w:val="00D66C53"/>
    <w:rsid w:val="00D7286E"/>
    <w:rsid w:val="00D7295E"/>
    <w:rsid w:val="00D73966"/>
    <w:rsid w:val="00D73A52"/>
    <w:rsid w:val="00D76E24"/>
    <w:rsid w:val="00D773CA"/>
    <w:rsid w:val="00D817DE"/>
    <w:rsid w:val="00D84118"/>
    <w:rsid w:val="00D9686C"/>
    <w:rsid w:val="00DA2679"/>
    <w:rsid w:val="00DA2C81"/>
    <w:rsid w:val="00DA4DE6"/>
    <w:rsid w:val="00DB259A"/>
    <w:rsid w:val="00DB2D73"/>
    <w:rsid w:val="00DB2EE5"/>
    <w:rsid w:val="00DB33B9"/>
    <w:rsid w:val="00DB3659"/>
    <w:rsid w:val="00DB666B"/>
    <w:rsid w:val="00DB6B4A"/>
    <w:rsid w:val="00DB7B41"/>
    <w:rsid w:val="00DC269F"/>
    <w:rsid w:val="00DC2C30"/>
    <w:rsid w:val="00DD23FC"/>
    <w:rsid w:val="00DD2A69"/>
    <w:rsid w:val="00DD3E90"/>
    <w:rsid w:val="00DF16B0"/>
    <w:rsid w:val="00DF2BE8"/>
    <w:rsid w:val="00DF3865"/>
    <w:rsid w:val="00DF7DEE"/>
    <w:rsid w:val="00E016BD"/>
    <w:rsid w:val="00E12084"/>
    <w:rsid w:val="00E127E7"/>
    <w:rsid w:val="00E14F29"/>
    <w:rsid w:val="00E168DC"/>
    <w:rsid w:val="00E16E89"/>
    <w:rsid w:val="00E23A22"/>
    <w:rsid w:val="00E26C3B"/>
    <w:rsid w:val="00E26EF3"/>
    <w:rsid w:val="00E270C5"/>
    <w:rsid w:val="00E30D86"/>
    <w:rsid w:val="00E31874"/>
    <w:rsid w:val="00E34310"/>
    <w:rsid w:val="00E34F6A"/>
    <w:rsid w:val="00E44DEE"/>
    <w:rsid w:val="00E4659E"/>
    <w:rsid w:val="00E52CED"/>
    <w:rsid w:val="00E545AF"/>
    <w:rsid w:val="00E54F3B"/>
    <w:rsid w:val="00E55955"/>
    <w:rsid w:val="00E56F50"/>
    <w:rsid w:val="00E57DF2"/>
    <w:rsid w:val="00E605E2"/>
    <w:rsid w:val="00E6343C"/>
    <w:rsid w:val="00E658CC"/>
    <w:rsid w:val="00E766F7"/>
    <w:rsid w:val="00E7738C"/>
    <w:rsid w:val="00E82908"/>
    <w:rsid w:val="00E82B44"/>
    <w:rsid w:val="00E82F2B"/>
    <w:rsid w:val="00E83168"/>
    <w:rsid w:val="00E91F38"/>
    <w:rsid w:val="00E933C0"/>
    <w:rsid w:val="00E96D27"/>
    <w:rsid w:val="00E9759D"/>
    <w:rsid w:val="00EA0F96"/>
    <w:rsid w:val="00EA39C0"/>
    <w:rsid w:val="00EA58E4"/>
    <w:rsid w:val="00EA5E66"/>
    <w:rsid w:val="00EB7812"/>
    <w:rsid w:val="00EC0283"/>
    <w:rsid w:val="00EC5441"/>
    <w:rsid w:val="00EC796F"/>
    <w:rsid w:val="00ED3647"/>
    <w:rsid w:val="00ED5488"/>
    <w:rsid w:val="00ED5497"/>
    <w:rsid w:val="00ED6C56"/>
    <w:rsid w:val="00ED73D3"/>
    <w:rsid w:val="00ED7707"/>
    <w:rsid w:val="00ED7BEE"/>
    <w:rsid w:val="00EE05E8"/>
    <w:rsid w:val="00EE1DCA"/>
    <w:rsid w:val="00EE4596"/>
    <w:rsid w:val="00EF08F3"/>
    <w:rsid w:val="00EF0C21"/>
    <w:rsid w:val="00EF5C6B"/>
    <w:rsid w:val="00EF68F3"/>
    <w:rsid w:val="00F00067"/>
    <w:rsid w:val="00F01551"/>
    <w:rsid w:val="00F02E1D"/>
    <w:rsid w:val="00F05021"/>
    <w:rsid w:val="00F0510B"/>
    <w:rsid w:val="00F06AA0"/>
    <w:rsid w:val="00F10085"/>
    <w:rsid w:val="00F10D9D"/>
    <w:rsid w:val="00F10F0E"/>
    <w:rsid w:val="00F1276D"/>
    <w:rsid w:val="00F12A86"/>
    <w:rsid w:val="00F13BDD"/>
    <w:rsid w:val="00F23724"/>
    <w:rsid w:val="00F23785"/>
    <w:rsid w:val="00F24031"/>
    <w:rsid w:val="00F3036C"/>
    <w:rsid w:val="00F3064A"/>
    <w:rsid w:val="00F34D1E"/>
    <w:rsid w:val="00F360C4"/>
    <w:rsid w:val="00F3619D"/>
    <w:rsid w:val="00F36211"/>
    <w:rsid w:val="00F41A6D"/>
    <w:rsid w:val="00F43EFB"/>
    <w:rsid w:val="00F45E04"/>
    <w:rsid w:val="00F46AAB"/>
    <w:rsid w:val="00F46FF7"/>
    <w:rsid w:val="00F51845"/>
    <w:rsid w:val="00F54780"/>
    <w:rsid w:val="00F56E51"/>
    <w:rsid w:val="00F600AE"/>
    <w:rsid w:val="00F601AD"/>
    <w:rsid w:val="00F608EC"/>
    <w:rsid w:val="00F61E52"/>
    <w:rsid w:val="00F6534B"/>
    <w:rsid w:val="00F669DD"/>
    <w:rsid w:val="00F72795"/>
    <w:rsid w:val="00F75C74"/>
    <w:rsid w:val="00F77D14"/>
    <w:rsid w:val="00F842CA"/>
    <w:rsid w:val="00F846CF"/>
    <w:rsid w:val="00F85F73"/>
    <w:rsid w:val="00F910B2"/>
    <w:rsid w:val="00F93468"/>
    <w:rsid w:val="00F96B73"/>
    <w:rsid w:val="00FA14D1"/>
    <w:rsid w:val="00FA7A48"/>
    <w:rsid w:val="00FB20F0"/>
    <w:rsid w:val="00FB27A8"/>
    <w:rsid w:val="00FB35A8"/>
    <w:rsid w:val="00FB55ED"/>
    <w:rsid w:val="00FB6A50"/>
    <w:rsid w:val="00FC0700"/>
    <w:rsid w:val="00FC2926"/>
    <w:rsid w:val="00FD53B0"/>
    <w:rsid w:val="00FE1906"/>
    <w:rsid w:val="00FE19F8"/>
    <w:rsid w:val="00FE2CEF"/>
    <w:rsid w:val="00FE3C6F"/>
    <w:rsid w:val="00FE64DB"/>
    <w:rsid w:val="00FE677A"/>
    <w:rsid w:val="00FE68D1"/>
    <w:rsid w:val="00FF2EC7"/>
    <w:rsid w:val="00FF7386"/>
    <w:rsid w:val="00FF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C55E97"/>
  <w15:chartTrackingRefBased/>
  <w15:docId w15:val="{8ED9B6D3-063D-47C6-8020-8205DAAB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tabs>
        <w:tab w:val="left" w:pos="2835"/>
      </w:tabs>
      <w:spacing w:line="384" w:lineRule="auto"/>
      <w:ind w:left="2835" w:hanging="2835"/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spacing w:line="288" w:lineRule="auto"/>
      <w:jc w:val="center"/>
      <w:outlineLvl w:val="1"/>
    </w:pPr>
    <w:rPr>
      <w:sz w:val="24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5A053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OGGETTO">
    <w:name w:val="OGGETTO"/>
    <w:basedOn w:val="Normale"/>
    <w:next w:val="Premessa"/>
    <w:pPr>
      <w:spacing w:line="384" w:lineRule="auto"/>
      <w:jc w:val="both"/>
    </w:pPr>
    <w:rPr>
      <w:caps/>
      <w:sz w:val="24"/>
      <w:u w:val="words"/>
    </w:rPr>
  </w:style>
  <w:style w:type="paragraph" w:customStyle="1" w:styleId="Premessa">
    <w:name w:val="Premessa"/>
    <w:basedOn w:val="Normale"/>
    <w:link w:val="PremessaCarattere"/>
    <w:pPr>
      <w:spacing w:line="384" w:lineRule="auto"/>
      <w:ind w:firstLine="851"/>
      <w:jc w:val="both"/>
    </w:pPr>
    <w:rPr>
      <w:sz w:val="24"/>
    </w:rPr>
  </w:style>
  <w:style w:type="paragraph" w:styleId="Rientrocorpodeltesto">
    <w:name w:val="Body Text Indent"/>
    <w:basedOn w:val="Normale"/>
    <w:pPr>
      <w:tabs>
        <w:tab w:val="left" w:pos="2835"/>
      </w:tabs>
      <w:spacing w:line="384" w:lineRule="auto"/>
      <w:ind w:left="2835" w:hanging="2835"/>
      <w:jc w:val="both"/>
    </w:pPr>
    <w:rPr>
      <w:sz w:val="24"/>
    </w:rPr>
  </w:style>
  <w:style w:type="paragraph" w:customStyle="1" w:styleId="VISTI">
    <w:name w:val="VISTI"/>
    <w:basedOn w:val="Rientrocorpodeltesto"/>
    <w:pPr>
      <w:tabs>
        <w:tab w:val="clear" w:pos="2835"/>
        <w:tab w:val="left" w:pos="1985"/>
      </w:tabs>
      <w:ind w:left="1985" w:hanging="1985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Testodeliberato">
    <w:name w:val="Testo deliberato"/>
    <w:basedOn w:val="Normale"/>
    <w:link w:val="TestodeliberatoCarattere"/>
    <w:pPr>
      <w:spacing w:line="384" w:lineRule="auto"/>
      <w:jc w:val="both"/>
    </w:pPr>
    <w:rPr>
      <w:sz w:val="24"/>
    </w:rPr>
  </w:style>
  <w:style w:type="paragraph" w:customStyle="1" w:styleId="Testointerlinea1">
    <w:name w:val="Testo interlinea 1"/>
    <w:basedOn w:val="Premessa"/>
    <w:pPr>
      <w:spacing w:line="240" w:lineRule="auto"/>
    </w:pPr>
  </w:style>
  <w:style w:type="character" w:customStyle="1" w:styleId="TestodeliberatoCarattere">
    <w:name w:val="Testo deliberato Carattere"/>
    <w:link w:val="Testodeliberato"/>
    <w:rsid w:val="000B701E"/>
    <w:rPr>
      <w:sz w:val="24"/>
      <w:lang w:val="it-IT" w:eastAsia="it-IT" w:bidi="ar-SA"/>
    </w:rPr>
  </w:style>
  <w:style w:type="character" w:customStyle="1" w:styleId="PremessaCarattere">
    <w:name w:val="Premessa Carattere"/>
    <w:link w:val="Premessa"/>
    <w:rsid w:val="00C704A0"/>
    <w:rPr>
      <w:sz w:val="24"/>
      <w:lang w:val="it-IT" w:eastAsia="it-IT" w:bidi="ar-SA"/>
    </w:rPr>
  </w:style>
  <w:style w:type="paragraph" w:styleId="Testofumetto">
    <w:name w:val="Balloon Text"/>
    <w:basedOn w:val="Normale"/>
    <w:semiHidden/>
    <w:rsid w:val="000F4B0B"/>
    <w:rPr>
      <w:rFonts w:ascii="Tahoma" w:hAnsi="Tahoma" w:cs="Tahoma"/>
      <w:sz w:val="16"/>
      <w:szCs w:val="16"/>
    </w:rPr>
  </w:style>
  <w:style w:type="character" w:customStyle="1" w:styleId="Titolo4Carattere">
    <w:name w:val="Titolo 4 Carattere"/>
    <w:link w:val="Titolo4"/>
    <w:semiHidden/>
    <w:rsid w:val="005A053E"/>
    <w:rPr>
      <w:rFonts w:ascii="Calibri" w:eastAsia="Times New Roman" w:hAnsi="Calibri" w:cs="Times New Roman"/>
      <w:b/>
      <w:bCs/>
      <w:sz w:val="28"/>
      <w:szCs w:val="28"/>
    </w:rPr>
  </w:style>
  <w:style w:type="character" w:styleId="Rimandocommento">
    <w:name w:val="annotation reference"/>
    <w:rsid w:val="0033458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34586"/>
  </w:style>
  <w:style w:type="character" w:customStyle="1" w:styleId="TestocommentoCarattere">
    <w:name w:val="Testo commento Carattere"/>
    <w:basedOn w:val="Carpredefinitoparagrafo"/>
    <w:link w:val="Testocommento"/>
    <w:rsid w:val="00334586"/>
  </w:style>
  <w:style w:type="paragraph" w:styleId="Soggettocommento">
    <w:name w:val="annotation subject"/>
    <w:basedOn w:val="Testocommento"/>
    <w:next w:val="Testocommento"/>
    <w:link w:val="SoggettocommentoCarattere"/>
    <w:rsid w:val="00334586"/>
    <w:rPr>
      <w:b/>
      <w:bCs/>
    </w:rPr>
  </w:style>
  <w:style w:type="character" w:customStyle="1" w:styleId="SoggettocommentoCarattere">
    <w:name w:val="Soggetto commento Carattere"/>
    <w:link w:val="Soggettocommento"/>
    <w:rsid w:val="00334586"/>
    <w:rPr>
      <w:b/>
      <w:bCs/>
    </w:rPr>
  </w:style>
  <w:style w:type="paragraph" w:styleId="Paragrafoelenco">
    <w:name w:val="List Paragraph"/>
    <w:basedOn w:val="Normale"/>
    <w:uiPriority w:val="34"/>
    <w:qFormat/>
    <w:rsid w:val="00D579A7"/>
    <w:pPr>
      <w:ind w:left="720"/>
      <w:contextualSpacing/>
    </w:pPr>
  </w:style>
  <w:style w:type="character" w:customStyle="1" w:styleId="il">
    <w:name w:val="il"/>
    <w:basedOn w:val="Carpredefinitoparagrafo"/>
    <w:rsid w:val="00767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I%20ORG_COLL\Consiglio%20di%20Amministrazione\CA2011\05-CA25mag2011\Modello%20Delibera%20CA25mag201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7223B-305F-42C1-BB79-C13C7AD8C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Delibera CA25mag2011.dot</Template>
  <TotalTime>118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punto</vt:lpstr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punto</dc:title>
  <dc:subject/>
  <dc:creator>g.delvecchio</dc:creator>
  <cp:keywords/>
  <cp:lastModifiedBy>user</cp:lastModifiedBy>
  <cp:revision>11</cp:revision>
  <cp:lastPrinted>2015-11-23T10:22:00Z</cp:lastPrinted>
  <dcterms:created xsi:type="dcterms:W3CDTF">2022-06-15T16:56:00Z</dcterms:created>
  <dcterms:modified xsi:type="dcterms:W3CDTF">2022-06-17T11:12:00Z</dcterms:modified>
</cp:coreProperties>
</file>