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80" w:rsidRPr="00EC0283" w:rsidRDefault="001014CC" w:rsidP="00A977DF">
      <w:pPr>
        <w:pStyle w:val="OGGETTO"/>
        <w:jc w:val="center"/>
        <w:rPr>
          <w:rFonts w:ascii="Verdana" w:hAnsi="Verdana"/>
          <w:b/>
          <w:caps w:val="0"/>
          <w:szCs w:val="24"/>
          <w:u w:val="none"/>
        </w:rPr>
      </w:pPr>
      <w:r>
        <w:rPr>
          <w:rFonts w:ascii="Verdana" w:hAnsi="Verdana"/>
          <w:b/>
          <w:caps w:val="0"/>
          <w:szCs w:val="24"/>
          <w:u w:val="none"/>
        </w:rPr>
        <w:t>A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rea </w:t>
      </w:r>
      <w:r w:rsidR="00A977DF" w:rsidRPr="00EC0283">
        <w:rPr>
          <w:rFonts w:ascii="Verdana" w:hAnsi="Verdana"/>
          <w:b/>
          <w:caps w:val="0"/>
          <w:szCs w:val="24"/>
          <w:u w:val="none"/>
        </w:rPr>
        <w:t xml:space="preserve">Bilancio e </w:t>
      </w:r>
      <w:r w:rsidR="00192280" w:rsidRPr="00EC0283">
        <w:rPr>
          <w:rFonts w:ascii="Verdana" w:hAnsi="Verdana"/>
          <w:b/>
          <w:caps w:val="0"/>
          <w:szCs w:val="24"/>
          <w:u w:val="none"/>
        </w:rPr>
        <w:t xml:space="preserve">Programmazione Finanziaria </w:t>
      </w:r>
    </w:p>
    <w:p w:rsidR="00686C8A" w:rsidRPr="00F02E1D" w:rsidRDefault="00686C8A" w:rsidP="00686C8A">
      <w:pPr>
        <w:pStyle w:val="Premessa"/>
        <w:rPr>
          <w:rFonts w:ascii="Verdana" w:hAnsi="Verdana"/>
        </w:rPr>
      </w:pPr>
    </w:p>
    <w:p w:rsidR="00F10F0E" w:rsidRPr="00EC0283" w:rsidRDefault="009F74C3" w:rsidP="009F74C3">
      <w:pPr>
        <w:pStyle w:val="OGGETTO"/>
        <w:jc w:val="center"/>
        <w:rPr>
          <w:rFonts w:ascii="Verdana" w:hAnsi="Verdana"/>
          <w:b/>
          <w:u w:val="single"/>
        </w:rPr>
      </w:pPr>
      <w:r w:rsidRPr="00EC0283">
        <w:rPr>
          <w:rFonts w:ascii="Verdana" w:hAnsi="Verdana"/>
          <w:b/>
          <w:u w:val="single"/>
        </w:rPr>
        <w:t xml:space="preserve">Variazione n. </w:t>
      </w:r>
      <w:r w:rsidR="00847433">
        <w:rPr>
          <w:rFonts w:ascii="Verdana" w:hAnsi="Verdana"/>
          <w:b/>
          <w:u w:val="single"/>
        </w:rPr>
        <w:t>2</w:t>
      </w:r>
      <w:r w:rsidR="00A16D46" w:rsidRPr="00EC0283">
        <w:rPr>
          <w:rFonts w:ascii="Verdana" w:hAnsi="Verdana"/>
          <w:b/>
          <w:u w:val="single"/>
        </w:rPr>
        <w:t xml:space="preserve"> al </w:t>
      </w:r>
      <w:r w:rsidR="00847433">
        <w:rPr>
          <w:rFonts w:ascii="Verdana" w:hAnsi="Verdana"/>
          <w:b/>
          <w:u w:val="single"/>
        </w:rPr>
        <w:t>budget 2022</w:t>
      </w:r>
    </w:p>
    <w:p w:rsidR="0034612B" w:rsidRPr="00F02E1D" w:rsidRDefault="0034612B" w:rsidP="0034612B">
      <w:pPr>
        <w:spacing w:line="360" w:lineRule="auto"/>
        <w:ind w:firstLine="708"/>
        <w:jc w:val="both"/>
        <w:rPr>
          <w:rFonts w:ascii="Verdana" w:hAnsi="Verdana"/>
        </w:rPr>
      </w:pPr>
    </w:p>
    <w:p w:rsidR="00E16E89" w:rsidRPr="000108C1" w:rsidRDefault="00916AF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Si</w:t>
      </w:r>
      <w:r w:rsidR="0034612B" w:rsidRPr="000108C1">
        <w:rPr>
          <w:rFonts w:ascii="Verdana" w:hAnsi="Verdana"/>
        </w:rPr>
        <w:t xml:space="preserve"> pone all’attenzione di questo Consesso la </w:t>
      </w:r>
      <w:r w:rsidR="00E545AF">
        <w:rPr>
          <w:rFonts w:ascii="Verdana" w:hAnsi="Verdana"/>
        </w:rPr>
        <w:t>v</w:t>
      </w:r>
      <w:r w:rsidR="0034612B" w:rsidRPr="000108C1">
        <w:rPr>
          <w:rFonts w:ascii="Verdana" w:hAnsi="Verdana"/>
        </w:rPr>
        <w:t>ariazione</w:t>
      </w:r>
      <w:r w:rsidR="009F74C3" w:rsidRPr="000108C1">
        <w:rPr>
          <w:rFonts w:ascii="Verdana" w:hAnsi="Verdana"/>
        </w:rPr>
        <w:t xml:space="preserve"> n. </w:t>
      </w:r>
      <w:r w:rsidR="00847433">
        <w:rPr>
          <w:rFonts w:ascii="Verdana" w:hAnsi="Verdana"/>
        </w:rPr>
        <w:t>2</w:t>
      </w:r>
      <w:r w:rsidR="00A16D46" w:rsidRPr="000108C1">
        <w:rPr>
          <w:rFonts w:ascii="Verdana" w:hAnsi="Verdana"/>
        </w:rPr>
        <w:t xml:space="preserve"> al </w:t>
      </w:r>
      <w:r w:rsidR="00847433">
        <w:rPr>
          <w:rFonts w:ascii="Verdana" w:hAnsi="Verdana"/>
        </w:rPr>
        <w:t>budget 2022</w:t>
      </w:r>
    </w:p>
    <w:p w:rsidR="0034612B" w:rsidRPr="000108C1" w:rsidRDefault="009F74C3" w:rsidP="00F72795">
      <w:pPr>
        <w:spacing w:line="360" w:lineRule="auto"/>
        <w:ind w:right="-1"/>
        <w:rPr>
          <w:rFonts w:ascii="Verdana" w:hAnsi="Verdana"/>
        </w:rPr>
      </w:pPr>
      <w:r w:rsidRPr="000108C1">
        <w:rPr>
          <w:rFonts w:ascii="Verdana" w:hAnsi="Verdana"/>
        </w:rPr>
        <w:t>La variazione n.</w:t>
      </w:r>
      <w:r w:rsidR="00E55955">
        <w:rPr>
          <w:rFonts w:ascii="Verdana" w:hAnsi="Verdana"/>
        </w:rPr>
        <w:t xml:space="preserve"> </w:t>
      </w:r>
      <w:r w:rsidR="00847433">
        <w:rPr>
          <w:rFonts w:ascii="Verdana" w:hAnsi="Verdana"/>
        </w:rPr>
        <w:t>2/2022</w:t>
      </w:r>
      <w:r w:rsidR="005C62DF" w:rsidRPr="000108C1">
        <w:rPr>
          <w:rFonts w:ascii="Verdana" w:hAnsi="Verdana"/>
        </w:rPr>
        <w:t xml:space="preserve"> </w:t>
      </w:r>
      <w:r w:rsidR="0034612B" w:rsidRPr="000108C1">
        <w:rPr>
          <w:rFonts w:ascii="Verdana" w:hAnsi="Verdana"/>
        </w:rPr>
        <w:t>è finalizzata:</w:t>
      </w:r>
    </w:p>
    <w:p w:rsidR="00921D25" w:rsidRPr="00C2319A" w:rsidRDefault="00C3397E" w:rsidP="00F72795">
      <w:pPr>
        <w:numPr>
          <w:ilvl w:val="0"/>
          <w:numId w:val="27"/>
        </w:numPr>
        <w:tabs>
          <w:tab w:val="left" w:pos="567"/>
        </w:tabs>
        <w:spacing w:line="360" w:lineRule="auto"/>
        <w:ind w:right="-1"/>
        <w:rPr>
          <w:rFonts w:ascii="Verdana" w:hAnsi="Verdana"/>
        </w:rPr>
      </w:pPr>
      <w:r w:rsidRPr="00C2319A">
        <w:rPr>
          <w:rFonts w:ascii="Verdana" w:hAnsi="Verdana"/>
        </w:rPr>
        <w:t xml:space="preserve">a recepire in bilancio </w:t>
      </w:r>
      <w:r w:rsidR="001C2D81" w:rsidRPr="00C2319A">
        <w:rPr>
          <w:rFonts w:ascii="Verdana" w:hAnsi="Verdana"/>
        </w:rPr>
        <w:t>i</w:t>
      </w:r>
      <w:r w:rsidRPr="00C2319A">
        <w:rPr>
          <w:rFonts w:ascii="Verdana" w:hAnsi="Verdana"/>
        </w:rPr>
        <w:t xml:space="preserve"> maggiori </w:t>
      </w:r>
      <w:r w:rsidR="001C2D81" w:rsidRPr="00C2319A">
        <w:rPr>
          <w:rFonts w:ascii="Verdana" w:hAnsi="Verdana"/>
        </w:rPr>
        <w:t>ricavi</w:t>
      </w:r>
      <w:r w:rsidR="00E55955" w:rsidRPr="00C2319A">
        <w:rPr>
          <w:rFonts w:ascii="Verdana" w:hAnsi="Verdana"/>
        </w:rPr>
        <w:t>,</w:t>
      </w:r>
      <w:r w:rsidRPr="00C2319A">
        <w:rPr>
          <w:rFonts w:ascii="Verdana" w:hAnsi="Verdana"/>
        </w:rPr>
        <w:t xml:space="preserve"> </w:t>
      </w:r>
      <w:r w:rsidR="008C58CD" w:rsidRPr="00C2319A">
        <w:rPr>
          <w:rFonts w:ascii="Verdana" w:hAnsi="Verdana"/>
        </w:rPr>
        <w:t>atti</w:t>
      </w:r>
      <w:r w:rsidRPr="00C2319A">
        <w:rPr>
          <w:rFonts w:ascii="Verdana" w:hAnsi="Verdana"/>
        </w:rPr>
        <w:t xml:space="preserve"> a finanziare </w:t>
      </w:r>
      <w:r w:rsidR="00BB6F71" w:rsidRPr="00C2319A">
        <w:rPr>
          <w:rFonts w:ascii="Verdana" w:hAnsi="Verdana"/>
        </w:rPr>
        <w:t xml:space="preserve">i </w:t>
      </w:r>
      <w:r w:rsidRPr="00C2319A">
        <w:rPr>
          <w:rFonts w:ascii="Verdana" w:hAnsi="Verdana"/>
        </w:rPr>
        <w:t xml:space="preserve">maggiori </w:t>
      </w:r>
      <w:r w:rsidR="001C2D81" w:rsidRPr="00C2319A">
        <w:rPr>
          <w:rFonts w:ascii="Verdana" w:hAnsi="Verdana"/>
        </w:rPr>
        <w:t>costi</w:t>
      </w:r>
      <w:r w:rsidR="00E55955" w:rsidRPr="00C2319A">
        <w:rPr>
          <w:rFonts w:ascii="Verdana" w:hAnsi="Verdana"/>
        </w:rPr>
        <w:t>,</w:t>
      </w:r>
      <w:r w:rsidR="001C2D81" w:rsidRPr="00C2319A">
        <w:rPr>
          <w:rFonts w:ascii="Verdana" w:hAnsi="Verdana"/>
        </w:rPr>
        <w:t xml:space="preserve"> relativi</w:t>
      </w:r>
      <w:r w:rsidR="006636B3" w:rsidRPr="00C2319A">
        <w:rPr>
          <w:rFonts w:ascii="Verdana" w:hAnsi="Verdana"/>
        </w:rPr>
        <w:t>:</w:t>
      </w:r>
    </w:p>
    <w:p w:rsidR="009A425C" w:rsidRPr="004F55FE" w:rsidRDefault="00CA72D1" w:rsidP="007A4EAE">
      <w:pPr>
        <w:numPr>
          <w:ilvl w:val="1"/>
          <w:numId w:val="24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>
        <w:rPr>
          <w:rFonts w:ascii="Verdana" w:hAnsi="Verdana"/>
        </w:rPr>
        <w:t>alle assegnazioni</w:t>
      </w:r>
      <w:r w:rsidR="008959EE" w:rsidRPr="004F55FE">
        <w:rPr>
          <w:rFonts w:ascii="Verdana" w:hAnsi="Verdana"/>
        </w:rPr>
        <w:t xml:space="preserve"> </w:t>
      </w:r>
      <w:proofErr w:type="spellStart"/>
      <w:r w:rsidR="008959EE" w:rsidRPr="004F55FE">
        <w:rPr>
          <w:rFonts w:ascii="Verdana" w:hAnsi="Verdana"/>
        </w:rPr>
        <w:t>Mur</w:t>
      </w:r>
      <w:proofErr w:type="spellEnd"/>
      <w:r w:rsidR="008959EE" w:rsidRPr="004F55FE">
        <w:rPr>
          <w:rFonts w:ascii="Verdana" w:hAnsi="Verdana"/>
        </w:rPr>
        <w:t xml:space="preserve"> (€ </w:t>
      </w:r>
      <w:r w:rsidR="00847433">
        <w:rPr>
          <w:rFonts w:ascii="Verdana" w:hAnsi="Verdana"/>
        </w:rPr>
        <w:t>1.054.298,59</w:t>
      </w:r>
      <w:r w:rsidR="008959EE" w:rsidRPr="004F55FE">
        <w:rPr>
          <w:rFonts w:ascii="Verdana" w:hAnsi="Verdana"/>
        </w:rPr>
        <w:t xml:space="preserve">), </w:t>
      </w:r>
      <w:r w:rsidR="0029481B" w:rsidRPr="004F55FE">
        <w:rPr>
          <w:rFonts w:ascii="Verdana" w:hAnsi="Verdana"/>
        </w:rPr>
        <w:t xml:space="preserve">da </w:t>
      </w:r>
      <w:r w:rsidR="001B6B8F">
        <w:rPr>
          <w:rFonts w:ascii="Verdana" w:hAnsi="Verdana"/>
        </w:rPr>
        <w:t>Regioni</w:t>
      </w:r>
      <w:r w:rsidR="0029481B" w:rsidRPr="004F55FE">
        <w:rPr>
          <w:rFonts w:ascii="Verdana" w:hAnsi="Verdana"/>
        </w:rPr>
        <w:t xml:space="preserve"> (€ </w:t>
      </w:r>
      <w:r w:rsidR="00847433">
        <w:rPr>
          <w:rFonts w:ascii="Verdana" w:hAnsi="Verdana"/>
        </w:rPr>
        <w:t>12.500,00</w:t>
      </w:r>
      <w:r w:rsidR="0029481B" w:rsidRPr="004F55FE">
        <w:rPr>
          <w:rFonts w:ascii="Verdana" w:hAnsi="Verdana"/>
        </w:rPr>
        <w:t>),</w:t>
      </w:r>
      <w:r w:rsidR="00EE05E8" w:rsidRPr="004F55FE">
        <w:rPr>
          <w:rFonts w:ascii="Verdana" w:hAnsi="Verdana"/>
        </w:rPr>
        <w:t xml:space="preserve"> </w:t>
      </w:r>
      <w:r w:rsidRPr="004F55FE">
        <w:rPr>
          <w:rFonts w:ascii="Verdana" w:hAnsi="Verdana"/>
        </w:rPr>
        <w:t xml:space="preserve">da enti </w:t>
      </w:r>
      <w:r>
        <w:rPr>
          <w:rFonts w:ascii="Verdana" w:hAnsi="Verdana"/>
        </w:rPr>
        <w:t xml:space="preserve">pubblici (€ </w:t>
      </w:r>
      <w:r w:rsidR="00847433">
        <w:rPr>
          <w:rFonts w:ascii="Verdana" w:hAnsi="Verdana"/>
        </w:rPr>
        <w:t>7.000,00</w:t>
      </w:r>
      <w:r>
        <w:rPr>
          <w:rFonts w:ascii="Verdana" w:hAnsi="Verdana"/>
        </w:rPr>
        <w:t xml:space="preserve">), </w:t>
      </w:r>
      <w:r w:rsidR="007751D9" w:rsidRPr="004F55FE">
        <w:rPr>
          <w:rFonts w:ascii="Verdana" w:hAnsi="Verdana"/>
        </w:rPr>
        <w:t xml:space="preserve">da </w:t>
      </w:r>
      <w:r w:rsidR="0029481B" w:rsidRPr="004F55FE">
        <w:rPr>
          <w:rFonts w:ascii="Verdana" w:hAnsi="Verdana"/>
        </w:rPr>
        <w:t xml:space="preserve">enti </w:t>
      </w:r>
      <w:r w:rsidR="007751D9" w:rsidRPr="004F55FE">
        <w:rPr>
          <w:rFonts w:ascii="Verdana" w:hAnsi="Verdana"/>
        </w:rPr>
        <w:t xml:space="preserve">privati (€ </w:t>
      </w:r>
      <w:r w:rsidR="00847433">
        <w:rPr>
          <w:rFonts w:ascii="Verdana" w:hAnsi="Verdana"/>
        </w:rPr>
        <w:t>52.500,00</w:t>
      </w:r>
      <w:r w:rsidR="007751D9" w:rsidRPr="004F55FE">
        <w:rPr>
          <w:rFonts w:ascii="Verdana" w:hAnsi="Verdana"/>
        </w:rPr>
        <w:t>),</w:t>
      </w:r>
      <w:r w:rsidR="008959EE" w:rsidRPr="004F55FE">
        <w:rPr>
          <w:rFonts w:ascii="Verdana" w:hAnsi="Verdana"/>
        </w:rPr>
        <w:t xml:space="preserve"> dall’UE per pr</w:t>
      </w:r>
      <w:r w:rsidR="00746ADE">
        <w:rPr>
          <w:rFonts w:ascii="Verdana" w:hAnsi="Verdana"/>
        </w:rPr>
        <w:t xml:space="preserve">ogetti di ricerca (€ </w:t>
      </w:r>
      <w:r w:rsidR="00AD30AD" w:rsidRPr="00C6102C">
        <w:rPr>
          <w:rFonts w:ascii="Verdana" w:hAnsi="Verdana"/>
        </w:rPr>
        <w:t>375.663,48</w:t>
      </w:r>
      <w:r w:rsidR="008959EE" w:rsidRPr="004F55FE">
        <w:rPr>
          <w:rFonts w:ascii="Verdana" w:hAnsi="Verdana"/>
        </w:rPr>
        <w:t>)</w:t>
      </w:r>
      <w:r w:rsidR="001B6B8F">
        <w:rPr>
          <w:rFonts w:ascii="Verdana" w:hAnsi="Verdana"/>
        </w:rPr>
        <w:t>;</w:t>
      </w:r>
      <w:bookmarkStart w:id="0" w:name="_GoBack"/>
      <w:bookmarkEnd w:id="0"/>
    </w:p>
    <w:p w:rsidR="008F3D9E" w:rsidRDefault="00B171DA" w:rsidP="00847433">
      <w:pPr>
        <w:numPr>
          <w:ilvl w:val="1"/>
          <w:numId w:val="24"/>
        </w:numPr>
        <w:tabs>
          <w:tab w:val="left" w:pos="567"/>
        </w:tabs>
        <w:spacing w:line="360" w:lineRule="auto"/>
        <w:ind w:right="-1"/>
        <w:jc w:val="both"/>
        <w:rPr>
          <w:rFonts w:ascii="Verdana" w:hAnsi="Verdana"/>
        </w:rPr>
      </w:pPr>
      <w:r w:rsidRPr="009A425C">
        <w:rPr>
          <w:rFonts w:ascii="Verdana" w:hAnsi="Verdana"/>
        </w:rPr>
        <w:t xml:space="preserve">ai maggiori ricavi relativi ai trasferimenti dai dipartimenti </w:t>
      </w:r>
      <w:r w:rsidR="00847433">
        <w:rPr>
          <w:rFonts w:ascii="Verdana" w:hAnsi="Verdana"/>
        </w:rPr>
        <w:t xml:space="preserve">per il </w:t>
      </w:r>
      <w:r w:rsidR="009A425C">
        <w:rPr>
          <w:rFonts w:ascii="Verdana" w:hAnsi="Verdana"/>
        </w:rPr>
        <w:t xml:space="preserve">finanziamento di assegni di </w:t>
      </w:r>
      <w:r w:rsidR="009A425C" w:rsidRPr="003434A3">
        <w:rPr>
          <w:rFonts w:ascii="Verdana" w:hAnsi="Verdana"/>
        </w:rPr>
        <w:t xml:space="preserve">ricerca </w:t>
      </w:r>
      <w:r w:rsidR="003434A3" w:rsidRPr="003434A3">
        <w:rPr>
          <w:rFonts w:ascii="Verdana" w:hAnsi="Verdana"/>
        </w:rPr>
        <w:t>(</w:t>
      </w:r>
      <w:r w:rsidR="009A425C" w:rsidRPr="003434A3">
        <w:rPr>
          <w:rFonts w:ascii="Verdana" w:hAnsi="Verdana"/>
        </w:rPr>
        <w:t xml:space="preserve">€ </w:t>
      </w:r>
      <w:r w:rsidR="00847433">
        <w:rPr>
          <w:rFonts w:ascii="Verdana" w:hAnsi="Verdana"/>
        </w:rPr>
        <w:t>48.934,29</w:t>
      </w:r>
      <w:r w:rsidR="009A425C" w:rsidRPr="003434A3">
        <w:rPr>
          <w:rFonts w:ascii="Verdana" w:hAnsi="Verdana"/>
        </w:rPr>
        <w:t>),</w:t>
      </w:r>
      <w:r w:rsidR="009A425C">
        <w:rPr>
          <w:rFonts w:ascii="Verdana" w:hAnsi="Verdana"/>
        </w:rPr>
        <w:t xml:space="preserve"> </w:t>
      </w:r>
      <w:r w:rsidR="00BC3BF3" w:rsidRPr="009A425C">
        <w:rPr>
          <w:rFonts w:ascii="Verdana" w:hAnsi="Verdana"/>
        </w:rPr>
        <w:t>per</w:t>
      </w:r>
      <w:r w:rsidR="000108C1" w:rsidRPr="009A425C">
        <w:rPr>
          <w:rFonts w:ascii="Verdana" w:hAnsi="Verdana"/>
        </w:rPr>
        <w:t xml:space="preserve"> le</w:t>
      </w:r>
      <w:r w:rsidR="00BC3BF3" w:rsidRPr="009A425C">
        <w:rPr>
          <w:rFonts w:ascii="Verdana" w:hAnsi="Verdana"/>
        </w:rPr>
        <w:t xml:space="preserve"> borse di studio </w:t>
      </w:r>
      <w:proofErr w:type="spellStart"/>
      <w:r w:rsidR="00BC3BF3" w:rsidRPr="009A425C">
        <w:rPr>
          <w:rFonts w:ascii="Verdana" w:hAnsi="Verdana"/>
        </w:rPr>
        <w:t>post-</w:t>
      </w:r>
      <w:r w:rsidR="00BC3BF3" w:rsidRPr="003434A3">
        <w:rPr>
          <w:rFonts w:ascii="Verdana" w:hAnsi="Verdana"/>
        </w:rPr>
        <w:t>lauream</w:t>
      </w:r>
      <w:proofErr w:type="spellEnd"/>
      <w:r w:rsidR="00BC3BF3" w:rsidRPr="003434A3">
        <w:rPr>
          <w:rFonts w:ascii="Verdana" w:hAnsi="Verdana"/>
        </w:rPr>
        <w:t xml:space="preserve"> (€</w:t>
      </w:r>
      <w:r w:rsidR="00893EBA">
        <w:rPr>
          <w:rFonts w:ascii="Verdana" w:hAnsi="Verdana"/>
        </w:rPr>
        <w:t xml:space="preserve"> </w:t>
      </w:r>
      <w:r w:rsidR="00847433">
        <w:rPr>
          <w:rFonts w:ascii="Verdana" w:hAnsi="Verdana"/>
        </w:rPr>
        <w:t>52.033,40), per assegni di ricerca (€ 15.750,00) e per</w:t>
      </w:r>
      <w:r w:rsidR="0088130E">
        <w:rPr>
          <w:rFonts w:ascii="Verdana" w:hAnsi="Verdana"/>
        </w:rPr>
        <w:t xml:space="preserve"> </w:t>
      </w:r>
      <w:r w:rsidR="001B6B8F">
        <w:rPr>
          <w:rFonts w:ascii="Verdana" w:hAnsi="Verdana"/>
        </w:rPr>
        <w:t>contributi diversi (€</w:t>
      </w:r>
      <w:r w:rsidR="00847433">
        <w:rPr>
          <w:rFonts w:ascii="Verdana" w:hAnsi="Verdana"/>
        </w:rPr>
        <w:t xml:space="preserve"> </w:t>
      </w:r>
      <w:r w:rsidR="00847433" w:rsidRPr="00847433">
        <w:rPr>
          <w:rFonts w:ascii="Verdana" w:hAnsi="Verdana"/>
        </w:rPr>
        <w:t>14</w:t>
      </w:r>
      <w:r w:rsidR="00847433">
        <w:rPr>
          <w:rFonts w:ascii="Verdana" w:hAnsi="Verdana"/>
        </w:rPr>
        <w:t>.</w:t>
      </w:r>
      <w:r w:rsidR="00847433" w:rsidRPr="00847433">
        <w:rPr>
          <w:rFonts w:ascii="Verdana" w:hAnsi="Verdana"/>
        </w:rPr>
        <w:t>981,91</w:t>
      </w:r>
      <w:r w:rsidR="001B6B8F">
        <w:rPr>
          <w:rFonts w:ascii="Verdana" w:hAnsi="Verdana"/>
        </w:rPr>
        <w:t>).</w:t>
      </w:r>
    </w:p>
    <w:sectPr w:rsidR="008F3D9E" w:rsidSect="00F72795">
      <w:footerReference w:type="even" r:id="rId8"/>
      <w:footerReference w:type="default" r:id="rId9"/>
      <w:pgSz w:w="11906" w:h="16838"/>
      <w:pgMar w:top="1418" w:right="1134" w:bottom="1134" w:left="1134" w:header="720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2D" w:rsidRDefault="00BE002D">
      <w:r>
        <w:separator/>
      </w:r>
    </w:p>
  </w:endnote>
  <w:endnote w:type="continuationSeparator" w:id="0">
    <w:p w:rsidR="00BE002D" w:rsidRDefault="00BE0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5AB" w:rsidRDefault="005A05A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102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05AB" w:rsidRDefault="005A05AB">
    <w:pPr>
      <w:pStyle w:val="Pidipagina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2D" w:rsidRDefault="00BE002D">
      <w:r>
        <w:separator/>
      </w:r>
    </w:p>
  </w:footnote>
  <w:footnote w:type="continuationSeparator" w:id="0">
    <w:p w:rsidR="00BE002D" w:rsidRDefault="00BE00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B7006"/>
    <w:multiLevelType w:val="hybridMultilevel"/>
    <w:tmpl w:val="CC7C6246"/>
    <w:lvl w:ilvl="0" w:tplc="0410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7DC0E72"/>
    <w:multiLevelType w:val="hybridMultilevel"/>
    <w:tmpl w:val="8F58C938"/>
    <w:lvl w:ilvl="0" w:tplc="41AA8A18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460A60A8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CD1"/>
    <w:multiLevelType w:val="hybridMultilevel"/>
    <w:tmpl w:val="B504CFA8"/>
    <w:lvl w:ilvl="0" w:tplc="2AAA393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265381D"/>
    <w:multiLevelType w:val="hybridMultilevel"/>
    <w:tmpl w:val="DFC29ABA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22CF0AFF"/>
    <w:multiLevelType w:val="hybridMultilevel"/>
    <w:tmpl w:val="F2CC00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74F42"/>
    <w:multiLevelType w:val="hybridMultilevel"/>
    <w:tmpl w:val="D66EC8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1E1579"/>
    <w:multiLevelType w:val="hybridMultilevel"/>
    <w:tmpl w:val="CC2C38EE"/>
    <w:lvl w:ilvl="0" w:tplc="CF58E49C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131CC0"/>
    <w:multiLevelType w:val="hybridMultilevel"/>
    <w:tmpl w:val="4DA42398"/>
    <w:lvl w:ilvl="0" w:tplc="FFE491A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C4766B"/>
    <w:multiLevelType w:val="hybridMultilevel"/>
    <w:tmpl w:val="277C2FE4"/>
    <w:lvl w:ilvl="0" w:tplc="5FF25856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C7685C34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430286"/>
    <w:multiLevelType w:val="hybridMultilevel"/>
    <w:tmpl w:val="3D50A522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7032D6A"/>
    <w:multiLevelType w:val="hybridMultilevel"/>
    <w:tmpl w:val="D1B0F034"/>
    <w:lvl w:ilvl="0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3E0DA7"/>
    <w:multiLevelType w:val="hybridMultilevel"/>
    <w:tmpl w:val="09205978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C9A1608"/>
    <w:multiLevelType w:val="hybridMultilevel"/>
    <w:tmpl w:val="8AE0184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347FA"/>
    <w:multiLevelType w:val="hybridMultilevel"/>
    <w:tmpl w:val="20DCEB1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67327"/>
    <w:multiLevelType w:val="hybridMultilevel"/>
    <w:tmpl w:val="DD06B4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C7AC4"/>
    <w:multiLevelType w:val="hybridMultilevel"/>
    <w:tmpl w:val="2E80325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650BCD"/>
    <w:multiLevelType w:val="multilevel"/>
    <w:tmpl w:val="8F58C938"/>
    <w:lvl w:ilvl="0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C64E69"/>
    <w:multiLevelType w:val="hybridMultilevel"/>
    <w:tmpl w:val="02028158"/>
    <w:lvl w:ilvl="0" w:tplc="6B12265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29238B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04C060A"/>
    <w:multiLevelType w:val="hybridMultilevel"/>
    <w:tmpl w:val="95A424D2"/>
    <w:lvl w:ilvl="0" w:tplc="E0A6D7BC"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E305A6"/>
    <w:multiLevelType w:val="multilevel"/>
    <w:tmpl w:val="2E80325E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6E31CC"/>
    <w:multiLevelType w:val="hybridMultilevel"/>
    <w:tmpl w:val="44C0031E"/>
    <w:lvl w:ilvl="0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29415E"/>
    <w:multiLevelType w:val="hybridMultilevel"/>
    <w:tmpl w:val="F79A7C0A"/>
    <w:lvl w:ilvl="0" w:tplc="F0D24C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F707BEC"/>
    <w:multiLevelType w:val="hybridMultilevel"/>
    <w:tmpl w:val="BFAA71DE"/>
    <w:lvl w:ilvl="0" w:tplc="E27C474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0F36001"/>
    <w:multiLevelType w:val="hybridMultilevel"/>
    <w:tmpl w:val="3B049A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B76911"/>
    <w:multiLevelType w:val="hybridMultilevel"/>
    <w:tmpl w:val="ED8E19FE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C62C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4F68C3"/>
    <w:multiLevelType w:val="multilevel"/>
    <w:tmpl w:val="0920597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1"/>
  </w:num>
  <w:num w:numId="4">
    <w:abstractNumId w:val="11"/>
  </w:num>
  <w:num w:numId="5">
    <w:abstractNumId w:val="18"/>
  </w:num>
  <w:num w:numId="6">
    <w:abstractNumId w:val="26"/>
  </w:num>
  <w:num w:numId="7">
    <w:abstractNumId w:val="15"/>
  </w:num>
  <w:num w:numId="8">
    <w:abstractNumId w:val="16"/>
  </w:num>
  <w:num w:numId="9">
    <w:abstractNumId w:val="20"/>
  </w:num>
  <w:num w:numId="10">
    <w:abstractNumId w:val="23"/>
  </w:num>
  <w:num w:numId="11">
    <w:abstractNumId w:val="7"/>
  </w:num>
  <w:num w:numId="12">
    <w:abstractNumId w:val="19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1"/>
  </w:num>
  <w:num w:numId="18">
    <w:abstractNumId w:val="0"/>
  </w:num>
  <w:num w:numId="19">
    <w:abstractNumId w:val="10"/>
  </w:num>
  <w:num w:numId="20">
    <w:abstractNumId w:val="13"/>
  </w:num>
  <w:num w:numId="21">
    <w:abstractNumId w:val="24"/>
  </w:num>
  <w:num w:numId="22">
    <w:abstractNumId w:val="2"/>
  </w:num>
  <w:num w:numId="23">
    <w:abstractNumId w:val="5"/>
  </w:num>
  <w:num w:numId="24">
    <w:abstractNumId w:val="8"/>
  </w:num>
  <w:num w:numId="25">
    <w:abstractNumId w:val="3"/>
  </w:num>
  <w:num w:numId="26">
    <w:abstractNumId w:val="14"/>
  </w:num>
  <w:num w:numId="27">
    <w:abstractNumId w:val="22"/>
  </w:num>
  <w:num w:numId="28">
    <w:abstractNumId w:val="4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3DD"/>
    <w:rsid w:val="0000000E"/>
    <w:rsid w:val="00000B04"/>
    <w:rsid w:val="000013CB"/>
    <w:rsid w:val="000017CD"/>
    <w:rsid w:val="000033E4"/>
    <w:rsid w:val="000038FA"/>
    <w:rsid w:val="000108C1"/>
    <w:rsid w:val="00011527"/>
    <w:rsid w:val="0001279B"/>
    <w:rsid w:val="000141DD"/>
    <w:rsid w:val="000148D9"/>
    <w:rsid w:val="000151E7"/>
    <w:rsid w:val="00020814"/>
    <w:rsid w:val="00021976"/>
    <w:rsid w:val="00025EDC"/>
    <w:rsid w:val="00025FCE"/>
    <w:rsid w:val="00026A82"/>
    <w:rsid w:val="00026D9E"/>
    <w:rsid w:val="00030A43"/>
    <w:rsid w:val="00032A14"/>
    <w:rsid w:val="00033802"/>
    <w:rsid w:val="00041E60"/>
    <w:rsid w:val="0004447A"/>
    <w:rsid w:val="00046104"/>
    <w:rsid w:val="00051A64"/>
    <w:rsid w:val="000528C8"/>
    <w:rsid w:val="00052CA7"/>
    <w:rsid w:val="000747AA"/>
    <w:rsid w:val="00074B8C"/>
    <w:rsid w:val="00076948"/>
    <w:rsid w:val="00076FCB"/>
    <w:rsid w:val="000770CB"/>
    <w:rsid w:val="00080FD6"/>
    <w:rsid w:val="00083BE2"/>
    <w:rsid w:val="000842E9"/>
    <w:rsid w:val="000874E5"/>
    <w:rsid w:val="00090725"/>
    <w:rsid w:val="00091A14"/>
    <w:rsid w:val="00091D4F"/>
    <w:rsid w:val="00091E73"/>
    <w:rsid w:val="000931B2"/>
    <w:rsid w:val="00093839"/>
    <w:rsid w:val="00094A58"/>
    <w:rsid w:val="00094EAB"/>
    <w:rsid w:val="000A1B68"/>
    <w:rsid w:val="000A1D8B"/>
    <w:rsid w:val="000A2D83"/>
    <w:rsid w:val="000A2E15"/>
    <w:rsid w:val="000A47C5"/>
    <w:rsid w:val="000A6793"/>
    <w:rsid w:val="000A73C5"/>
    <w:rsid w:val="000B1C22"/>
    <w:rsid w:val="000B1DC7"/>
    <w:rsid w:val="000B701E"/>
    <w:rsid w:val="000C23BB"/>
    <w:rsid w:val="000C2A44"/>
    <w:rsid w:val="000C3E8F"/>
    <w:rsid w:val="000C4216"/>
    <w:rsid w:val="000C4281"/>
    <w:rsid w:val="000C5305"/>
    <w:rsid w:val="000D3A46"/>
    <w:rsid w:val="000D4102"/>
    <w:rsid w:val="000D574E"/>
    <w:rsid w:val="000D7059"/>
    <w:rsid w:val="000E295B"/>
    <w:rsid w:val="000E388A"/>
    <w:rsid w:val="000F4B0B"/>
    <w:rsid w:val="000F535A"/>
    <w:rsid w:val="000F65A4"/>
    <w:rsid w:val="000F6F01"/>
    <w:rsid w:val="001014CC"/>
    <w:rsid w:val="00103BAE"/>
    <w:rsid w:val="001055E3"/>
    <w:rsid w:val="00106F5E"/>
    <w:rsid w:val="0011139A"/>
    <w:rsid w:val="001113EC"/>
    <w:rsid w:val="0011502A"/>
    <w:rsid w:val="00116AED"/>
    <w:rsid w:val="001178CB"/>
    <w:rsid w:val="001215A9"/>
    <w:rsid w:val="001216B2"/>
    <w:rsid w:val="00121DD9"/>
    <w:rsid w:val="00123E99"/>
    <w:rsid w:val="00124C3A"/>
    <w:rsid w:val="00125284"/>
    <w:rsid w:val="00125BE7"/>
    <w:rsid w:val="00126320"/>
    <w:rsid w:val="00126E9B"/>
    <w:rsid w:val="001318F9"/>
    <w:rsid w:val="001319E1"/>
    <w:rsid w:val="00134E32"/>
    <w:rsid w:val="00135E09"/>
    <w:rsid w:val="0013652A"/>
    <w:rsid w:val="001423E4"/>
    <w:rsid w:val="00152236"/>
    <w:rsid w:val="00156E49"/>
    <w:rsid w:val="00161F1F"/>
    <w:rsid w:val="00162800"/>
    <w:rsid w:val="0016318D"/>
    <w:rsid w:val="0016728C"/>
    <w:rsid w:val="001738F3"/>
    <w:rsid w:val="00176096"/>
    <w:rsid w:val="00176247"/>
    <w:rsid w:val="0018037F"/>
    <w:rsid w:val="0018073A"/>
    <w:rsid w:val="00181948"/>
    <w:rsid w:val="001877B3"/>
    <w:rsid w:val="001901A2"/>
    <w:rsid w:val="00192280"/>
    <w:rsid w:val="00194B79"/>
    <w:rsid w:val="00195B6C"/>
    <w:rsid w:val="00197907"/>
    <w:rsid w:val="001979B1"/>
    <w:rsid w:val="001A4A7D"/>
    <w:rsid w:val="001A598C"/>
    <w:rsid w:val="001A5D57"/>
    <w:rsid w:val="001A6124"/>
    <w:rsid w:val="001B10C2"/>
    <w:rsid w:val="001B320E"/>
    <w:rsid w:val="001B64B2"/>
    <w:rsid w:val="001B6B8F"/>
    <w:rsid w:val="001C0091"/>
    <w:rsid w:val="001C0A6F"/>
    <w:rsid w:val="001C15BB"/>
    <w:rsid w:val="001C26E6"/>
    <w:rsid w:val="001C2D81"/>
    <w:rsid w:val="001C6D4E"/>
    <w:rsid w:val="001D2DB3"/>
    <w:rsid w:val="001D66ED"/>
    <w:rsid w:val="001D7D74"/>
    <w:rsid w:val="001E39B3"/>
    <w:rsid w:val="001E4C8D"/>
    <w:rsid w:val="001E6915"/>
    <w:rsid w:val="001F0BEA"/>
    <w:rsid w:val="001F1A45"/>
    <w:rsid w:val="001F36CA"/>
    <w:rsid w:val="0020296C"/>
    <w:rsid w:val="00202B0B"/>
    <w:rsid w:val="00202E7A"/>
    <w:rsid w:val="002108E1"/>
    <w:rsid w:val="00211590"/>
    <w:rsid w:val="00211739"/>
    <w:rsid w:val="00213548"/>
    <w:rsid w:val="00213902"/>
    <w:rsid w:val="00216463"/>
    <w:rsid w:val="00216B64"/>
    <w:rsid w:val="00217911"/>
    <w:rsid w:val="00227A25"/>
    <w:rsid w:val="0023247E"/>
    <w:rsid w:val="00233707"/>
    <w:rsid w:val="00233994"/>
    <w:rsid w:val="002340C5"/>
    <w:rsid w:val="00234851"/>
    <w:rsid w:val="0023590F"/>
    <w:rsid w:val="00236308"/>
    <w:rsid w:val="002414AA"/>
    <w:rsid w:val="0024265A"/>
    <w:rsid w:val="00245B6C"/>
    <w:rsid w:val="00253B6F"/>
    <w:rsid w:val="0025670D"/>
    <w:rsid w:val="002641CF"/>
    <w:rsid w:val="00264463"/>
    <w:rsid w:val="00273BEC"/>
    <w:rsid w:val="00274A0E"/>
    <w:rsid w:val="00275103"/>
    <w:rsid w:val="00277140"/>
    <w:rsid w:val="002774B6"/>
    <w:rsid w:val="00285E39"/>
    <w:rsid w:val="002868A5"/>
    <w:rsid w:val="00292697"/>
    <w:rsid w:val="00293D58"/>
    <w:rsid w:val="0029481B"/>
    <w:rsid w:val="00295B1F"/>
    <w:rsid w:val="00295D1C"/>
    <w:rsid w:val="002A1C17"/>
    <w:rsid w:val="002A368D"/>
    <w:rsid w:val="002B42FD"/>
    <w:rsid w:val="002B6E9B"/>
    <w:rsid w:val="002B7B97"/>
    <w:rsid w:val="002C2445"/>
    <w:rsid w:val="002C39C6"/>
    <w:rsid w:val="002C43DD"/>
    <w:rsid w:val="002C62CF"/>
    <w:rsid w:val="002D158F"/>
    <w:rsid w:val="002D1EF3"/>
    <w:rsid w:val="002D2CB3"/>
    <w:rsid w:val="002D3391"/>
    <w:rsid w:val="002D5C72"/>
    <w:rsid w:val="002D5C80"/>
    <w:rsid w:val="002E2C44"/>
    <w:rsid w:val="002E4412"/>
    <w:rsid w:val="002E4578"/>
    <w:rsid w:val="002E6121"/>
    <w:rsid w:val="002E6C41"/>
    <w:rsid w:val="002F0321"/>
    <w:rsid w:val="002F0D6D"/>
    <w:rsid w:val="002F1FD2"/>
    <w:rsid w:val="002F205D"/>
    <w:rsid w:val="002F6367"/>
    <w:rsid w:val="003013B5"/>
    <w:rsid w:val="003017B9"/>
    <w:rsid w:val="003035C6"/>
    <w:rsid w:val="003038F6"/>
    <w:rsid w:val="00303D81"/>
    <w:rsid w:val="003043D8"/>
    <w:rsid w:val="0030523F"/>
    <w:rsid w:val="00306381"/>
    <w:rsid w:val="00307AA1"/>
    <w:rsid w:val="003105AA"/>
    <w:rsid w:val="003113FD"/>
    <w:rsid w:val="003132C1"/>
    <w:rsid w:val="00313766"/>
    <w:rsid w:val="00314BEC"/>
    <w:rsid w:val="00317379"/>
    <w:rsid w:val="00320A07"/>
    <w:rsid w:val="00321B8F"/>
    <w:rsid w:val="00323629"/>
    <w:rsid w:val="00324A71"/>
    <w:rsid w:val="003308F3"/>
    <w:rsid w:val="00330AF7"/>
    <w:rsid w:val="00332F41"/>
    <w:rsid w:val="00334586"/>
    <w:rsid w:val="003361A2"/>
    <w:rsid w:val="00337766"/>
    <w:rsid w:val="003403EF"/>
    <w:rsid w:val="003434A3"/>
    <w:rsid w:val="00343774"/>
    <w:rsid w:val="00343EC4"/>
    <w:rsid w:val="0034612B"/>
    <w:rsid w:val="00354C55"/>
    <w:rsid w:val="003554B1"/>
    <w:rsid w:val="003554D7"/>
    <w:rsid w:val="00355B73"/>
    <w:rsid w:val="003572B1"/>
    <w:rsid w:val="00362009"/>
    <w:rsid w:val="00366C30"/>
    <w:rsid w:val="003670D2"/>
    <w:rsid w:val="00371950"/>
    <w:rsid w:val="00374C32"/>
    <w:rsid w:val="00383566"/>
    <w:rsid w:val="00384DA2"/>
    <w:rsid w:val="00386F44"/>
    <w:rsid w:val="003A04FD"/>
    <w:rsid w:val="003A2F63"/>
    <w:rsid w:val="003A4549"/>
    <w:rsid w:val="003A63D8"/>
    <w:rsid w:val="003A7A9C"/>
    <w:rsid w:val="003B2229"/>
    <w:rsid w:val="003B33C0"/>
    <w:rsid w:val="003B3D85"/>
    <w:rsid w:val="003B479A"/>
    <w:rsid w:val="003B73D3"/>
    <w:rsid w:val="003B7B75"/>
    <w:rsid w:val="003C2E4C"/>
    <w:rsid w:val="003D33CF"/>
    <w:rsid w:val="003D43EE"/>
    <w:rsid w:val="003D66DD"/>
    <w:rsid w:val="003E2FCE"/>
    <w:rsid w:val="003E3A91"/>
    <w:rsid w:val="003E78A7"/>
    <w:rsid w:val="003F2A6D"/>
    <w:rsid w:val="003F4F93"/>
    <w:rsid w:val="003F5631"/>
    <w:rsid w:val="003F6F18"/>
    <w:rsid w:val="003F77DA"/>
    <w:rsid w:val="004014D9"/>
    <w:rsid w:val="00410AE1"/>
    <w:rsid w:val="0041425C"/>
    <w:rsid w:val="00421FAC"/>
    <w:rsid w:val="00422FAC"/>
    <w:rsid w:val="00423057"/>
    <w:rsid w:val="0042347E"/>
    <w:rsid w:val="00423B5D"/>
    <w:rsid w:val="0042401E"/>
    <w:rsid w:val="00424089"/>
    <w:rsid w:val="00426ADE"/>
    <w:rsid w:val="004343A6"/>
    <w:rsid w:val="00441CA9"/>
    <w:rsid w:val="00443A4D"/>
    <w:rsid w:val="00444C23"/>
    <w:rsid w:val="004506B0"/>
    <w:rsid w:val="004523EA"/>
    <w:rsid w:val="00452A36"/>
    <w:rsid w:val="00452B21"/>
    <w:rsid w:val="004560E9"/>
    <w:rsid w:val="004570BA"/>
    <w:rsid w:val="00457D4A"/>
    <w:rsid w:val="004642CC"/>
    <w:rsid w:val="0046550F"/>
    <w:rsid w:val="00465D1B"/>
    <w:rsid w:val="0047415C"/>
    <w:rsid w:val="00475DBA"/>
    <w:rsid w:val="00476E19"/>
    <w:rsid w:val="00484872"/>
    <w:rsid w:val="00485223"/>
    <w:rsid w:val="00486271"/>
    <w:rsid w:val="00490AB1"/>
    <w:rsid w:val="00492952"/>
    <w:rsid w:val="004937BE"/>
    <w:rsid w:val="00495BC9"/>
    <w:rsid w:val="004A46AC"/>
    <w:rsid w:val="004B18EF"/>
    <w:rsid w:val="004B6A5B"/>
    <w:rsid w:val="004B75B4"/>
    <w:rsid w:val="004B7CA0"/>
    <w:rsid w:val="004C08A5"/>
    <w:rsid w:val="004C4BFA"/>
    <w:rsid w:val="004D15F2"/>
    <w:rsid w:val="004D36C6"/>
    <w:rsid w:val="004E0DD8"/>
    <w:rsid w:val="004E189D"/>
    <w:rsid w:val="004E2FD0"/>
    <w:rsid w:val="004E6522"/>
    <w:rsid w:val="004F374C"/>
    <w:rsid w:val="004F5507"/>
    <w:rsid w:val="004F55FE"/>
    <w:rsid w:val="004F587D"/>
    <w:rsid w:val="004F5B03"/>
    <w:rsid w:val="004F7037"/>
    <w:rsid w:val="00501383"/>
    <w:rsid w:val="00504D5D"/>
    <w:rsid w:val="005050BB"/>
    <w:rsid w:val="0050532C"/>
    <w:rsid w:val="00512B1B"/>
    <w:rsid w:val="0051424C"/>
    <w:rsid w:val="005151AF"/>
    <w:rsid w:val="00516524"/>
    <w:rsid w:val="00517013"/>
    <w:rsid w:val="00524B0D"/>
    <w:rsid w:val="00524D4B"/>
    <w:rsid w:val="00524E71"/>
    <w:rsid w:val="00525EFD"/>
    <w:rsid w:val="005305B6"/>
    <w:rsid w:val="00532E4E"/>
    <w:rsid w:val="00532F1E"/>
    <w:rsid w:val="005332D8"/>
    <w:rsid w:val="00535711"/>
    <w:rsid w:val="00535F77"/>
    <w:rsid w:val="00536C12"/>
    <w:rsid w:val="00541690"/>
    <w:rsid w:val="0054411C"/>
    <w:rsid w:val="005460EE"/>
    <w:rsid w:val="005465EF"/>
    <w:rsid w:val="00547018"/>
    <w:rsid w:val="005476C9"/>
    <w:rsid w:val="0055078B"/>
    <w:rsid w:val="005524F8"/>
    <w:rsid w:val="00556DD0"/>
    <w:rsid w:val="00561108"/>
    <w:rsid w:val="00563F6E"/>
    <w:rsid w:val="005717D8"/>
    <w:rsid w:val="00573823"/>
    <w:rsid w:val="00574138"/>
    <w:rsid w:val="00574BC3"/>
    <w:rsid w:val="00576660"/>
    <w:rsid w:val="00583333"/>
    <w:rsid w:val="005836F3"/>
    <w:rsid w:val="00587259"/>
    <w:rsid w:val="00587C38"/>
    <w:rsid w:val="005967A0"/>
    <w:rsid w:val="00596E1A"/>
    <w:rsid w:val="0059798F"/>
    <w:rsid w:val="005A053E"/>
    <w:rsid w:val="005A05AB"/>
    <w:rsid w:val="005A1839"/>
    <w:rsid w:val="005A221B"/>
    <w:rsid w:val="005A3E60"/>
    <w:rsid w:val="005A7D0C"/>
    <w:rsid w:val="005B1A44"/>
    <w:rsid w:val="005B282B"/>
    <w:rsid w:val="005B5EA5"/>
    <w:rsid w:val="005B6FB5"/>
    <w:rsid w:val="005B7BFC"/>
    <w:rsid w:val="005C23D3"/>
    <w:rsid w:val="005C62DF"/>
    <w:rsid w:val="005D0AF3"/>
    <w:rsid w:val="005D0E57"/>
    <w:rsid w:val="005D1203"/>
    <w:rsid w:val="005D3F52"/>
    <w:rsid w:val="005E21E4"/>
    <w:rsid w:val="005E28BF"/>
    <w:rsid w:val="005E36E5"/>
    <w:rsid w:val="005E67C8"/>
    <w:rsid w:val="005E7BA6"/>
    <w:rsid w:val="005F1271"/>
    <w:rsid w:val="005F2360"/>
    <w:rsid w:val="005F315B"/>
    <w:rsid w:val="005F572B"/>
    <w:rsid w:val="00601358"/>
    <w:rsid w:val="006037A9"/>
    <w:rsid w:val="00605004"/>
    <w:rsid w:val="006147EB"/>
    <w:rsid w:val="00620E1D"/>
    <w:rsid w:val="006218F1"/>
    <w:rsid w:val="00622713"/>
    <w:rsid w:val="00626D52"/>
    <w:rsid w:val="00633B8E"/>
    <w:rsid w:val="0063502D"/>
    <w:rsid w:val="006425F5"/>
    <w:rsid w:val="0064368F"/>
    <w:rsid w:val="0064487A"/>
    <w:rsid w:val="00644CC8"/>
    <w:rsid w:val="0065221C"/>
    <w:rsid w:val="006528F3"/>
    <w:rsid w:val="00654E69"/>
    <w:rsid w:val="00655296"/>
    <w:rsid w:val="006636B3"/>
    <w:rsid w:val="00664BBE"/>
    <w:rsid w:val="00665BDC"/>
    <w:rsid w:val="00671572"/>
    <w:rsid w:val="00671B20"/>
    <w:rsid w:val="00672E55"/>
    <w:rsid w:val="00675F1F"/>
    <w:rsid w:val="00682416"/>
    <w:rsid w:val="00683B15"/>
    <w:rsid w:val="00686463"/>
    <w:rsid w:val="00686C8A"/>
    <w:rsid w:val="00692086"/>
    <w:rsid w:val="006961C6"/>
    <w:rsid w:val="006967A9"/>
    <w:rsid w:val="006971BF"/>
    <w:rsid w:val="006A0A27"/>
    <w:rsid w:val="006A1CC9"/>
    <w:rsid w:val="006A4695"/>
    <w:rsid w:val="006B037C"/>
    <w:rsid w:val="006B63DD"/>
    <w:rsid w:val="006B68AB"/>
    <w:rsid w:val="006B7A1B"/>
    <w:rsid w:val="006C02D5"/>
    <w:rsid w:val="006C546F"/>
    <w:rsid w:val="006C7683"/>
    <w:rsid w:val="006D0925"/>
    <w:rsid w:val="006D144B"/>
    <w:rsid w:val="006D2921"/>
    <w:rsid w:val="006D364D"/>
    <w:rsid w:val="006D39DC"/>
    <w:rsid w:val="006D56A1"/>
    <w:rsid w:val="006E17D4"/>
    <w:rsid w:val="006E7DE3"/>
    <w:rsid w:val="006F5BBA"/>
    <w:rsid w:val="00701321"/>
    <w:rsid w:val="00702D51"/>
    <w:rsid w:val="00704ABD"/>
    <w:rsid w:val="007101DF"/>
    <w:rsid w:val="00716A6C"/>
    <w:rsid w:val="00717A49"/>
    <w:rsid w:val="007207FD"/>
    <w:rsid w:val="00723527"/>
    <w:rsid w:val="00724BC6"/>
    <w:rsid w:val="00725BE3"/>
    <w:rsid w:val="007269AA"/>
    <w:rsid w:val="00730261"/>
    <w:rsid w:val="00730B9E"/>
    <w:rsid w:val="00731A42"/>
    <w:rsid w:val="007327D3"/>
    <w:rsid w:val="00736852"/>
    <w:rsid w:val="007377B6"/>
    <w:rsid w:val="00737F33"/>
    <w:rsid w:val="00741F4C"/>
    <w:rsid w:val="007466AB"/>
    <w:rsid w:val="00746ADE"/>
    <w:rsid w:val="00752811"/>
    <w:rsid w:val="00753406"/>
    <w:rsid w:val="00754CDA"/>
    <w:rsid w:val="00754F4B"/>
    <w:rsid w:val="00755997"/>
    <w:rsid w:val="007570E4"/>
    <w:rsid w:val="00760847"/>
    <w:rsid w:val="007647CF"/>
    <w:rsid w:val="00764F0B"/>
    <w:rsid w:val="007706FE"/>
    <w:rsid w:val="00772927"/>
    <w:rsid w:val="00772D12"/>
    <w:rsid w:val="007747A1"/>
    <w:rsid w:val="007751D9"/>
    <w:rsid w:val="00775BAC"/>
    <w:rsid w:val="0077650A"/>
    <w:rsid w:val="00781759"/>
    <w:rsid w:val="00782D3B"/>
    <w:rsid w:val="00786DEE"/>
    <w:rsid w:val="0079134B"/>
    <w:rsid w:val="007A1713"/>
    <w:rsid w:val="007A2AC4"/>
    <w:rsid w:val="007A49DF"/>
    <w:rsid w:val="007A4EAE"/>
    <w:rsid w:val="007A5BF9"/>
    <w:rsid w:val="007A7046"/>
    <w:rsid w:val="007B3F26"/>
    <w:rsid w:val="007B57B3"/>
    <w:rsid w:val="007B5C9A"/>
    <w:rsid w:val="007C0C76"/>
    <w:rsid w:val="007C120B"/>
    <w:rsid w:val="007C354D"/>
    <w:rsid w:val="007D1058"/>
    <w:rsid w:val="007D29D9"/>
    <w:rsid w:val="007D2E81"/>
    <w:rsid w:val="007D38BE"/>
    <w:rsid w:val="007D4966"/>
    <w:rsid w:val="007D5240"/>
    <w:rsid w:val="007D6241"/>
    <w:rsid w:val="007D7390"/>
    <w:rsid w:val="007E09EC"/>
    <w:rsid w:val="007E0B7D"/>
    <w:rsid w:val="007E5AD8"/>
    <w:rsid w:val="007E6969"/>
    <w:rsid w:val="007E789B"/>
    <w:rsid w:val="007F2847"/>
    <w:rsid w:val="007F374C"/>
    <w:rsid w:val="007F4D5A"/>
    <w:rsid w:val="007F6F9C"/>
    <w:rsid w:val="0080061C"/>
    <w:rsid w:val="00802283"/>
    <w:rsid w:val="0080273D"/>
    <w:rsid w:val="00803AF9"/>
    <w:rsid w:val="00803DA0"/>
    <w:rsid w:val="00806A5B"/>
    <w:rsid w:val="00810868"/>
    <w:rsid w:val="0081157F"/>
    <w:rsid w:val="0081234F"/>
    <w:rsid w:val="008128CB"/>
    <w:rsid w:val="00812967"/>
    <w:rsid w:val="00816E77"/>
    <w:rsid w:val="00817012"/>
    <w:rsid w:val="008219BC"/>
    <w:rsid w:val="0082269A"/>
    <w:rsid w:val="00824468"/>
    <w:rsid w:val="0082666A"/>
    <w:rsid w:val="00833AF9"/>
    <w:rsid w:val="00834178"/>
    <w:rsid w:val="00841296"/>
    <w:rsid w:val="00841C1E"/>
    <w:rsid w:val="00842BAE"/>
    <w:rsid w:val="008468DD"/>
    <w:rsid w:val="00847433"/>
    <w:rsid w:val="00847AD3"/>
    <w:rsid w:val="008519B7"/>
    <w:rsid w:val="008545F6"/>
    <w:rsid w:val="0085652E"/>
    <w:rsid w:val="00860AEC"/>
    <w:rsid w:val="008651FB"/>
    <w:rsid w:val="00865B64"/>
    <w:rsid w:val="00867880"/>
    <w:rsid w:val="0087010D"/>
    <w:rsid w:val="00870384"/>
    <w:rsid w:val="008712D3"/>
    <w:rsid w:val="008719F5"/>
    <w:rsid w:val="00877001"/>
    <w:rsid w:val="0088130E"/>
    <w:rsid w:val="00881884"/>
    <w:rsid w:val="0088202E"/>
    <w:rsid w:val="0088588A"/>
    <w:rsid w:val="00886E2A"/>
    <w:rsid w:val="0089332A"/>
    <w:rsid w:val="00893EBA"/>
    <w:rsid w:val="0089518F"/>
    <w:rsid w:val="008955CC"/>
    <w:rsid w:val="008959EE"/>
    <w:rsid w:val="008962C6"/>
    <w:rsid w:val="00897F18"/>
    <w:rsid w:val="008A10EF"/>
    <w:rsid w:val="008A2A87"/>
    <w:rsid w:val="008A45DA"/>
    <w:rsid w:val="008A5FE9"/>
    <w:rsid w:val="008A6D3B"/>
    <w:rsid w:val="008B36D1"/>
    <w:rsid w:val="008B68E9"/>
    <w:rsid w:val="008C0E9F"/>
    <w:rsid w:val="008C45D3"/>
    <w:rsid w:val="008C46BA"/>
    <w:rsid w:val="008C58CD"/>
    <w:rsid w:val="008C67AB"/>
    <w:rsid w:val="008C76FB"/>
    <w:rsid w:val="008D1387"/>
    <w:rsid w:val="008D2072"/>
    <w:rsid w:val="008D3F53"/>
    <w:rsid w:val="008E162D"/>
    <w:rsid w:val="008E3566"/>
    <w:rsid w:val="008E3704"/>
    <w:rsid w:val="008E6259"/>
    <w:rsid w:val="008E7B7F"/>
    <w:rsid w:val="008F09FF"/>
    <w:rsid w:val="008F382C"/>
    <w:rsid w:val="008F3D9E"/>
    <w:rsid w:val="008F45B2"/>
    <w:rsid w:val="0090056B"/>
    <w:rsid w:val="0090253B"/>
    <w:rsid w:val="00904F37"/>
    <w:rsid w:val="00905442"/>
    <w:rsid w:val="00905637"/>
    <w:rsid w:val="00913663"/>
    <w:rsid w:val="00916AF3"/>
    <w:rsid w:val="0092022C"/>
    <w:rsid w:val="00921D25"/>
    <w:rsid w:val="00922A80"/>
    <w:rsid w:val="009250EE"/>
    <w:rsid w:val="00926A85"/>
    <w:rsid w:val="00931C62"/>
    <w:rsid w:val="00934202"/>
    <w:rsid w:val="009345DD"/>
    <w:rsid w:val="00935862"/>
    <w:rsid w:val="00935A52"/>
    <w:rsid w:val="00943859"/>
    <w:rsid w:val="00945C85"/>
    <w:rsid w:val="00950725"/>
    <w:rsid w:val="00952704"/>
    <w:rsid w:val="009558FE"/>
    <w:rsid w:val="00967406"/>
    <w:rsid w:val="00967D76"/>
    <w:rsid w:val="0097023A"/>
    <w:rsid w:val="00970B3E"/>
    <w:rsid w:val="00970F00"/>
    <w:rsid w:val="00975005"/>
    <w:rsid w:val="0097536C"/>
    <w:rsid w:val="00975A1D"/>
    <w:rsid w:val="009814D0"/>
    <w:rsid w:val="00983511"/>
    <w:rsid w:val="00986DC7"/>
    <w:rsid w:val="00986E2B"/>
    <w:rsid w:val="00987E49"/>
    <w:rsid w:val="00990568"/>
    <w:rsid w:val="009928CA"/>
    <w:rsid w:val="009928FE"/>
    <w:rsid w:val="00995E1D"/>
    <w:rsid w:val="009A185B"/>
    <w:rsid w:val="009A2B9B"/>
    <w:rsid w:val="009A425C"/>
    <w:rsid w:val="009A67B9"/>
    <w:rsid w:val="009A7136"/>
    <w:rsid w:val="009B4132"/>
    <w:rsid w:val="009B5B9B"/>
    <w:rsid w:val="009B74BF"/>
    <w:rsid w:val="009C3832"/>
    <w:rsid w:val="009C5AEF"/>
    <w:rsid w:val="009D16FA"/>
    <w:rsid w:val="009D2A2C"/>
    <w:rsid w:val="009D2C3F"/>
    <w:rsid w:val="009D40F1"/>
    <w:rsid w:val="009D41F5"/>
    <w:rsid w:val="009D509B"/>
    <w:rsid w:val="009D59F3"/>
    <w:rsid w:val="009D76CA"/>
    <w:rsid w:val="009E1C09"/>
    <w:rsid w:val="009E3674"/>
    <w:rsid w:val="009E5949"/>
    <w:rsid w:val="009F63FB"/>
    <w:rsid w:val="009F727C"/>
    <w:rsid w:val="009F74C3"/>
    <w:rsid w:val="00A000E6"/>
    <w:rsid w:val="00A00D7C"/>
    <w:rsid w:val="00A02253"/>
    <w:rsid w:val="00A02FD8"/>
    <w:rsid w:val="00A100B4"/>
    <w:rsid w:val="00A10301"/>
    <w:rsid w:val="00A14940"/>
    <w:rsid w:val="00A14DFA"/>
    <w:rsid w:val="00A151A5"/>
    <w:rsid w:val="00A16D46"/>
    <w:rsid w:val="00A228BB"/>
    <w:rsid w:val="00A2501B"/>
    <w:rsid w:val="00A26957"/>
    <w:rsid w:val="00A27A14"/>
    <w:rsid w:val="00A302B2"/>
    <w:rsid w:val="00A306FB"/>
    <w:rsid w:val="00A31693"/>
    <w:rsid w:val="00A31AA2"/>
    <w:rsid w:val="00A33BCC"/>
    <w:rsid w:val="00A35234"/>
    <w:rsid w:val="00A35F1D"/>
    <w:rsid w:val="00A362E1"/>
    <w:rsid w:val="00A41B71"/>
    <w:rsid w:val="00A450BB"/>
    <w:rsid w:val="00A545BD"/>
    <w:rsid w:val="00A54657"/>
    <w:rsid w:val="00A57699"/>
    <w:rsid w:val="00A6056E"/>
    <w:rsid w:val="00A616A7"/>
    <w:rsid w:val="00A629F1"/>
    <w:rsid w:val="00A62EF5"/>
    <w:rsid w:val="00A67507"/>
    <w:rsid w:val="00A67929"/>
    <w:rsid w:val="00A70BE4"/>
    <w:rsid w:val="00A7124C"/>
    <w:rsid w:val="00A726CE"/>
    <w:rsid w:val="00A76693"/>
    <w:rsid w:val="00A77E8B"/>
    <w:rsid w:val="00A77EBA"/>
    <w:rsid w:val="00A808CD"/>
    <w:rsid w:val="00A845EC"/>
    <w:rsid w:val="00A85151"/>
    <w:rsid w:val="00A9019A"/>
    <w:rsid w:val="00A91003"/>
    <w:rsid w:val="00A93B3D"/>
    <w:rsid w:val="00A96A3A"/>
    <w:rsid w:val="00A9757A"/>
    <w:rsid w:val="00A977DF"/>
    <w:rsid w:val="00AA0480"/>
    <w:rsid w:val="00AA1282"/>
    <w:rsid w:val="00AA2D4E"/>
    <w:rsid w:val="00AB0753"/>
    <w:rsid w:val="00AB19E7"/>
    <w:rsid w:val="00AB318E"/>
    <w:rsid w:val="00AB5AB3"/>
    <w:rsid w:val="00AB5C68"/>
    <w:rsid w:val="00AB6697"/>
    <w:rsid w:val="00AC2D95"/>
    <w:rsid w:val="00AD12C1"/>
    <w:rsid w:val="00AD3090"/>
    <w:rsid w:val="00AD30AD"/>
    <w:rsid w:val="00AD3A5D"/>
    <w:rsid w:val="00AD5AC7"/>
    <w:rsid w:val="00AD66B7"/>
    <w:rsid w:val="00AD7C1A"/>
    <w:rsid w:val="00AE08E2"/>
    <w:rsid w:val="00AE363D"/>
    <w:rsid w:val="00AF26BD"/>
    <w:rsid w:val="00AF541D"/>
    <w:rsid w:val="00AF5A50"/>
    <w:rsid w:val="00AF7D35"/>
    <w:rsid w:val="00B14648"/>
    <w:rsid w:val="00B15C01"/>
    <w:rsid w:val="00B171DA"/>
    <w:rsid w:val="00B17509"/>
    <w:rsid w:val="00B1799A"/>
    <w:rsid w:val="00B2507A"/>
    <w:rsid w:val="00B3074F"/>
    <w:rsid w:val="00B342BD"/>
    <w:rsid w:val="00B34A9D"/>
    <w:rsid w:val="00B447D7"/>
    <w:rsid w:val="00B53B4B"/>
    <w:rsid w:val="00B57671"/>
    <w:rsid w:val="00B57A78"/>
    <w:rsid w:val="00B60676"/>
    <w:rsid w:val="00B701C3"/>
    <w:rsid w:val="00B71378"/>
    <w:rsid w:val="00B7185C"/>
    <w:rsid w:val="00B721DA"/>
    <w:rsid w:val="00B768C2"/>
    <w:rsid w:val="00B76CFD"/>
    <w:rsid w:val="00B80A27"/>
    <w:rsid w:val="00B820F0"/>
    <w:rsid w:val="00B91650"/>
    <w:rsid w:val="00B96770"/>
    <w:rsid w:val="00B979D0"/>
    <w:rsid w:val="00BA429F"/>
    <w:rsid w:val="00BA4925"/>
    <w:rsid w:val="00BA6CCE"/>
    <w:rsid w:val="00BB038A"/>
    <w:rsid w:val="00BB31E8"/>
    <w:rsid w:val="00BB6F71"/>
    <w:rsid w:val="00BC3BF3"/>
    <w:rsid w:val="00BC549B"/>
    <w:rsid w:val="00BC7698"/>
    <w:rsid w:val="00BC7DA2"/>
    <w:rsid w:val="00BD1144"/>
    <w:rsid w:val="00BD7445"/>
    <w:rsid w:val="00BD759C"/>
    <w:rsid w:val="00BE002D"/>
    <w:rsid w:val="00BE057B"/>
    <w:rsid w:val="00BE0681"/>
    <w:rsid w:val="00BE0C37"/>
    <w:rsid w:val="00BE2935"/>
    <w:rsid w:val="00BE2B5E"/>
    <w:rsid w:val="00BE5DDC"/>
    <w:rsid w:val="00BE60F3"/>
    <w:rsid w:val="00BE647C"/>
    <w:rsid w:val="00BF3547"/>
    <w:rsid w:val="00BF5309"/>
    <w:rsid w:val="00BF53DC"/>
    <w:rsid w:val="00BF5A0E"/>
    <w:rsid w:val="00BF61CB"/>
    <w:rsid w:val="00BF6441"/>
    <w:rsid w:val="00C00C06"/>
    <w:rsid w:val="00C011C0"/>
    <w:rsid w:val="00C0343E"/>
    <w:rsid w:val="00C042B6"/>
    <w:rsid w:val="00C05689"/>
    <w:rsid w:val="00C069F7"/>
    <w:rsid w:val="00C06CD4"/>
    <w:rsid w:val="00C1799A"/>
    <w:rsid w:val="00C17DB6"/>
    <w:rsid w:val="00C2021A"/>
    <w:rsid w:val="00C20644"/>
    <w:rsid w:val="00C2068E"/>
    <w:rsid w:val="00C209C3"/>
    <w:rsid w:val="00C2319A"/>
    <w:rsid w:val="00C232AF"/>
    <w:rsid w:val="00C32FC7"/>
    <w:rsid w:val="00C3397E"/>
    <w:rsid w:val="00C3433F"/>
    <w:rsid w:val="00C34E4D"/>
    <w:rsid w:val="00C34F07"/>
    <w:rsid w:val="00C40308"/>
    <w:rsid w:val="00C4705A"/>
    <w:rsid w:val="00C51386"/>
    <w:rsid w:val="00C51B22"/>
    <w:rsid w:val="00C534E2"/>
    <w:rsid w:val="00C53F5E"/>
    <w:rsid w:val="00C54021"/>
    <w:rsid w:val="00C54230"/>
    <w:rsid w:val="00C54842"/>
    <w:rsid w:val="00C54947"/>
    <w:rsid w:val="00C5578A"/>
    <w:rsid w:val="00C55E4F"/>
    <w:rsid w:val="00C56100"/>
    <w:rsid w:val="00C5753A"/>
    <w:rsid w:val="00C61000"/>
    <w:rsid w:val="00C6102C"/>
    <w:rsid w:val="00C637B2"/>
    <w:rsid w:val="00C66B74"/>
    <w:rsid w:val="00C70163"/>
    <w:rsid w:val="00C704A0"/>
    <w:rsid w:val="00C73BE7"/>
    <w:rsid w:val="00C73F3E"/>
    <w:rsid w:val="00C769AA"/>
    <w:rsid w:val="00C775B0"/>
    <w:rsid w:val="00C80C36"/>
    <w:rsid w:val="00C81581"/>
    <w:rsid w:val="00C818B8"/>
    <w:rsid w:val="00C8407E"/>
    <w:rsid w:val="00C85B94"/>
    <w:rsid w:val="00C902AA"/>
    <w:rsid w:val="00C9272F"/>
    <w:rsid w:val="00C93B16"/>
    <w:rsid w:val="00C95AC8"/>
    <w:rsid w:val="00C960FF"/>
    <w:rsid w:val="00C964B1"/>
    <w:rsid w:val="00C965F1"/>
    <w:rsid w:val="00CA4E35"/>
    <w:rsid w:val="00CA72D1"/>
    <w:rsid w:val="00CA7E81"/>
    <w:rsid w:val="00CB011B"/>
    <w:rsid w:val="00CB1D2C"/>
    <w:rsid w:val="00CB242B"/>
    <w:rsid w:val="00CB2633"/>
    <w:rsid w:val="00CB2A3A"/>
    <w:rsid w:val="00CB3124"/>
    <w:rsid w:val="00CB5133"/>
    <w:rsid w:val="00CB54CB"/>
    <w:rsid w:val="00CC1C02"/>
    <w:rsid w:val="00CC272A"/>
    <w:rsid w:val="00CC2FB0"/>
    <w:rsid w:val="00CC3631"/>
    <w:rsid w:val="00CC6280"/>
    <w:rsid w:val="00CC76C6"/>
    <w:rsid w:val="00CC7FCA"/>
    <w:rsid w:val="00CD0AF1"/>
    <w:rsid w:val="00CD1144"/>
    <w:rsid w:val="00CD1839"/>
    <w:rsid w:val="00CD37C3"/>
    <w:rsid w:val="00CD6056"/>
    <w:rsid w:val="00CE1264"/>
    <w:rsid w:val="00CE45D7"/>
    <w:rsid w:val="00CE4BB7"/>
    <w:rsid w:val="00CE6122"/>
    <w:rsid w:val="00CE6800"/>
    <w:rsid w:val="00CE7D38"/>
    <w:rsid w:val="00CF23E5"/>
    <w:rsid w:val="00CF48A9"/>
    <w:rsid w:val="00CF4ABA"/>
    <w:rsid w:val="00CF4F68"/>
    <w:rsid w:val="00CF5812"/>
    <w:rsid w:val="00CF5D97"/>
    <w:rsid w:val="00D006C2"/>
    <w:rsid w:val="00D079BF"/>
    <w:rsid w:val="00D10F05"/>
    <w:rsid w:val="00D1401E"/>
    <w:rsid w:val="00D15E8A"/>
    <w:rsid w:val="00D17A47"/>
    <w:rsid w:val="00D17F07"/>
    <w:rsid w:val="00D21D43"/>
    <w:rsid w:val="00D24105"/>
    <w:rsid w:val="00D24FB3"/>
    <w:rsid w:val="00D2537C"/>
    <w:rsid w:val="00D274F6"/>
    <w:rsid w:val="00D27612"/>
    <w:rsid w:val="00D32DFE"/>
    <w:rsid w:val="00D32F35"/>
    <w:rsid w:val="00D36B71"/>
    <w:rsid w:val="00D36D60"/>
    <w:rsid w:val="00D5133E"/>
    <w:rsid w:val="00D606DA"/>
    <w:rsid w:val="00D621EC"/>
    <w:rsid w:val="00D624ED"/>
    <w:rsid w:val="00D6327A"/>
    <w:rsid w:val="00D63C46"/>
    <w:rsid w:val="00D66C53"/>
    <w:rsid w:val="00D7286E"/>
    <w:rsid w:val="00D7295E"/>
    <w:rsid w:val="00D73966"/>
    <w:rsid w:val="00D73A52"/>
    <w:rsid w:val="00D76E24"/>
    <w:rsid w:val="00D773CA"/>
    <w:rsid w:val="00D84118"/>
    <w:rsid w:val="00D9686C"/>
    <w:rsid w:val="00DA2679"/>
    <w:rsid w:val="00DA2C81"/>
    <w:rsid w:val="00DA4DE6"/>
    <w:rsid w:val="00DB259A"/>
    <w:rsid w:val="00DB2D73"/>
    <w:rsid w:val="00DB2EE5"/>
    <w:rsid w:val="00DB33B9"/>
    <w:rsid w:val="00DB3659"/>
    <w:rsid w:val="00DB666B"/>
    <w:rsid w:val="00DB6B4A"/>
    <w:rsid w:val="00DB7B41"/>
    <w:rsid w:val="00DC269F"/>
    <w:rsid w:val="00DC2C30"/>
    <w:rsid w:val="00DD23FC"/>
    <w:rsid w:val="00DD2A69"/>
    <w:rsid w:val="00DD3E90"/>
    <w:rsid w:val="00DF16B0"/>
    <w:rsid w:val="00DF2BE8"/>
    <w:rsid w:val="00DF3865"/>
    <w:rsid w:val="00DF7DEE"/>
    <w:rsid w:val="00E016BD"/>
    <w:rsid w:val="00E12084"/>
    <w:rsid w:val="00E127E7"/>
    <w:rsid w:val="00E14F29"/>
    <w:rsid w:val="00E168DC"/>
    <w:rsid w:val="00E16E89"/>
    <w:rsid w:val="00E23A22"/>
    <w:rsid w:val="00E26C3B"/>
    <w:rsid w:val="00E26EF3"/>
    <w:rsid w:val="00E270C5"/>
    <w:rsid w:val="00E30D86"/>
    <w:rsid w:val="00E31874"/>
    <w:rsid w:val="00E34310"/>
    <w:rsid w:val="00E34F6A"/>
    <w:rsid w:val="00E44DEE"/>
    <w:rsid w:val="00E4659E"/>
    <w:rsid w:val="00E52CED"/>
    <w:rsid w:val="00E545AF"/>
    <w:rsid w:val="00E54F3B"/>
    <w:rsid w:val="00E55955"/>
    <w:rsid w:val="00E56F50"/>
    <w:rsid w:val="00E57DF2"/>
    <w:rsid w:val="00E605E2"/>
    <w:rsid w:val="00E6343C"/>
    <w:rsid w:val="00E658CC"/>
    <w:rsid w:val="00E766F7"/>
    <w:rsid w:val="00E7738C"/>
    <w:rsid w:val="00E82908"/>
    <w:rsid w:val="00E82B44"/>
    <w:rsid w:val="00E82F2B"/>
    <w:rsid w:val="00E83168"/>
    <w:rsid w:val="00E91F38"/>
    <w:rsid w:val="00E933C0"/>
    <w:rsid w:val="00E96D27"/>
    <w:rsid w:val="00E9759D"/>
    <w:rsid w:val="00EA0F96"/>
    <w:rsid w:val="00EA39C0"/>
    <w:rsid w:val="00EA58E4"/>
    <w:rsid w:val="00EA5E66"/>
    <w:rsid w:val="00EB7812"/>
    <w:rsid w:val="00EC0283"/>
    <w:rsid w:val="00EC5441"/>
    <w:rsid w:val="00EC796F"/>
    <w:rsid w:val="00ED3647"/>
    <w:rsid w:val="00ED5488"/>
    <w:rsid w:val="00ED5497"/>
    <w:rsid w:val="00ED6C56"/>
    <w:rsid w:val="00ED73D3"/>
    <w:rsid w:val="00ED7707"/>
    <w:rsid w:val="00ED7BEE"/>
    <w:rsid w:val="00EE05E8"/>
    <w:rsid w:val="00EE1DCA"/>
    <w:rsid w:val="00EE4596"/>
    <w:rsid w:val="00EF08F3"/>
    <w:rsid w:val="00EF0C21"/>
    <w:rsid w:val="00EF5C6B"/>
    <w:rsid w:val="00EF68F3"/>
    <w:rsid w:val="00F00067"/>
    <w:rsid w:val="00F01551"/>
    <w:rsid w:val="00F02E1D"/>
    <w:rsid w:val="00F05021"/>
    <w:rsid w:val="00F0510B"/>
    <w:rsid w:val="00F06AA0"/>
    <w:rsid w:val="00F10085"/>
    <w:rsid w:val="00F10D9D"/>
    <w:rsid w:val="00F10F0E"/>
    <w:rsid w:val="00F1276D"/>
    <w:rsid w:val="00F12A86"/>
    <w:rsid w:val="00F13BDD"/>
    <w:rsid w:val="00F23724"/>
    <w:rsid w:val="00F24031"/>
    <w:rsid w:val="00F3036C"/>
    <w:rsid w:val="00F3064A"/>
    <w:rsid w:val="00F34D1E"/>
    <w:rsid w:val="00F360C4"/>
    <w:rsid w:val="00F3619D"/>
    <w:rsid w:val="00F36211"/>
    <w:rsid w:val="00F43EFB"/>
    <w:rsid w:val="00F45E04"/>
    <w:rsid w:val="00F46AAB"/>
    <w:rsid w:val="00F46FF7"/>
    <w:rsid w:val="00F51845"/>
    <w:rsid w:val="00F56E51"/>
    <w:rsid w:val="00F600AE"/>
    <w:rsid w:val="00F601AD"/>
    <w:rsid w:val="00F608EC"/>
    <w:rsid w:val="00F61E52"/>
    <w:rsid w:val="00F6534B"/>
    <w:rsid w:val="00F669DD"/>
    <w:rsid w:val="00F72795"/>
    <w:rsid w:val="00F77D14"/>
    <w:rsid w:val="00F846CF"/>
    <w:rsid w:val="00F85F73"/>
    <w:rsid w:val="00F910B2"/>
    <w:rsid w:val="00F93468"/>
    <w:rsid w:val="00F96B73"/>
    <w:rsid w:val="00FA14D1"/>
    <w:rsid w:val="00FA7A48"/>
    <w:rsid w:val="00FB20F0"/>
    <w:rsid w:val="00FB27A8"/>
    <w:rsid w:val="00FB35A8"/>
    <w:rsid w:val="00FB55ED"/>
    <w:rsid w:val="00FB6A50"/>
    <w:rsid w:val="00FC0700"/>
    <w:rsid w:val="00FC2926"/>
    <w:rsid w:val="00FD53B0"/>
    <w:rsid w:val="00FE1906"/>
    <w:rsid w:val="00FE19F8"/>
    <w:rsid w:val="00FE2CEF"/>
    <w:rsid w:val="00FE3C6F"/>
    <w:rsid w:val="00FE64DB"/>
    <w:rsid w:val="00FE677A"/>
    <w:rsid w:val="00FE68D1"/>
    <w:rsid w:val="00FF2EC7"/>
    <w:rsid w:val="00FF7386"/>
    <w:rsid w:val="00FF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0D711"/>
  <w15:chartTrackingRefBased/>
  <w15:docId w15:val="{8ED9B6D3-063D-47C6-8020-8205DAAB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left" w:pos="2835"/>
      </w:tabs>
      <w:spacing w:line="384" w:lineRule="auto"/>
      <w:ind w:left="2835" w:hanging="2835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spacing w:line="288" w:lineRule="auto"/>
      <w:jc w:val="center"/>
      <w:outlineLvl w:val="1"/>
    </w:pPr>
    <w:rPr>
      <w:sz w:val="24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5A05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GGETTO">
    <w:name w:val="OGGETTO"/>
    <w:basedOn w:val="Normale"/>
    <w:next w:val="Premessa"/>
    <w:pPr>
      <w:spacing w:line="384" w:lineRule="auto"/>
      <w:jc w:val="both"/>
    </w:pPr>
    <w:rPr>
      <w:caps/>
      <w:sz w:val="24"/>
      <w:u w:val="words"/>
    </w:rPr>
  </w:style>
  <w:style w:type="paragraph" w:customStyle="1" w:styleId="Premessa">
    <w:name w:val="Premessa"/>
    <w:basedOn w:val="Normale"/>
    <w:link w:val="PremessaCarattere"/>
    <w:pPr>
      <w:spacing w:line="384" w:lineRule="auto"/>
      <w:ind w:firstLine="851"/>
      <w:jc w:val="both"/>
    </w:pPr>
    <w:rPr>
      <w:sz w:val="24"/>
    </w:rPr>
  </w:style>
  <w:style w:type="paragraph" w:styleId="Rientrocorpodeltesto">
    <w:name w:val="Body Text Indent"/>
    <w:basedOn w:val="Normale"/>
    <w:pPr>
      <w:tabs>
        <w:tab w:val="left" w:pos="2835"/>
      </w:tabs>
      <w:spacing w:line="384" w:lineRule="auto"/>
      <w:ind w:left="2835" w:hanging="2835"/>
      <w:jc w:val="both"/>
    </w:pPr>
    <w:rPr>
      <w:sz w:val="24"/>
    </w:rPr>
  </w:style>
  <w:style w:type="paragraph" w:customStyle="1" w:styleId="VISTI">
    <w:name w:val="VISTI"/>
    <w:basedOn w:val="Rientrocorpodeltesto"/>
    <w:pPr>
      <w:tabs>
        <w:tab w:val="clear" w:pos="2835"/>
        <w:tab w:val="left" w:pos="1985"/>
      </w:tabs>
      <w:ind w:left="1985" w:hanging="1985"/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Testodeliberato">
    <w:name w:val="Testo deliberato"/>
    <w:basedOn w:val="Normale"/>
    <w:link w:val="TestodeliberatoCarattere"/>
    <w:pPr>
      <w:spacing w:line="384" w:lineRule="auto"/>
      <w:jc w:val="both"/>
    </w:pPr>
    <w:rPr>
      <w:sz w:val="24"/>
    </w:rPr>
  </w:style>
  <w:style w:type="paragraph" w:customStyle="1" w:styleId="Testointerlinea1">
    <w:name w:val="Testo interlinea 1"/>
    <w:basedOn w:val="Premessa"/>
    <w:pPr>
      <w:spacing w:line="240" w:lineRule="auto"/>
    </w:pPr>
  </w:style>
  <w:style w:type="character" w:customStyle="1" w:styleId="TestodeliberatoCarattere">
    <w:name w:val="Testo deliberato Carattere"/>
    <w:link w:val="Testodeliberato"/>
    <w:rsid w:val="000B701E"/>
    <w:rPr>
      <w:sz w:val="24"/>
      <w:lang w:val="it-IT" w:eastAsia="it-IT" w:bidi="ar-SA"/>
    </w:rPr>
  </w:style>
  <w:style w:type="character" w:customStyle="1" w:styleId="PremessaCarattere">
    <w:name w:val="Premessa Carattere"/>
    <w:link w:val="Premessa"/>
    <w:rsid w:val="00C704A0"/>
    <w:rPr>
      <w:sz w:val="24"/>
      <w:lang w:val="it-IT" w:eastAsia="it-IT" w:bidi="ar-SA"/>
    </w:rPr>
  </w:style>
  <w:style w:type="paragraph" w:styleId="Testofumetto">
    <w:name w:val="Balloon Text"/>
    <w:basedOn w:val="Normale"/>
    <w:semiHidden/>
    <w:rsid w:val="000F4B0B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link w:val="Titolo4"/>
    <w:semiHidden/>
    <w:rsid w:val="005A053E"/>
    <w:rPr>
      <w:rFonts w:ascii="Calibri" w:eastAsia="Times New Roman" w:hAnsi="Calibri" w:cs="Times New Roman"/>
      <w:b/>
      <w:bCs/>
      <w:sz w:val="28"/>
      <w:szCs w:val="28"/>
    </w:rPr>
  </w:style>
  <w:style w:type="character" w:styleId="Rimandocommento">
    <w:name w:val="annotation reference"/>
    <w:rsid w:val="003345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34586"/>
  </w:style>
  <w:style w:type="character" w:customStyle="1" w:styleId="TestocommentoCarattere">
    <w:name w:val="Testo commento Carattere"/>
    <w:basedOn w:val="Carpredefinitoparagrafo"/>
    <w:link w:val="Testocommento"/>
    <w:rsid w:val="00334586"/>
  </w:style>
  <w:style w:type="paragraph" w:styleId="Soggettocommento">
    <w:name w:val="annotation subject"/>
    <w:basedOn w:val="Testocommento"/>
    <w:next w:val="Testocommento"/>
    <w:link w:val="SoggettocommentoCarattere"/>
    <w:rsid w:val="00334586"/>
    <w:rPr>
      <w:b/>
      <w:bCs/>
    </w:rPr>
  </w:style>
  <w:style w:type="character" w:customStyle="1" w:styleId="SoggettocommentoCarattere">
    <w:name w:val="Soggetto commento Carattere"/>
    <w:link w:val="Soggettocommento"/>
    <w:rsid w:val="003345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I%20ORG_COLL\Consiglio%20di%20Amministrazione\CA2011\05-CA25mag2011\Modello%20Delibera%20CA25mag201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14FF9-14F2-4890-8DB7-1E8AFBB8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 Delibera CA25mag2011.dot</Template>
  <TotalTime>202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punto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punto</dc:title>
  <dc:subject/>
  <dc:creator>g.delvecchio</dc:creator>
  <cp:keywords/>
  <cp:lastModifiedBy>user</cp:lastModifiedBy>
  <cp:revision>60</cp:revision>
  <cp:lastPrinted>2015-11-23T10:22:00Z</cp:lastPrinted>
  <dcterms:created xsi:type="dcterms:W3CDTF">2021-09-07T08:30:00Z</dcterms:created>
  <dcterms:modified xsi:type="dcterms:W3CDTF">2022-04-01T09:18:00Z</dcterms:modified>
</cp:coreProperties>
</file>