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80" w:rsidRPr="00EC0283" w:rsidRDefault="00192280" w:rsidP="00A977DF">
      <w:pPr>
        <w:pStyle w:val="OGGETTO"/>
        <w:jc w:val="center"/>
        <w:rPr>
          <w:rFonts w:ascii="Verdana" w:hAnsi="Verdana"/>
          <w:b/>
          <w:caps w:val="0"/>
          <w:szCs w:val="24"/>
          <w:u w:val="none"/>
        </w:rPr>
      </w:pPr>
      <w:r w:rsidRPr="00EC0283">
        <w:rPr>
          <w:rFonts w:ascii="Verdana" w:hAnsi="Verdana"/>
          <w:b/>
          <w:caps w:val="0"/>
          <w:szCs w:val="24"/>
          <w:u w:val="none"/>
        </w:rPr>
        <w:t xml:space="preserve">Area </w:t>
      </w:r>
      <w:r w:rsidR="00A977DF" w:rsidRPr="00EC0283">
        <w:rPr>
          <w:rFonts w:ascii="Verdana" w:hAnsi="Verdana"/>
          <w:b/>
          <w:caps w:val="0"/>
          <w:szCs w:val="24"/>
          <w:u w:val="none"/>
        </w:rPr>
        <w:t xml:space="preserve">Bilancio e </w:t>
      </w:r>
      <w:r w:rsidRPr="00EC0283">
        <w:rPr>
          <w:rFonts w:ascii="Verdana" w:hAnsi="Verdana"/>
          <w:b/>
          <w:caps w:val="0"/>
          <w:szCs w:val="24"/>
          <w:u w:val="none"/>
        </w:rPr>
        <w:t xml:space="preserve">Programmazione Finanziaria </w:t>
      </w:r>
    </w:p>
    <w:p w:rsidR="00686C8A" w:rsidRPr="00F02E1D" w:rsidRDefault="00686C8A" w:rsidP="00686C8A">
      <w:pPr>
        <w:pStyle w:val="Premessa"/>
        <w:rPr>
          <w:rFonts w:ascii="Verdana" w:hAnsi="Verdana"/>
        </w:rPr>
      </w:pPr>
    </w:p>
    <w:p w:rsidR="00F10F0E" w:rsidRPr="00EC0283" w:rsidRDefault="009F74C3" w:rsidP="009F74C3">
      <w:pPr>
        <w:pStyle w:val="OGGETTO"/>
        <w:jc w:val="center"/>
        <w:rPr>
          <w:rFonts w:ascii="Verdana" w:hAnsi="Verdana"/>
          <w:b/>
          <w:u w:val="single"/>
        </w:rPr>
      </w:pPr>
      <w:r w:rsidRPr="00EC0283">
        <w:rPr>
          <w:rFonts w:ascii="Verdana" w:hAnsi="Verdana"/>
          <w:b/>
          <w:u w:val="single"/>
        </w:rPr>
        <w:t xml:space="preserve">Variazione n. </w:t>
      </w:r>
      <w:r w:rsidR="00E623F3">
        <w:rPr>
          <w:rFonts w:ascii="Verdana" w:hAnsi="Verdana"/>
          <w:b/>
          <w:u w:val="single"/>
        </w:rPr>
        <w:t>1</w:t>
      </w:r>
      <w:r w:rsidR="00A16D46" w:rsidRPr="00EC0283">
        <w:rPr>
          <w:rFonts w:ascii="Verdana" w:hAnsi="Verdana"/>
          <w:b/>
          <w:u w:val="single"/>
        </w:rPr>
        <w:t xml:space="preserve"> al </w:t>
      </w:r>
      <w:r w:rsidR="00E623F3">
        <w:rPr>
          <w:rFonts w:ascii="Verdana" w:hAnsi="Verdana"/>
          <w:b/>
          <w:u w:val="single"/>
        </w:rPr>
        <w:t>budget 2022</w:t>
      </w:r>
    </w:p>
    <w:p w:rsidR="0034612B" w:rsidRPr="00F02E1D" w:rsidRDefault="0034612B" w:rsidP="0034612B">
      <w:pPr>
        <w:spacing w:line="360" w:lineRule="auto"/>
        <w:ind w:firstLine="708"/>
        <w:jc w:val="both"/>
        <w:rPr>
          <w:rFonts w:ascii="Verdana" w:hAnsi="Verdana"/>
        </w:rPr>
      </w:pPr>
    </w:p>
    <w:p w:rsidR="00E16E89" w:rsidRPr="000108C1" w:rsidRDefault="00916AF3" w:rsidP="00F72795">
      <w:pPr>
        <w:spacing w:line="360" w:lineRule="auto"/>
        <w:ind w:right="-1"/>
        <w:rPr>
          <w:rFonts w:ascii="Verdana" w:hAnsi="Verdana"/>
        </w:rPr>
      </w:pPr>
      <w:r w:rsidRPr="000108C1">
        <w:rPr>
          <w:rFonts w:ascii="Verdana" w:hAnsi="Verdana"/>
        </w:rPr>
        <w:t>Si</w:t>
      </w:r>
      <w:r w:rsidR="0034612B" w:rsidRPr="000108C1">
        <w:rPr>
          <w:rFonts w:ascii="Verdana" w:hAnsi="Verdana"/>
        </w:rPr>
        <w:t xml:space="preserve"> pone all’attenzione di questo Consesso la </w:t>
      </w:r>
      <w:r w:rsidR="00E545AF">
        <w:rPr>
          <w:rFonts w:ascii="Verdana" w:hAnsi="Verdana"/>
        </w:rPr>
        <w:t>v</w:t>
      </w:r>
      <w:r w:rsidR="0034612B" w:rsidRPr="000108C1">
        <w:rPr>
          <w:rFonts w:ascii="Verdana" w:hAnsi="Verdana"/>
        </w:rPr>
        <w:t>ariazione</w:t>
      </w:r>
      <w:r w:rsidR="009F74C3" w:rsidRPr="000108C1">
        <w:rPr>
          <w:rFonts w:ascii="Verdana" w:hAnsi="Verdana"/>
        </w:rPr>
        <w:t xml:space="preserve"> n. </w:t>
      </w:r>
      <w:r w:rsidR="00E623F3">
        <w:rPr>
          <w:rFonts w:ascii="Verdana" w:hAnsi="Verdana"/>
        </w:rPr>
        <w:t>1</w:t>
      </w:r>
      <w:r w:rsidR="00A16D46" w:rsidRPr="000108C1">
        <w:rPr>
          <w:rFonts w:ascii="Verdana" w:hAnsi="Verdana"/>
        </w:rPr>
        <w:t xml:space="preserve"> al </w:t>
      </w:r>
      <w:r w:rsidR="00E623F3">
        <w:rPr>
          <w:rFonts w:ascii="Verdana" w:hAnsi="Verdana"/>
        </w:rPr>
        <w:t>budget 2022</w:t>
      </w:r>
    </w:p>
    <w:p w:rsidR="0034612B" w:rsidRPr="000108C1" w:rsidRDefault="009F74C3" w:rsidP="00F72795">
      <w:pPr>
        <w:spacing w:line="360" w:lineRule="auto"/>
        <w:ind w:right="-1"/>
        <w:rPr>
          <w:rFonts w:ascii="Verdana" w:hAnsi="Verdana"/>
        </w:rPr>
      </w:pPr>
      <w:r w:rsidRPr="000108C1">
        <w:rPr>
          <w:rFonts w:ascii="Verdana" w:hAnsi="Verdana"/>
        </w:rPr>
        <w:t>La variazione n.</w:t>
      </w:r>
      <w:r w:rsidR="00E55955">
        <w:rPr>
          <w:rFonts w:ascii="Verdana" w:hAnsi="Verdana"/>
        </w:rPr>
        <w:t xml:space="preserve"> </w:t>
      </w:r>
      <w:r w:rsidR="00E623F3">
        <w:rPr>
          <w:rFonts w:ascii="Verdana" w:hAnsi="Verdana"/>
        </w:rPr>
        <w:t>1/2022</w:t>
      </w:r>
      <w:r w:rsidR="005C62DF" w:rsidRPr="000108C1">
        <w:rPr>
          <w:rFonts w:ascii="Verdana" w:hAnsi="Verdana"/>
        </w:rPr>
        <w:t xml:space="preserve"> </w:t>
      </w:r>
      <w:r w:rsidR="0034612B" w:rsidRPr="000108C1">
        <w:rPr>
          <w:rFonts w:ascii="Verdana" w:hAnsi="Verdana"/>
        </w:rPr>
        <w:t>è finalizzata:</w:t>
      </w:r>
    </w:p>
    <w:p w:rsidR="00921D25" w:rsidRPr="00A94DAE" w:rsidRDefault="00C3397E" w:rsidP="00F72795">
      <w:pPr>
        <w:numPr>
          <w:ilvl w:val="0"/>
          <w:numId w:val="27"/>
        </w:numPr>
        <w:tabs>
          <w:tab w:val="left" w:pos="567"/>
        </w:tabs>
        <w:spacing w:line="360" w:lineRule="auto"/>
        <w:ind w:right="-1"/>
        <w:rPr>
          <w:rFonts w:ascii="Verdana" w:hAnsi="Verdana"/>
        </w:rPr>
      </w:pPr>
      <w:r w:rsidRPr="00A94DAE">
        <w:rPr>
          <w:rFonts w:ascii="Verdana" w:hAnsi="Verdana"/>
        </w:rPr>
        <w:t xml:space="preserve">a recepire in bilancio </w:t>
      </w:r>
      <w:r w:rsidR="001C2D81" w:rsidRPr="00A94DAE">
        <w:rPr>
          <w:rFonts w:ascii="Verdana" w:hAnsi="Verdana"/>
        </w:rPr>
        <w:t>i</w:t>
      </w:r>
      <w:r w:rsidRPr="00A94DAE">
        <w:rPr>
          <w:rFonts w:ascii="Verdana" w:hAnsi="Verdana"/>
        </w:rPr>
        <w:t xml:space="preserve"> maggiori </w:t>
      </w:r>
      <w:r w:rsidR="001C2D81" w:rsidRPr="00A94DAE">
        <w:rPr>
          <w:rFonts w:ascii="Verdana" w:hAnsi="Verdana"/>
        </w:rPr>
        <w:t>ricavi</w:t>
      </w:r>
      <w:r w:rsidR="00E55955" w:rsidRPr="00A94DAE">
        <w:rPr>
          <w:rFonts w:ascii="Verdana" w:hAnsi="Verdana"/>
        </w:rPr>
        <w:t>,</w:t>
      </w:r>
      <w:r w:rsidRPr="00A94DAE">
        <w:rPr>
          <w:rFonts w:ascii="Verdana" w:hAnsi="Verdana"/>
        </w:rPr>
        <w:t xml:space="preserve"> </w:t>
      </w:r>
      <w:r w:rsidR="008C58CD" w:rsidRPr="00A94DAE">
        <w:rPr>
          <w:rFonts w:ascii="Verdana" w:hAnsi="Verdana"/>
        </w:rPr>
        <w:t>atti</w:t>
      </w:r>
      <w:r w:rsidRPr="00A94DAE">
        <w:rPr>
          <w:rFonts w:ascii="Verdana" w:hAnsi="Verdana"/>
        </w:rPr>
        <w:t xml:space="preserve"> a finanziare </w:t>
      </w:r>
      <w:r w:rsidR="00BB6F71" w:rsidRPr="00A94DAE">
        <w:rPr>
          <w:rFonts w:ascii="Verdana" w:hAnsi="Verdana"/>
        </w:rPr>
        <w:t xml:space="preserve">i </w:t>
      </w:r>
      <w:r w:rsidRPr="00A94DAE">
        <w:rPr>
          <w:rFonts w:ascii="Verdana" w:hAnsi="Verdana"/>
        </w:rPr>
        <w:t xml:space="preserve">maggiori </w:t>
      </w:r>
      <w:r w:rsidR="001C2D81" w:rsidRPr="00A94DAE">
        <w:rPr>
          <w:rFonts w:ascii="Verdana" w:hAnsi="Verdana"/>
        </w:rPr>
        <w:t>costi</w:t>
      </w:r>
      <w:r w:rsidR="00E55955" w:rsidRPr="00A94DAE">
        <w:rPr>
          <w:rFonts w:ascii="Verdana" w:hAnsi="Verdana"/>
        </w:rPr>
        <w:t>,</w:t>
      </w:r>
      <w:r w:rsidR="001C2D81" w:rsidRPr="00A94DAE">
        <w:rPr>
          <w:rFonts w:ascii="Verdana" w:hAnsi="Verdana"/>
        </w:rPr>
        <w:t xml:space="preserve"> relativi</w:t>
      </w:r>
      <w:r w:rsidR="006636B3" w:rsidRPr="00A94DAE">
        <w:rPr>
          <w:rFonts w:ascii="Verdana" w:hAnsi="Verdana"/>
        </w:rPr>
        <w:t>:</w:t>
      </w:r>
    </w:p>
    <w:p w:rsidR="008F3D9E" w:rsidRPr="00A94DAE" w:rsidRDefault="00CA72D1" w:rsidP="00A94DAE">
      <w:pPr>
        <w:numPr>
          <w:ilvl w:val="1"/>
          <w:numId w:val="24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r w:rsidRPr="00A94DAE">
        <w:rPr>
          <w:rFonts w:ascii="Verdana" w:hAnsi="Verdana"/>
        </w:rPr>
        <w:t>alle assegnazioni</w:t>
      </w:r>
      <w:r w:rsidR="008959EE" w:rsidRPr="00A94DAE">
        <w:rPr>
          <w:rFonts w:ascii="Verdana" w:hAnsi="Verdana"/>
        </w:rPr>
        <w:t xml:space="preserve"> </w:t>
      </w:r>
      <w:r w:rsidRPr="00A94DAE">
        <w:rPr>
          <w:rFonts w:ascii="Verdana" w:hAnsi="Verdana"/>
        </w:rPr>
        <w:t xml:space="preserve">da enti </w:t>
      </w:r>
      <w:r w:rsidR="00D614BF" w:rsidRPr="00A94DAE">
        <w:rPr>
          <w:rFonts w:ascii="Verdana" w:hAnsi="Verdana"/>
        </w:rPr>
        <w:t>pubblici (€ 201.800,00</w:t>
      </w:r>
      <w:r w:rsidRPr="00A94DAE">
        <w:rPr>
          <w:rFonts w:ascii="Verdana" w:hAnsi="Verdana"/>
        </w:rPr>
        <w:t xml:space="preserve">), </w:t>
      </w:r>
      <w:r w:rsidR="00D614BF" w:rsidRPr="00A94DAE">
        <w:rPr>
          <w:rFonts w:ascii="Verdana" w:hAnsi="Verdana"/>
        </w:rPr>
        <w:t xml:space="preserve">dal </w:t>
      </w:r>
      <w:proofErr w:type="spellStart"/>
      <w:r w:rsidR="00D614BF" w:rsidRPr="00A94DAE">
        <w:rPr>
          <w:rFonts w:ascii="Verdana" w:hAnsi="Verdana"/>
        </w:rPr>
        <w:t>Mur</w:t>
      </w:r>
      <w:proofErr w:type="spellEnd"/>
      <w:r w:rsidR="00D614BF" w:rsidRPr="00A94DAE">
        <w:rPr>
          <w:rFonts w:ascii="Verdana" w:hAnsi="Verdana"/>
        </w:rPr>
        <w:t xml:space="preserve"> per edilizia universitaria </w:t>
      </w:r>
      <w:r w:rsidR="007751D9" w:rsidRPr="00A94DAE">
        <w:rPr>
          <w:rFonts w:ascii="Verdana" w:hAnsi="Verdana"/>
        </w:rPr>
        <w:t>(€</w:t>
      </w:r>
      <w:r w:rsidR="00D614BF" w:rsidRPr="00A94DAE">
        <w:rPr>
          <w:rFonts w:ascii="Verdana" w:hAnsi="Verdana"/>
        </w:rPr>
        <w:t xml:space="preserve"> 726.448,00</w:t>
      </w:r>
      <w:r w:rsidR="00A94DAE" w:rsidRPr="00A94DAE">
        <w:rPr>
          <w:rFonts w:ascii="Verdana" w:hAnsi="Verdana"/>
        </w:rPr>
        <w:t xml:space="preserve">), </w:t>
      </w:r>
      <w:r w:rsidR="00B171DA" w:rsidRPr="00A94DAE">
        <w:rPr>
          <w:rFonts w:ascii="Verdana" w:hAnsi="Verdana"/>
        </w:rPr>
        <w:t xml:space="preserve">ai trasferimenti dai dipartimenti per </w:t>
      </w:r>
      <w:r w:rsidR="00A94DAE" w:rsidRPr="00A94DAE">
        <w:rPr>
          <w:rFonts w:ascii="Verdana" w:hAnsi="Verdana"/>
        </w:rPr>
        <w:t xml:space="preserve">i compensi su </w:t>
      </w:r>
      <w:r w:rsidR="000D4102" w:rsidRPr="00A94DAE">
        <w:rPr>
          <w:rFonts w:ascii="Verdana" w:hAnsi="Verdana"/>
        </w:rPr>
        <w:t xml:space="preserve">convenzioni c/terzi </w:t>
      </w:r>
      <w:r w:rsidR="0023247E" w:rsidRPr="00A94DAE">
        <w:rPr>
          <w:rFonts w:ascii="Verdana" w:hAnsi="Verdana"/>
        </w:rPr>
        <w:t xml:space="preserve">per i diretti collaboratori (€ </w:t>
      </w:r>
      <w:r w:rsidR="00C445D8" w:rsidRPr="00A94DAE">
        <w:rPr>
          <w:rFonts w:ascii="Verdana" w:hAnsi="Verdana"/>
        </w:rPr>
        <w:t>150.000,00</w:t>
      </w:r>
      <w:r w:rsidR="0023247E" w:rsidRPr="00A94DAE">
        <w:rPr>
          <w:rFonts w:ascii="Verdana" w:hAnsi="Verdana"/>
        </w:rPr>
        <w:t>)</w:t>
      </w:r>
      <w:r w:rsidR="00B171DA" w:rsidRPr="00A94DAE">
        <w:rPr>
          <w:rFonts w:ascii="Verdana" w:hAnsi="Verdana"/>
        </w:rPr>
        <w:t xml:space="preserve">, </w:t>
      </w:r>
      <w:r w:rsidR="009A425C" w:rsidRPr="00A94DAE">
        <w:rPr>
          <w:rFonts w:ascii="Verdana" w:hAnsi="Verdana"/>
        </w:rPr>
        <w:t xml:space="preserve">per il cofinanziamento di assegni di ricerca </w:t>
      </w:r>
      <w:r w:rsidR="003434A3" w:rsidRPr="00A94DAE">
        <w:rPr>
          <w:rFonts w:ascii="Verdana" w:hAnsi="Verdana"/>
        </w:rPr>
        <w:t>(</w:t>
      </w:r>
      <w:r w:rsidR="009A425C" w:rsidRPr="00A94DAE">
        <w:rPr>
          <w:rFonts w:ascii="Verdana" w:hAnsi="Verdana"/>
        </w:rPr>
        <w:t xml:space="preserve">€ </w:t>
      </w:r>
      <w:r w:rsidR="007346EC" w:rsidRPr="00A94DAE">
        <w:rPr>
          <w:rFonts w:ascii="Verdana" w:hAnsi="Verdana"/>
        </w:rPr>
        <w:t>16.992,95</w:t>
      </w:r>
      <w:r w:rsidR="009A425C" w:rsidRPr="00A94DAE">
        <w:rPr>
          <w:rFonts w:ascii="Verdana" w:hAnsi="Verdana"/>
        </w:rPr>
        <w:t xml:space="preserve">), </w:t>
      </w:r>
      <w:r w:rsidR="00BC3BF3" w:rsidRPr="00A94DAE">
        <w:rPr>
          <w:rFonts w:ascii="Verdana" w:hAnsi="Verdana"/>
        </w:rPr>
        <w:t>per</w:t>
      </w:r>
      <w:r w:rsidR="000108C1" w:rsidRPr="00A94DAE">
        <w:rPr>
          <w:rFonts w:ascii="Verdana" w:hAnsi="Verdana"/>
        </w:rPr>
        <w:t xml:space="preserve"> le</w:t>
      </w:r>
      <w:r w:rsidR="00BC3BF3" w:rsidRPr="00A94DAE">
        <w:rPr>
          <w:rFonts w:ascii="Verdana" w:hAnsi="Verdana"/>
        </w:rPr>
        <w:t xml:space="preserve"> borse di studio </w:t>
      </w:r>
      <w:proofErr w:type="spellStart"/>
      <w:r w:rsidR="00BC3BF3" w:rsidRPr="00A94DAE">
        <w:rPr>
          <w:rFonts w:ascii="Verdana" w:hAnsi="Verdana"/>
        </w:rPr>
        <w:t>post-lauream</w:t>
      </w:r>
      <w:proofErr w:type="spellEnd"/>
      <w:r w:rsidR="00BC3BF3" w:rsidRPr="00A94DAE">
        <w:rPr>
          <w:rFonts w:ascii="Verdana" w:hAnsi="Verdana"/>
        </w:rPr>
        <w:t xml:space="preserve"> (€</w:t>
      </w:r>
      <w:r w:rsidR="00893EBA" w:rsidRPr="00A94DAE">
        <w:rPr>
          <w:rFonts w:ascii="Verdana" w:hAnsi="Verdana"/>
        </w:rPr>
        <w:t xml:space="preserve"> </w:t>
      </w:r>
      <w:r w:rsidR="00A1691F" w:rsidRPr="00A94DAE">
        <w:rPr>
          <w:rFonts w:ascii="Verdana" w:hAnsi="Verdana"/>
        </w:rPr>
        <w:t>47.750,00</w:t>
      </w:r>
      <w:r w:rsidR="001B6B8F" w:rsidRPr="00A94DAE">
        <w:rPr>
          <w:rFonts w:ascii="Verdana" w:hAnsi="Verdana"/>
        </w:rPr>
        <w:t>)</w:t>
      </w:r>
      <w:r w:rsidR="00A94DAE" w:rsidRPr="00A94DAE">
        <w:rPr>
          <w:rFonts w:ascii="Verdana" w:hAnsi="Verdana"/>
        </w:rPr>
        <w:t>, per contributi diversi (€ 1.154,64)</w:t>
      </w:r>
      <w:r w:rsidR="001B6B8F" w:rsidRPr="00A94DAE">
        <w:rPr>
          <w:rFonts w:ascii="Verdana" w:hAnsi="Verdana"/>
        </w:rPr>
        <w:t xml:space="preserve"> e</w:t>
      </w:r>
      <w:r w:rsidR="0088130E" w:rsidRPr="00A94DAE">
        <w:rPr>
          <w:rFonts w:ascii="Verdana" w:hAnsi="Verdana"/>
        </w:rPr>
        <w:t xml:space="preserve"> </w:t>
      </w:r>
      <w:r w:rsidR="00904323" w:rsidRPr="00A94DAE">
        <w:rPr>
          <w:rFonts w:ascii="Verdana" w:hAnsi="Verdana"/>
        </w:rPr>
        <w:t xml:space="preserve">per Contratti a tempo determinato </w:t>
      </w:r>
      <w:r w:rsidR="001B6B8F" w:rsidRPr="00A94DAE">
        <w:rPr>
          <w:rFonts w:ascii="Verdana" w:hAnsi="Verdana"/>
        </w:rPr>
        <w:t>(€</w:t>
      </w:r>
      <w:r w:rsidR="0088130E" w:rsidRPr="00A94DAE">
        <w:rPr>
          <w:rFonts w:ascii="Verdana" w:hAnsi="Verdana"/>
        </w:rPr>
        <w:t xml:space="preserve"> </w:t>
      </w:r>
      <w:r w:rsidR="00904323" w:rsidRPr="00A94DAE">
        <w:rPr>
          <w:rFonts w:ascii="Verdana" w:hAnsi="Verdana"/>
        </w:rPr>
        <w:t>16.104,60</w:t>
      </w:r>
      <w:r w:rsidR="001B6B8F" w:rsidRPr="00A94DAE">
        <w:rPr>
          <w:rFonts w:ascii="Verdana" w:hAnsi="Verdana"/>
        </w:rPr>
        <w:t>)</w:t>
      </w:r>
      <w:r w:rsidR="00F93D4B" w:rsidRPr="00A94DAE">
        <w:rPr>
          <w:rFonts w:ascii="Verdana" w:hAnsi="Verdana"/>
        </w:rPr>
        <w:t>;</w:t>
      </w:r>
    </w:p>
    <w:p w:rsidR="00BC7DA2" w:rsidRPr="00A94DAE" w:rsidRDefault="00E933C0" w:rsidP="00E67DD9">
      <w:pPr>
        <w:numPr>
          <w:ilvl w:val="0"/>
          <w:numId w:val="27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r w:rsidRPr="00A94DAE">
        <w:rPr>
          <w:rFonts w:ascii="Verdana" w:hAnsi="Verdana"/>
        </w:rPr>
        <w:t xml:space="preserve">a recepire i maggior costi </w:t>
      </w:r>
      <w:r w:rsidR="001B6B8F" w:rsidRPr="00A94DAE">
        <w:rPr>
          <w:rFonts w:ascii="Verdana" w:hAnsi="Verdana"/>
        </w:rPr>
        <w:t>relativi</w:t>
      </w:r>
      <w:r w:rsidR="0022542C" w:rsidRPr="00A94DAE">
        <w:rPr>
          <w:rFonts w:ascii="Verdana" w:hAnsi="Verdana"/>
        </w:rPr>
        <w:t xml:space="preserve"> </w:t>
      </w:r>
      <w:r w:rsidR="00355833" w:rsidRPr="00A94DAE">
        <w:rPr>
          <w:rFonts w:ascii="Verdana" w:hAnsi="Verdana"/>
        </w:rPr>
        <w:t>a noleggi e spese accessorie (€ 500,00)</w:t>
      </w:r>
      <w:r w:rsidR="00BC7698" w:rsidRPr="00A94DAE">
        <w:rPr>
          <w:rFonts w:ascii="Verdana" w:hAnsi="Verdana"/>
        </w:rPr>
        <w:t xml:space="preserve">, </w:t>
      </w:r>
      <w:r w:rsidR="00A94DAE" w:rsidRPr="00A94DAE">
        <w:rPr>
          <w:rFonts w:ascii="Verdana" w:hAnsi="Verdana"/>
        </w:rPr>
        <w:t xml:space="preserve">ai </w:t>
      </w:r>
      <w:r w:rsidR="002B4F20" w:rsidRPr="00A94DAE">
        <w:rPr>
          <w:rFonts w:ascii="Verdana" w:hAnsi="Verdana"/>
        </w:rPr>
        <w:t>contributi e quote associative (€ 25</w:t>
      </w:r>
      <w:r w:rsidR="000D5AC1" w:rsidRPr="00A94DAE">
        <w:rPr>
          <w:rFonts w:ascii="Verdana" w:hAnsi="Verdana"/>
        </w:rPr>
        <w:t>.000,00)</w:t>
      </w:r>
      <w:r w:rsidR="00E67DD9" w:rsidRPr="00A94DAE">
        <w:rPr>
          <w:rFonts w:ascii="Verdana" w:hAnsi="Verdana"/>
        </w:rPr>
        <w:t>,</w:t>
      </w:r>
      <w:r w:rsidR="00A94DAE" w:rsidRPr="00A94DAE">
        <w:rPr>
          <w:rFonts w:ascii="Verdana" w:hAnsi="Verdana"/>
        </w:rPr>
        <w:t xml:space="preserve"> ad altre prestazioni e servizi da terzi (€ 28.717,12</w:t>
      </w:r>
      <w:proofErr w:type="gramStart"/>
      <w:r w:rsidR="00A94DAE" w:rsidRPr="00A94DAE">
        <w:rPr>
          <w:rFonts w:ascii="Verdana" w:hAnsi="Verdana"/>
        </w:rPr>
        <w:t xml:space="preserve">),  </w:t>
      </w:r>
      <w:r w:rsidR="00E67DD9" w:rsidRPr="00A94DAE">
        <w:rPr>
          <w:rFonts w:ascii="Verdana" w:hAnsi="Verdana"/>
        </w:rPr>
        <w:t xml:space="preserve"> </w:t>
      </w:r>
      <w:proofErr w:type="gramEnd"/>
      <w:r w:rsidR="00A94DAE" w:rsidRPr="00A94DAE">
        <w:rPr>
          <w:rFonts w:ascii="Verdana" w:hAnsi="Verdana"/>
        </w:rPr>
        <w:t>ai m</w:t>
      </w:r>
      <w:r w:rsidR="00E67DD9" w:rsidRPr="00A94DAE">
        <w:rPr>
          <w:rFonts w:ascii="Verdana" w:hAnsi="Verdana"/>
        </w:rPr>
        <w:t xml:space="preserve">obili e arredi di ufficio (€ 550,00), </w:t>
      </w:r>
      <w:r w:rsidR="00A94DAE" w:rsidRPr="00A94DAE">
        <w:rPr>
          <w:rFonts w:ascii="Verdana" w:hAnsi="Verdana"/>
        </w:rPr>
        <w:t>ad a</w:t>
      </w:r>
      <w:r w:rsidR="008C2714">
        <w:rPr>
          <w:rFonts w:ascii="Verdana" w:hAnsi="Verdana"/>
        </w:rPr>
        <w:t>ltri beni mobili (€ 3.394,00</w:t>
      </w:r>
      <w:r w:rsidR="00A94DAE" w:rsidRPr="00A94DAE">
        <w:rPr>
          <w:rFonts w:ascii="Verdana" w:hAnsi="Verdana"/>
        </w:rPr>
        <w:t>);</w:t>
      </w:r>
    </w:p>
    <w:p w:rsidR="004F587D" w:rsidRDefault="0029481B" w:rsidP="000427BF">
      <w:pPr>
        <w:numPr>
          <w:ilvl w:val="0"/>
          <w:numId w:val="27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r w:rsidRPr="00952704">
        <w:rPr>
          <w:rFonts w:ascii="Verdana" w:hAnsi="Verdana"/>
        </w:rPr>
        <w:t xml:space="preserve">a recepire i maggiori ricavi da imputare a bilancio </w:t>
      </w:r>
      <w:r w:rsidR="0065221C" w:rsidRPr="00952704">
        <w:rPr>
          <w:rFonts w:ascii="Verdana" w:hAnsi="Verdana"/>
        </w:rPr>
        <w:t xml:space="preserve">relativi alle Tasse e contributi per scuole di </w:t>
      </w:r>
      <w:r w:rsidR="00BC7698">
        <w:rPr>
          <w:rFonts w:ascii="Verdana" w:hAnsi="Verdana"/>
        </w:rPr>
        <w:t xml:space="preserve">specializzazione (€ </w:t>
      </w:r>
      <w:r w:rsidR="000427BF" w:rsidRPr="000427BF">
        <w:rPr>
          <w:rFonts w:ascii="Verdana" w:hAnsi="Verdana"/>
        </w:rPr>
        <w:t>48.161,12)</w:t>
      </w:r>
      <w:bookmarkStart w:id="0" w:name="_GoBack"/>
      <w:bookmarkEnd w:id="0"/>
      <w:r w:rsidR="00945F30">
        <w:rPr>
          <w:rFonts w:ascii="Verdana" w:hAnsi="Verdana"/>
        </w:rPr>
        <w:t xml:space="preserve"> </w:t>
      </w:r>
      <w:r w:rsidR="00152236">
        <w:rPr>
          <w:rFonts w:ascii="Verdana" w:hAnsi="Verdana"/>
        </w:rPr>
        <w:t xml:space="preserve">e alla quota c/terzi trasferita dai dipartimenti (€ </w:t>
      </w:r>
      <w:r w:rsidR="006155DA">
        <w:rPr>
          <w:rFonts w:ascii="Verdana" w:hAnsi="Verdana"/>
        </w:rPr>
        <w:t>10.000,00);</w:t>
      </w:r>
    </w:p>
    <w:p w:rsidR="006155DA" w:rsidRPr="006155DA" w:rsidRDefault="006155DA" w:rsidP="006155DA">
      <w:pPr>
        <w:numPr>
          <w:ilvl w:val="0"/>
          <w:numId w:val="27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r w:rsidRPr="006155DA">
        <w:rPr>
          <w:rFonts w:ascii="Verdana" w:hAnsi="Verdana"/>
        </w:rPr>
        <w:t>a recepire le variazioni dei Dipartimenti;</w:t>
      </w:r>
    </w:p>
    <w:p w:rsidR="006155DA" w:rsidRPr="00952704" w:rsidRDefault="006155DA" w:rsidP="006155DA">
      <w:pPr>
        <w:tabs>
          <w:tab w:val="left" w:pos="567"/>
        </w:tabs>
        <w:spacing w:line="360" w:lineRule="auto"/>
        <w:ind w:left="927" w:right="-1"/>
        <w:jc w:val="both"/>
        <w:rPr>
          <w:rFonts w:ascii="Verdana" w:hAnsi="Verdana"/>
        </w:rPr>
      </w:pPr>
    </w:p>
    <w:sectPr w:rsidR="006155DA" w:rsidRPr="00952704" w:rsidSect="00F72795">
      <w:footerReference w:type="even" r:id="rId8"/>
      <w:footerReference w:type="default" r:id="rId9"/>
      <w:pgSz w:w="11906" w:h="16838"/>
      <w:pgMar w:top="1418" w:right="1134" w:bottom="1134" w:left="1134" w:header="720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180" w:rsidRDefault="00663180">
      <w:r>
        <w:separator/>
      </w:r>
    </w:p>
  </w:endnote>
  <w:endnote w:type="continuationSeparator" w:id="0">
    <w:p w:rsidR="00663180" w:rsidRDefault="00663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427BF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180" w:rsidRDefault="00663180">
      <w:r>
        <w:separator/>
      </w:r>
    </w:p>
  </w:footnote>
  <w:footnote w:type="continuationSeparator" w:id="0">
    <w:p w:rsidR="00663180" w:rsidRDefault="00663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B7006"/>
    <w:multiLevelType w:val="hybridMultilevel"/>
    <w:tmpl w:val="CC7C6246"/>
    <w:lvl w:ilvl="0" w:tplc="0410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05B37FF"/>
    <w:multiLevelType w:val="hybridMultilevel"/>
    <w:tmpl w:val="C4546440"/>
    <w:lvl w:ilvl="0" w:tplc="2078E7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DC0E72"/>
    <w:multiLevelType w:val="hybridMultilevel"/>
    <w:tmpl w:val="8F58C938"/>
    <w:lvl w:ilvl="0" w:tplc="41AA8A18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460A60A8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C5CD1"/>
    <w:multiLevelType w:val="hybridMultilevel"/>
    <w:tmpl w:val="B504CFA8"/>
    <w:lvl w:ilvl="0" w:tplc="2AAA393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265381D"/>
    <w:multiLevelType w:val="hybridMultilevel"/>
    <w:tmpl w:val="DFC29ABA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22CF0AFF"/>
    <w:multiLevelType w:val="hybridMultilevel"/>
    <w:tmpl w:val="F2CC00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74F42"/>
    <w:multiLevelType w:val="hybridMultilevel"/>
    <w:tmpl w:val="D66EC8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1E1579"/>
    <w:multiLevelType w:val="hybridMultilevel"/>
    <w:tmpl w:val="CC2C38EE"/>
    <w:lvl w:ilvl="0" w:tplc="CF58E49C"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131CC0"/>
    <w:multiLevelType w:val="hybridMultilevel"/>
    <w:tmpl w:val="4DA42398"/>
    <w:lvl w:ilvl="0" w:tplc="FFE491A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C4766B"/>
    <w:multiLevelType w:val="hybridMultilevel"/>
    <w:tmpl w:val="277C2FE4"/>
    <w:lvl w:ilvl="0" w:tplc="5FF25856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C7685C34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30286"/>
    <w:multiLevelType w:val="hybridMultilevel"/>
    <w:tmpl w:val="3D50A522"/>
    <w:lvl w:ilvl="0" w:tplc="F0D24C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7032D6A"/>
    <w:multiLevelType w:val="hybridMultilevel"/>
    <w:tmpl w:val="D1B0F034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3E0DA7"/>
    <w:multiLevelType w:val="hybridMultilevel"/>
    <w:tmpl w:val="09205978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C9A1608"/>
    <w:multiLevelType w:val="hybridMultilevel"/>
    <w:tmpl w:val="8AE0184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347FA"/>
    <w:multiLevelType w:val="hybridMultilevel"/>
    <w:tmpl w:val="20DCEB1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67327"/>
    <w:multiLevelType w:val="hybridMultilevel"/>
    <w:tmpl w:val="DD06B4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C7AC4"/>
    <w:multiLevelType w:val="hybridMultilevel"/>
    <w:tmpl w:val="2E80325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650BCD"/>
    <w:multiLevelType w:val="multilevel"/>
    <w:tmpl w:val="8F58C938"/>
    <w:lvl w:ilvl="0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64E69"/>
    <w:multiLevelType w:val="hybridMultilevel"/>
    <w:tmpl w:val="02028158"/>
    <w:lvl w:ilvl="0" w:tplc="6B1226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29238B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04C060A"/>
    <w:multiLevelType w:val="hybridMultilevel"/>
    <w:tmpl w:val="95A424D2"/>
    <w:lvl w:ilvl="0" w:tplc="E0A6D7BC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E305A6"/>
    <w:multiLevelType w:val="multilevel"/>
    <w:tmpl w:val="2E80325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6E31CC"/>
    <w:multiLevelType w:val="hybridMultilevel"/>
    <w:tmpl w:val="44C0031E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29415E"/>
    <w:multiLevelType w:val="hybridMultilevel"/>
    <w:tmpl w:val="F79A7C0A"/>
    <w:lvl w:ilvl="0" w:tplc="F0D24C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F707BEC"/>
    <w:multiLevelType w:val="hybridMultilevel"/>
    <w:tmpl w:val="BFAA71D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F36001"/>
    <w:multiLevelType w:val="hybridMultilevel"/>
    <w:tmpl w:val="3B049A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76911"/>
    <w:multiLevelType w:val="hybridMultilevel"/>
    <w:tmpl w:val="ED8E19F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4F68C3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2"/>
  </w:num>
  <w:num w:numId="4">
    <w:abstractNumId w:val="12"/>
  </w:num>
  <w:num w:numId="5">
    <w:abstractNumId w:val="19"/>
  </w:num>
  <w:num w:numId="6">
    <w:abstractNumId w:val="27"/>
  </w:num>
  <w:num w:numId="7">
    <w:abstractNumId w:val="16"/>
  </w:num>
  <w:num w:numId="8">
    <w:abstractNumId w:val="17"/>
  </w:num>
  <w:num w:numId="9">
    <w:abstractNumId w:val="21"/>
  </w:num>
  <w:num w:numId="10">
    <w:abstractNumId w:val="24"/>
  </w:num>
  <w:num w:numId="11">
    <w:abstractNumId w:val="8"/>
  </w:num>
  <w:num w:numId="12">
    <w:abstractNumId w:val="20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2"/>
  </w:num>
  <w:num w:numId="18">
    <w:abstractNumId w:val="0"/>
  </w:num>
  <w:num w:numId="19">
    <w:abstractNumId w:val="11"/>
  </w:num>
  <w:num w:numId="20">
    <w:abstractNumId w:val="14"/>
  </w:num>
  <w:num w:numId="21">
    <w:abstractNumId w:val="25"/>
  </w:num>
  <w:num w:numId="22">
    <w:abstractNumId w:val="3"/>
  </w:num>
  <w:num w:numId="23">
    <w:abstractNumId w:val="6"/>
  </w:num>
  <w:num w:numId="24">
    <w:abstractNumId w:val="9"/>
  </w:num>
  <w:num w:numId="25">
    <w:abstractNumId w:val="4"/>
  </w:num>
  <w:num w:numId="26">
    <w:abstractNumId w:val="15"/>
  </w:num>
  <w:num w:numId="27">
    <w:abstractNumId w:val="23"/>
  </w:num>
  <w:num w:numId="28">
    <w:abstractNumId w:val="5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3DD"/>
    <w:rsid w:val="0000000E"/>
    <w:rsid w:val="00000B04"/>
    <w:rsid w:val="000013CB"/>
    <w:rsid w:val="000017CD"/>
    <w:rsid w:val="000033E4"/>
    <w:rsid w:val="000038FA"/>
    <w:rsid w:val="000108C1"/>
    <w:rsid w:val="00011527"/>
    <w:rsid w:val="0001279B"/>
    <w:rsid w:val="000141DD"/>
    <w:rsid w:val="000148D9"/>
    <w:rsid w:val="000151E7"/>
    <w:rsid w:val="00020814"/>
    <w:rsid w:val="00021976"/>
    <w:rsid w:val="00025EDC"/>
    <w:rsid w:val="00025FCE"/>
    <w:rsid w:val="00026A82"/>
    <w:rsid w:val="00026D9E"/>
    <w:rsid w:val="00030A43"/>
    <w:rsid w:val="00032A14"/>
    <w:rsid w:val="00033802"/>
    <w:rsid w:val="00041E60"/>
    <w:rsid w:val="000427BF"/>
    <w:rsid w:val="0004447A"/>
    <w:rsid w:val="00046104"/>
    <w:rsid w:val="00051A64"/>
    <w:rsid w:val="000528C8"/>
    <w:rsid w:val="00052CA7"/>
    <w:rsid w:val="000747AA"/>
    <w:rsid w:val="00074B8C"/>
    <w:rsid w:val="00076948"/>
    <w:rsid w:val="00076FCB"/>
    <w:rsid w:val="000770CB"/>
    <w:rsid w:val="00080FD6"/>
    <w:rsid w:val="00083BE2"/>
    <w:rsid w:val="000842E9"/>
    <w:rsid w:val="000874E5"/>
    <w:rsid w:val="00090725"/>
    <w:rsid w:val="00091A14"/>
    <w:rsid w:val="00091D4F"/>
    <w:rsid w:val="00091E73"/>
    <w:rsid w:val="000931B2"/>
    <w:rsid w:val="00093839"/>
    <w:rsid w:val="00094A58"/>
    <w:rsid w:val="00094EAB"/>
    <w:rsid w:val="000A1B68"/>
    <w:rsid w:val="000A1D8B"/>
    <w:rsid w:val="000A2D83"/>
    <w:rsid w:val="000A2E15"/>
    <w:rsid w:val="000A47C5"/>
    <w:rsid w:val="000A6793"/>
    <w:rsid w:val="000A73C5"/>
    <w:rsid w:val="000B1C22"/>
    <w:rsid w:val="000B1DC7"/>
    <w:rsid w:val="000B701E"/>
    <w:rsid w:val="000C23BB"/>
    <w:rsid w:val="000C2A44"/>
    <w:rsid w:val="000C3E8F"/>
    <w:rsid w:val="000C4216"/>
    <w:rsid w:val="000C4281"/>
    <w:rsid w:val="000C5305"/>
    <w:rsid w:val="000D3A46"/>
    <w:rsid w:val="000D4102"/>
    <w:rsid w:val="000D574E"/>
    <w:rsid w:val="000D5AC1"/>
    <w:rsid w:val="000D7059"/>
    <w:rsid w:val="000E295B"/>
    <w:rsid w:val="000E388A"/>
    <w:rsid w:val="000F4B0B"/>
    <w:rsid w:val="000F535A"/>
    <w:rsid w:val="000F65A4"/>
    <w:rsid w:val="000F6F01"/>
    <w:rsid w:val="00103BAE"/>
    <w:rsid w:val="001055E3"/>
    <w:rsid w:val="00106F5E"/>
    <w:rsid w:val="0011139A"/>
    <w:rsid w:val="001113EC"/>
    <w:rsid w:val="0011502A"/>
    <w:rsid w:val="00116AED"/>
    <w:rsid w:val="001178CB"/>
    <w:rsid w:val="001215A9"/>
    <w:rsid w:val="001216B2"/>
    <w:rsid w:val="00121DD9"/>
    <w:rsid w:val="00123E99"/>
    <w:rsid w:val="00124C3A"/>
    <w:rsid w:val="00125284"/>
    <w:rsid w:val="00125BE7"/>
    <w:rsid w:val="00126320"/>
    <w:rsid w:val="00126E9B"/>
    <w:rsid w:val="001318F9"/>
    <w:rsid w:val="001319E1"/>
    <w:rsid w:val="00134E32"/>
    <w:rsid w:val="00135E09"/>
    <w:rsid w:val="0013652A"/>
    <w:rsid w:val="001423E4"/>
    <w:rsid w:val="00152236"/>
    <w:rsid w:val="00156E49"/>
    <w:rsid w:val="00161F1F"/>
    <w:rsid w:val="00162800"/>
    <w:rsid w:val="0016318D"/>
    <w:rsid w:val="0016728C"/>
    <w:rsid w:val="001738F3"/>
    <w:rsid w:val="00176096"/>
    <w:rsid w:val="00176247"/>
    <w:rsid w:val="0018037F"/>
    <w:rsid w:val="0018073A"/>
    <w:rsid w:val="00181948"/>
    <w:rsid w:val="001877B3"/>
    <w:rsid w:val="001901A2"/>
    <w:rsid w:val="00192280"/>
    <w:rsid w:val="00194B79"/>
    <w:rsid w:val="00195B6C"/>
    <w:rsid w:val="00197907"/>
    <w:rsid w:val="001979B1"/>
    <w:rsid w:val="001A4A7D"/>
    <w:rsid w:val="001A598C"/>
    <w:rsid w:val="001A5D57"/>
    <w:rsid w:val="001A6124"/>
    <w:rsid w:val="001B10C2"/>
    <w:rsid w:val="001B320E"/>
    <w:rsid w:val="001B64B2"/>
    <w:rsid w:val="001B6B8F"/>
    <w:rsid w:val="001C0091"/>
    <w:rsid w:val="001C0A6F"/>
    <w:rsid w:val="001C15BB"/>
    <w:rsid w:val="001C26E6"/>
    <w:rsid w:val="001C2D81"/>
    <w:rsid w:val="001C6D4E"/>
    <w:rsid w:val="001D2DB3"/>
    <w:rsid w:val="001D66ED"/>
    <w:rsid w:val="001D7D74"/>
    <w:rsid w:val="001E39B3"/>
    <w:rsid w:val="001E4C8D"/>
    <w:rsid w:val="001E6915"/>
    <w:rsid w:val="001F0BEA"/>
    <w:rsid w:val="001F1A45"/>
    <w:rsid w:val="001F36CA"/>
    <w:rsid w:val="0020296C"/>
    <w:rsid w:val="00202B0B"/>
    <w:rsid w:val="00202E7A"/>
    <w:rsid w:val="002108E1"/>
    <w:rsid w:val="00211590"/>
    <w:rsid w:val="00211739"/>
    <w:rsid w:val="00213548"/>
    <w:rsid w:val="00213902"/>
    <w:rsid w:val="00216463"/>
    <w:rsid w:val="00216B64"/>
    <w:rsid w:val="00217911"/>
    <w:rsid w:val="00220BC1"/>
    <w:rsid w:val="0022542C"/>
    <w:rsid w:val="00227A25"/>
    <w:rsid w:val="0023247E"/>
    <w:rsid w:val="00233707"/>
    <w:rsid w:val="00233994"/>
    <w:rsid w:val="002340C5"/>
    <w:rsid w:val="00234851"/>
    <w:rsid w:val="0023590F"/>
    <w:rsid w:val="00236308"/>
    <w:rsid w:val="002414AA"/>
    <w:rsid w:val="0024265A"/>
    <w:rsid w:val="00245B6C"/>
    <w:rsid w:val="00253B6F"/>
    <w:rsid w:val="0025670D"/>
    <w:rsid w:val="002641CF"/>
    <w:rsid w:val="00264463"/>
    <w:rsid w:val="00273BEC"/>
    <w:rsid w:val="00274A0E"/>
    <w:rsid w:val="00275103"/>
    <w:rsid w:val="00277140"/>
    <w:rsid w:val="002774B6"/>
    <w:rsid w:val="00285E39"/>
    <w:rsid w:val="002868A5"/>
    <w:rsid w:val="00292697"/>
    <w:rsid w:val="00293D58"/>
    <w:rsid w:val="0029481B"/>
    <w:rsid w:val="00295B1F"/>
    <w:rsid w:val="00295D1C"/>
    <w:rsid w:val="002A1C17"/>
    <w:rsid w:val="002A368D"/>
    <w:rsid w:val="002B42FD"/>
    <w:rsid w:val="002B4F20"/>
    <w:rsid w:val="002B6E9B"/>
    <w:rsid w:val="002B7B97"/>
    <w:rsid w:val="002C2445"/>
    <w:rsid w:val="002C39C6"/>
    <w:rsid w:val="002C43DD"/>
    <w:rsid w:val="002C62CF"/>
    <w:rsid w:val="002D158F"/>
    <w:rsid w:val="002D1EF3"/>
    <w:rsid w:val="002D2CB3"/>
    <w:rsid w:val="002D3391"/>
    <w:rsid w:val="002D5C72"/>
    <w:rsid w:val="002D5C80"/>
    <w:rsid w:val="002E2C44"/>
    <w:rsid w:val="002E4412"/>
    <w:rsid w:val="002E4578"/>
    <w:rsid w:val="002E6121"/>
    <w:rsid w:val="002E6C41"/>
    <w:rsid w:val="002F0321"/>
    <w:rsid w:val="002F0D6D"/>
    <w:rsid w:val="002F1FD2"/>
    <w:rsid w:val="002F205D"/>
    <w:rsid w:val="002F6367"/>
    <w:rsid w:val="003013B5"/>
    <w:rsid w:val="003017B9"/>
    <w:rsid w:val="003035C6"/>
    <w:rsid w:val="003038F6"/>
    <w:rsid w:val="00303D81"/>
    <w:rsid w:val="003043D8"/>
    <w:rsid w:val="0030523F"/>
    <w:rsid w:val="00306381"/>
    <w:rsid w:val="00307AA1"/>
    <w:rsid w:val="003105AA"/>
    <w:rsid w:val="003113FD"/>
    <w:rsid w:val="003132C1"/>
    <w:rsid w:val="00313766"/>
    <w:rsid w:val="00314BEC"/>
    <w:rsid w:val="00317379"/>
    <w:rsid w:val="00320A07"/>
    <w:rsid w:val="00321B8F"/>
    <w:rsid w:val="00323629"/>
    <w:rsid w:val="00324A71"/>
    <w:rsid w:val="003308F3"/>
    <w:rsid w:val="00330AF7"/>
    <w:rsid w:val="00332F41"/>
    <w:rsid w:val="00334586"/>
    <w:rsid w:val="003361A2"/>
    <w:rsid w:val="00337766"/>
    <w:rsid w:val="003403EF"/>
    <w:rsid w:val="003434A3"/>
    <w:rsid w:val="00343774"/>
    <w:rsid w:val="00343EC4"/>
    <w:rsid w:val="0034612B"/>
    <w:rsid w:val="00354C55"/>
    <w:rsid w:val="003554B1"/>
    <w:rsid w:val="003554D7"/>
    <w:rsid w:val="00355833"/>
    <w:rsid w:val="00355B73"/>
    <w:rsid w:val="003572B1"/>
    <w:rsid w:val="00362009"/>
    <w:rsid w:val="00366C30"/>
    <w:rsid w:val="003670D2"/>
    <w:rsid w:val="00371950"/>
    <w:rsid w:val="00374C32"/>
    <w:rsid w:val="00383566"/>
    <w:rsid w:val="00384DA2"/>
    <w:rsid w:val="003A04FD"/>
    <w:rsid w:val="003A2F63"/>
    <w:rsid w:val="003A4549"/>
    <w:rsid w:val="003A63D8"/>
    <w:rsid w:val="003A7A9C"/>
    <w:rsid w:val="003B2229"/>
    <w:rsid w:val="003B33C0"/>
    <w:rsid w:val="003B3D85"/>
    <w:rsid w:val="003B479A"/>
    <w:rsid w:val="003B73D3"/>
    <w:rsid w:val="003B7B75"/>
    <w:rsid w:val="003C2E4C"/>
    <w:rsid w:val="003D2E0D"/>
    <w:rsid w:val="003D33CF"/>
    <w:rsid w:val="003D43EE"/>
    <w:rsid w:val="003D66DD"/>
    <w:rsid w:val="003E2FCE"/>
    <w:rsid w:val="003E3A91"/>
    <w:rsid w:val="003E78A7"/>
    <w:rsid w:val="003F2A6D"/>
    <w:rsid w:val="003F4F93"/>
    <w:rsid w:val="003F5631"/>
    <w:rsid w:val="003F6F18"/>
    <w:rsid w:val="003F77DA"/>
    <w:rsid w:val="004014D9"/>
    <w:rsid w:val="00410AE1"/>
    <w:rsid w:val="0041425C"/>
    <w:rsid w:val="00421FAC"/>
    <w:rsid w:val="00422FAC"/>
    <w:rsid w:val="00423057"/>
    <w:rsid w:val="0042347E"/>
    <w:rsid w:val="00423B5D"/>
    <w:rsid w:val="0042401E"/>
    <w:rsid w:val="00424089"/>
    <w:rsid w:val="00426ADE"/>
    <w:rsid w:val="004343A6"/>
    <w:rsid w:val="00441CA9"/>
    <w:rsid w:val="00443A4D"/>
    <w:rsid w:val="00444C23"/>
    <w:rsid w:val="004506B0"/>
    <w:rsid w:val="004523EA"/>
    <w:rsid w:val="00452A36"/>
    <w:rsid w:val="00452B21"/>
    <w:rsid w:val="004560E9"/>
    <w:rsid w:val="004570BA"/>
    <w:rsid w:val="00457D4A"/>
    <w:rsid w:val="004642CC"/>
    <w:rsid w:val="0046550F"/>
    <w:rsid w:val="00465D1B"/>
    <w:rsid w:val="0047415C"/>
    <w:rsid w:val="00475DBA"/>
    <w:rsid w:val="00476E19"/>
    <w:rsid w:val="00484872"/>
    <w:rsid w:val="00485223"/>
    <w:rsid w:val="00486271"/>
    <w:rsid w:val="00490AB1"/>
    <w:rsid w:val="00492952"/>
    <w:rsid w:val="004937BE"/>
    <w:rsid w:val="00495BC9"/>
    <w:rsid w:val="004A46AC"/>
    <w:rsid w:val="004B18EF"/>
    <w:rsid w:val="004B6A5B"/>
    <w:rsid w:val="004B75B4"/>
    <w:rsid w:val="004B7CA0"/>
    <w:rsid w:val="004C08A5"/>
    <w:rsid w:val="004C4BFA"/>
    <w:rsid w:val="004D15F2"/>
    <w:rsid w:val="004D36C6"/>
    <w:rsid w:val="004E0DD8"/>
    <w:rsid w:val="004E189D"/>
    <w:rsid w:val="004E2FD0"/>
    <w:rsid w:val="004E6522"/>
    <w:rsid w:val="004F374C"/>
    <w:rsid w:val="004F5507"/>
    <w:rsid w:val="004F55FE"/>
    <w:rsid w:val="004F587D"/>
    <w:rsid w:val="004F5B03"/>
    <w:rsid w:val="004F7037"/>
    <w:rsid w:val="00501383"/>
    <w:rsid w:val="00504D5D"/>
    <w:rsid w:val="005050BB"/>
    <w:rsid w:val="0050532C"/>
    <w:rsid w:val="00512B1B"/>
    <w:rsid w:val="0051424C"/>
    <w:rsid w:val="005151AF"/>
    <w:rsid w:val="00516524"/>
    <w:rsid w:val="00517013"/>
    <w:rsid w:val="00524B0D"/>
    <w:rsid w:val="00524D4B"/>
    <w:rsid w:val="00524E71"/>
    <w:rsid w:val="00525EFD"/>
    <w:rsid w:val="005305B6"/>
    <w:rsid w:val="00532E4E"/>
    <w:rsid w:val="00532F1E"/>
    <w:rsid w:val="005332D8"/>
    <w:rsid w:val="00535711"/>
    <w:rsid w:val="00535F77"/>
    <w:rsid w:val="00536C12"/>
    <w:rsid w:val="00541690"/>
    <w:rsid w:val="0054411C"/>
    <w:rsid w:val="005460EE"/>
    <w:rsid w:val="005465EF"/>
    <w:rsid w:val="00547018"/>
    <w:rsid w:val="005476C9"/>
    <w:rsid w:val="0055078B"/>
    <w:rsid w:val="005524F8"/>
    <w:rsid w:val="00556DD0"/>
    <w:rsid w:val="00561108"/>
    <w:rsid w:val="00563F6E"/>
    <w:rsid w:val="005717D8"/>
    <w:rsid w:val="00573823"/>
    <w:rsid w:val="00574138"/>
    <w:rsid w:val="00574BC3"/>
    <w:rsid w:val="00576660"/>
    <w:rsid w:val="00583333"/>
    <w:rsid w:val="005836F3"/>
    <w:rsid w:val="00587259"/>
    <w:rsid w:val="00587C38"/>
    <w:rsid w:val="005967A0"/>
    <w:rsid w:val="00596E1A"/>
    <w:rsid w:val="0059798F"/>
    <w:rsid w:val="005A053E"/>
    <w:rsid w:val="005A05AB"/>
    <w:rsid w:val="005A1839"/>
    <w:rsid w:val="005A221B"/>
    <w:rsid w:val="005A3E60"/>
    <w:rsid w:val="005A7D0C"/>
    <w:rsid w:val="005B1A44"/>
    <w:rsid w:val="005B282B"/>
    <w:rsid w:val="005B5EA5"/>
    <w:rsid w:val="005B6FB5"/>
    <w:rsid w:val="005B7BFC"/>
    <w:rsid w:val="005C23D3"/>
    <w:rsid w:val="005C62DF"/>
    <w:rsid w:val="005D0AF3"/>
    <w:rsid w:val="005D0E57"/>
    <w:rsid w:val="005D1203"/>
    <w:rsid w:val="005D3F52"/>
    <w:rsid w:val="005E21E4"/>
    <w:rsid w:val="005E28BF"/>
    <w:rsid w:val="005E36E5"/>
    <w:rsid w:val="005E67C8"/>
    <w:rsid w:val="005E7BA6"/>
    <w:rsid w:val="005F1271"/>
    <w:rsid w:val="005F2360"/>
    <w:rsid w:val="005F315B"/>
    <w:rsid w:val="005F572B"/>
    <w:rsid w:val="00601358"/>
    <w:rsid w:val="006037A9"/>
    <w:rsid w:val="00605004"/>
    <w:rsid w:val="006147EB"/>
    <w:rsid w:val="006155DA"/>
    <w:rsid w:val="00620E1D"/>
    <w:rsid w:val="006218F1"/>
    <w:rsid w:val="00622713"/>
    <w:rsid w:val="00626D52"/>
    <w:rsid w:val="00633B8E"/>
    <w:rsid w:val="0063502D"/>
    <w:rsid w:val="006425F5"/>
    <w:rsid w:val="0064368F"/>
    <w:rsid w:val="0064487A"/>
    <w:rsid w:val="00644CC8"/>
    <w:rsid w:val="0065221C"/>
    <w:rsid w:val="006528F3"/>
    <w:rsid w:val="00654E69"/>
    <w:rsid w:val="00655296"/>
    <w:rsid w:val="00663180"/>
    <w:rsid w:val="006636B3"/>
    <w:rsid w:val="00664BBE"/>
    <w:rsid w:val="00665BDC"/>
    <w:rsid w:val="00671572"/>
    <w:rsid w:val="00671B20"/>
    <w:rsid w:val="00672E55"/>
    <w:rsid w:val="00675F1F"/>
    <w:rsid w:val="00682416"/>
    <w:rsid w:val="00683B15"/>
    <w:rsid w:val="00686463"/>
    <w:rsid w:val="00686C8A"/>
    <w:rsid w:val="00692086"/>
    <w:rsid w:val="006961C6"/>
    <w:rsid w:val="006967A9"/>
    <w:rsid w:val="006971BF"/>
    <w:rsid w:val="006A0A27"/>
    <w:rsid w:val="006A1CC9"/>
    <w:rsid w:val="006A4695"/>
    <w:rsid w:val="006B037C"/>
    <w:rsid w:val="006B63DD"/>
    <w:rsid w:val="006B68AB"/>
    <w:rsid w:val="006B7A1B"/>
    <w:rsid w:val="006C02D5"/>
    <w:rsid w:val="006C546F"/>
    <w:rsid w:val="006C7683"/>
    <w:rsid w:val="006D0925"/>
    <w:rsid w:val="006D144B"/>
    <w:rsid w:val="006D2921"/>
    <w:rsid w:val="006D364D"/>
    <w:rsid w:val="006D39DC"/>
    <w:rsid w:val="006D56A1"/>
    <w:rsid w:val="006E17D4"/>
    <w:rsid w:val="006E7DE3"/>
    <w:rsid w:val="006F5BBA"/>
    <w:rsid w:val="00701321"/>
    <w:rsid w:val="00702D51"/>
    <w:rsid w:val="00704ABD"/>
    <w:rsid w:val="007101DF"/>
    <w:rsid w:val="00716A6C"/>
    <w:rsid w:val="00717A49"/>
    <w:rsid w:val="007207FD"/>
    <w:rsid w:val="00723527"/>
    <w:rsid w:val="00724BC6"/>
    <w:rsid w:val="00725BE3"/>
    <w:rsid w:val="007269AA"/>
    <w:rsid w:val="00730261"/>
    <w:rsid w:val="00730B9E"/>
    <w:rsid w:val="00731A42"/>
    <w:rsid w:val="007327D3"/>
    <w:rsid w:val="007346EC"/>
    <w:rsid w:val="00734EAE"/>
    <w:rsid w:val="00736852"/>
    <w:rsid w:val="007377B6"/>
    <w:rsid w:val="00737F33"/>
    <w:rsid w:val="00741F4C"/>
    <w:rsid w:val="007466AB"/>
    <w:rsid w:val="00746ADE"/>
    <w:rsid w:val="00752811"/>
    <w:rsid w:val="00753406"/>
    <w:rsid w:val="00754CDA"/>
    <w:rsid w:val="00754F4B"/>
    <w:rsid w:val="00755997"/>
    <w:rsid w:val="007570E4"/>
    <w:rsid w:val="00760847"/>
    <w:rsid w:val="007647CF"/>
    <w:rsid w:val="00764F0B"/>
    <w:rsid w:val="007706FE"/>
    <w:rsid w:val="00772927"/>
    <w:rsid w:val="00772D12"/>
    <w:rsid w:val="007747A1"/>
    <w:rsid w:val="007751D9"/>
    <w:rsid w:val="00775BAC"/>
    <w:rsid w:val="0077650A"/>
    <w:rsid w:val="00781759"/>
    <w:rsid w:val="00782D3B"/>
    <w:rsid w:val="00786DEE"/>
    <w:rsid w:val="0079134B"/>
    <w:rsid w:val="007A1713"/>
    <w:rsid w:val="007A2AC4"/>
    <w:rsid w:val="007A49DF"/>
    <w:rsid w:val="007A4EAE"/>
    <w:rsid w:val="007A5BF9"/>
    <w:rsid w:val="007A7046"/>
    <w:rsid w:val="007B3F26"/>
    <w:rsid w:val="007B57B3"/>
    <w:rsid w:val="007B5C9A"/>
    <w:rsid w:val="007C0C76"/>
    <w:rsid w:val="007C120B"/>
    <w:rsid w:val="007C354D"/>
    <w:rsid w:val="007D1058"/>
    <w:rsid w:val="007D29D9"/>
    <w:rsid w:val="007D2E81"/>
    <w:rsid w:val="007D38BE"/>
    <w:rsid w:val="007D4966"/>
    <w:rsid w:val="007D5240"/>
    <w:rsid w:val="007D6241"/>
    <w:rsid w:val="007D7390"/>
    <w:rsid w:val="007E09EC"/>
    <w:rsid w:val="007E0B7D"/>
    <w:rsid w:val="007E5AD8"/>
    <w:rsid w:val="007E6969"/>
    <w:rsid w:val="007E789B"/>
    <w:rsid w:val="007F2847"/>
    <w:rsid w:val="007F374C"/>
    <w:rsid w:val="007F4D5A"/>
    <w:rsid w:val="007F6F9C"/>
    <w:rsid w:val="0080061C"/>
    <w:rsid w:val="00802283"/>
    <w:rsid w:val="0080273D"/>
    <w:rsid w:val="00803AF9"/>
    <w:rsid w:val="00803DA0"/>
    <w:rsid w:val="00806A5B"/>
    <w:rsid w:val="00810868"/>
    <w:rsid w:val="0081157F"/>
    <w:rsid w:val="0081234F"/>
    <w:rsid w:val="008128CB"/>
    <w:rsid w:val="00812967"/>
    <w:rsid w:val="00816E77"/>
    <w:rsid w:val="00817012"/>
    <w:rsid w:val="008219BC"/>
    <w:rsid w:val="0082269A"/>
    <w:rsid w:val="00824468"/>
    <w:rsid w:val="0082666A"/>
    <w:rsid w:val="00833AF9"/>
    <w:rsid w:val="00834178"/>
    <w:rsid w:val="00841296"/>
    <w:rsid w:val="00841C1E"/>
    <w:rsid w:val="00842BAE"/>
    <w:rsid w:val="008468DD"/>
    <w:rsid w:val="00847AD3"/>
    <w:rsid w:val="008519B7"/>
    <w:rsid w:val="008545F6"/>
    <w:rsid w:val="0085652E"/>
    <w:rsid w:val="00860AEC"/>
    <w:rsid w:val="008651FB"/>
    <w:rsid w:val="00865B64"/>
    <w:rsid w:val="00867880"/>
    <w:rsid w:val="0087010D"/>
    <w:rsid w:val="00870384"/>
    <w:rsid w:val="008712D3"/>
    <w:rsid w:val="008719F5"/>
    <w:rsid w:val="00877001"/>
    <w:rsid w:val="0088130E"/>
    <w:rsid w:val="00881884"/>
    <w:rsid w:val="0088202E"/>
    <w:rsid w:val="0088588A"/>
    <w:rsid w:val="00886E2A"/>
    <w:rsid w:val="0089332A"/>
    <w:rsid w:val="00893EBA"/>
    <w:rsid w:val="0089518F"/>
    <w:rsid w:val="008955CC"/>
    <w:rsid w:val="008959EE"/>
    <w:rsid w:val="008962C6"/>
    <w:rsid w:val="00897F18"/>
    <w:rsid w:val="008A10EF"/>
    <w:rsid w:val="008A2A87"/>
    <w:rsid w:val="008A45DA"/>
    <w:rsid w:val="008A5FE9"/>
    <w:rsid w:val="008A6D3B"/>
    <w:rsid w:val="008B36D1"/>
    <w:rsid w:val="008B68E9"/>
    <w:rsid w:val="008C0E9F"/>
    <w:rsid w:val="008C2714"/>
    <w:rsid w:val="008C45D3"/>
    <w:rsid w:val="008C46BA"/>
    <w:rsid w:val="008C58CD"/>
    <w:rsid w:val="008C67AB"/>
    <w:rsid w:val="008C76FB"/>
    <w:rsid w:val="008D1387"/>
    <w:rsid w:val="008D2072"/>
    <w:rsid w:val="008D3F53"/>
    <w:rsid w:val="008E162D"/>
    <w:rsid w:val="008E3566"/>
    <w:rsid w:val="008E3704"/>
    <w:rsid w:val="008E6259"/>
    <w:rsid w:val="008E7B7F"/>
    <w:rsid w:val="008F09FF"/>
    <w:rsid w:val="008F382C"/>
    <w:rsid w:val="008F3D9E"/>
    <w:rsid w:val="008F45B2"/>
    <w:rsid w:val="0090056B"/>
    <w:rsid w:val="0090253B"/>
    <w:rsid w:val="00904323"/>
    <w:rsid w:val="00904F37"/>
    <w:rsid w:val="00905442"/>
    <w:rsid w:val="00905637"/>
    <w:rsid w:val="00913663"/>
    <w:rsid w:val="00916AF3"/>
    <w:rsid w:val="0092022C"/>
    <w:rsid w:val="00921D25"/>
    <w:rsid w:val="00922A80"/>
    <w:rsid w:val="009250EE"/>
    <w:rsid w:val="00926A85"/>
    <w:rsid w:val="00931C62"/>
    <w:rsid w:val="00934202"/>
    <w:rsid w:val="009345DD"/>
    <w:rsid w:val="00935862"/>
    <w:rsid w:val="00935A52"/>
    <w:rsid w:val="00943859"/>
    <w:rsid w:val="00945C85"/>
    <w:rsid w:val="00945F30"/>
    <w:rsid w:val="00950725"/>
    <w:rsid w:val="00952704"/>
    <w:rsid w:val="009558FE"/>
    <w:rsid w:val="00967406"/>
    <w:rsid w:val="00967D76"/>
    <w:rsid w:val="0097023A"/>
    <w:rsid w:val="00970B3E"/>
    <w:rsid w:val="00970F00"/>
    <w:rsid w:val="00975005"/>
    <w:rsid w:val="0097536C"/>
    <w:rsid w:val="00975A1D"/>
    <w:rsid w:val="009814D0"/>
    <w:rsid w:val="00983511"/>
    <w:rsid w:val="00986DC7"/>
    <w:rsid w:val="00986E2B"/>
    <w:rsid w:val="00987E49"/>
    <w:rsid w:val="00987EAD"/>
    <w:rsid w:val="00990568"/>
    <w:rsid w:val="009928CA"/>
    <w:rsid w:val="009928FE"/>
    <w:rsid w:val="00995E1D"/>
    <w:rsid w:val="009A185B"/>
    <w:rsid w:val="009A2B9B"/>
    <w:rsid w:val="009A425C"/>
    <w:rsid w:val="009A67B9"/>
    <w:rsid w:val="009A7136"/>
    <w:rsid w:val="009B4132"/>
    <w:rsid w:val="009B5B9B"/>
    <w:rsid w:val="009B74BF"/>
    <w:rsid w:val="009C3832"/>
    <w:rsid w:val="009C5AEF"/>
    <w:rsid w:val="009D16FA"/>
    <w:rsid w:val="009D2A2C"/>
    <w:rsid w:val="009D2C3F"/>
    <w:rsid w:val="009D40F1"/>
    <w:rsid w:val="009D41F5"/>
    <w:rsid w:val="009D509B"/>
    <w:rsid w:val="009D59F3"/>
    <w:rsid w:val="009D76CA"/>
    <w:rsid w:val="009E1C09"/>
    <w:rsid w:val="009E3674"/>
    <w:rsid w:val="009E5949"/>
    <w:rsid w:val="009F56ED"/>
    <w:rsid w:val="009F63FB"/>
    <w:rsid w:val="009F727C"/>
    <w:rsid w:val="009F74C3"/>
    <w:rsid w:val="00A000E6"/>
    <w:rsid w:val="00A00D7C"/>
    <w:rsid w:val="00A02253"/>
    <w:rsid w:val="00A02FD8"/>
    <w:rsid w:val="00A100B4"/>
    <w:rsid w:val="00A10301"/>
    <w:rsid w:val="00A14940"/>
    <w:rsid w:val="00A14DFA"/>
    <w:rsid w:val="00A151A5"/>
    <w:rsid w:val="00A1691F"/>
    <w:rsid w:val="00A16D46"/>
    <w:rsid w:val="00A228BB"/>
    <w:rsid w:val="00A2501B"/>
    <w:rsid w:val="00A26957"/>
    <w:rsid w:val="00A27A14"/>
    <w:rsid w:val="00A302B2"/>
    <w:rsid w:val="00A306FB"/>
    <w:rsid w:val="00A31693"/>
    <w:rsid w:val="00A31AA2"/>
    <w:rsid w:val="00A33BCC"/>
    <w:rsid w:val="00A35234"/>
    <w:rsid w:val="00A35F1D"/>
    <w:rsid w:val="00A362E1"/>
    <w:rsid w:val="00A41B71"/>
    <w:rsid w:val="00A450BB"/>
    <w:rsid w:val="00A52F36"/>
    <w:rsid w:val="00A545BD"/>
    <w:rsid w:val="00A54657"/>
    <w:rsid w:val="00A57699"/>
    <w:rsid w:val="00A6056E"/>
    <w:rsid w:val="00A616A7"/>
    <w:rsid w:val="00A629F1"/>
    <w:rsid w:val="00A62EF5"/>
    <w:rsid w:val="00A6473D"/>
    <w:rsid w:val="00A67507"/>
    <w:rsid w:val="00A67929"/>
    <w:rsid w:val="00A70BE4"/>
    <w:rsid w:val="00A7124C"/>
    <w:rsid w:val="00A726CE"/>
    <w:rsid w:val="00A76693"/>
    <w:rsid w:val="00A77E8B"/>
    <w:rsid w:val="00A77EBA"/>
    <w:rsid w:val="00A808CD"/>
    <w:rsid w:val="00A81551"/>
    <w:rsid w:val="00A845EC"/>
    <w:rsid w:val="00A85151"/>
    <w:rsid w:val="00A9019A"/>
    <w:rsid w:val="00A91003"/>
    <w:rsid w:val="00A93B3D"/>
    <w:rsid w:val="00A94DAE"/>
    <w:rsid w:val="00A96A3A"/>
    <w:rsid w:val="00A9757A"/>
    <w:rsid w:val="00A977DF"/>
    <w:rsid w:val="00AA0480"/>
    <w:rsid w:val="00AA1282"/>
    <w:rsid w:val="00AA2D4E"/>
    <w:rsid w:val="00AB0753"/>
    <w:rsid w:val="00AB19E7"/>
    <w:rsid w:val="00AB318E"/>
    <w:rsid w:val="00AB5AB3"/>
    <w:rsid w:val="00AB5C68"/>
    <w:rsid w:val="00AB6697"/>
    <w:rsid w:val="00AC2D95"/>
    <w:rsid w:val="00AD12C1"/>
    <w:rsid w:val="00AD3090"/>
    <w:rsid w:val="00AD3A5D"/>
    <w:rsid w:val="00AD5AC7"/>
    <w:rsid w:val="00AD66B7"/>
    <w:rsid w:val="00AD7C1A"/>
    <w:rsid w:val="00AE08E2"/>
    <w:rsid w:val="00AE363D"/>
    <w:rsid w:val="00AF26BD"/>
    <w:rsid w:val="00AF541D"/>
    <w:rsid w:val="00AF5A50"/>
    <w:rsid w:val="00AF7D35"/>
    <w:rsid w:val="00B14648"/>
    <w:rsid w:val="00B15C01"/>
    <w:rsid w:val="00B171DA"/>
    <w:rsid w:val="00B17509"/>
    <w:rsid w:val="00B1799A"/>
    <w:rsid w:val="00B2507A"/>
    <w:rsid w:val="00B3074F"/>
    <w:rsid w:val="00B342BD"/>
    <w:rsid w:val="00B34A9D"/>
    <w:rsid w:val="00B447D7"/>
    <w:rsid w:val="00B53068"/>
    <w:rsid w:val="00B53B4B"/>
    <w:rsid w:val="00B57671"/>
    <w:rsid w:val="00B57A78"/>
    <w:rsid w:val="00B60676"/>
    <w:rsid w:val="00B701C3"/>
    <w:rsid w:val="00B71378"/>
    <w:rsid w:val="00B7185C"/>
    <w:rsid w:val="00B721DA"/>
    <w:rsid w:val="00B768C2"/>
    <w:rsid w:val="00B76CFD"/>
    <w:rsid w:val="00B80A27"/>
    <w:rsid w:val="00B820F0"/>
    <w:rsid w:val="00B91650"/>
    <w:rsid w:val="00B96770"/>
    <w:rsid w:val="00B979D0"/>
    <w:rsid w:val="00BA429F"/>
    <w:rsid w:val="00BA4925"/>
    <w:rsid w:val="00BA6CCE"/>
    <w:rsid w:val="00BB038A"/>
    <w:rsid w:val="00BB31E8"/>
    <w:rsid w:val="00BB6F71"/>
    <w:rsid w:val="00BC3BF3"/>
    <w:rsid w:val="00BC549B"/>
    <w:rsid w:val="00BC7698"/>
    <w:rsid w:val="00BC7DA2"/>
    <w:rsid w:val="00BD1144"/>
    <w:rsid w:val="00BD7445"/>
    <w:rsid w:val="00BD759C"/>
    <w:rsid w:val="00BE057B"/>
    <w:rsid w:val="00BE0681"/>
    <w:rsid w:val="00BE0C37"/>
    <w:rsid w:val="00BE2935"/>
    <w:rsid w:val="00BE2B5E"/>
    <w:rsid w:val="00BE5DDC"/>
    <w:rsid w:val="00BE60F3"/>
    <w:rsid w:val="00BE647C"/>
    <w:rsid w:val="00BF3547"/>
    <w:rsid w:val="00BF5309"/>
    <w:rsid w:val="00BF53DC"/>
    <w:rsid w:val="00BF5A0E"/>
    <w:rsid w:val="00BF61CB"/>
    <w:rsid w:val="00BF6441"/>
    <w:rsid w:val="00C00C06"/>
    <w:rsid w:val="00C011C0"/>
    <w:rsid w:val="00C0343E"/>
    <w:rsid w:val="00C042B6"/>
    <w:rsid w:val="00C05689"/>
    <w:rsid w:val="00C069F7"/>
    <w:rsid w:val="00C06CD4"/>
    <w:rsid w:val="00C12C4C"/>
    <w:rsid w:val="00C1799A"/>
    <w:rsid w:val="00C17DB6"/>
    <w:rsid w:val="00C2021A"/>
    <w:rsid w:val="00C20644"/>
    <w:rsid w:val="00C2068E"/>
    <w:rsid w:val="00C209C3"/>
    <w:rsid w:val="00C2319A"/>
    <w:rsid w:val="00C232AF"/>
    <w:rsid w:val="00C32FC7"/>
    <w:rsid w:val="00C3397E"/>
    <w:rsid w:val="00C3433F"/>
    <w:rsid w:val="00C34E4D"/>
    <w:rsid w:val="00C34F07"/>
    <w:rsid w:val="00C40308"/>
    <w:rsid w:val="00C427CB"/>
    <w:rsid w:val="00C445D8"/>
    <w:rsid w:val="00C4705A"/>
    <w:rsid w:val="00C51386"/>
    <w:rsid w:val="00C51B22"/>
    <w:rsid w:val="00C534E2"/>
    <w:rsid w:val="00C53F5E"/>
    <w:rsid w:val="00C54021"/>
    <w:rsid w:val="00C54230"/>
    <w:rsid w:val="00C54842"/>
    <w:rsid w:val="00C54947"/>
    <w:rsid w:val="00C5578A"/>
    <w:rsid w:val="00C55E4F"/>
    <w:rsid w:val="00C56100"/>
    <w:rsid w:val="00C5753A"/>
    <w:rsid w:val="00C61000"/>
    <w:rsid w:val="00C637B2"/>
    <w:rsid w:val="00C66B74"/>
    <w:rsid w:val="00C70163"/>
    <w:rsid w:val="00C704A0"/>
    <w:rsid w:val="00C73BE7"/>
    <w:rsid w:val="00C73F3E"/>
    <w:rsid w:val="00C769AA"/>
    <w:rsid w:val="00C775B0"/>
    <w:rsid w:val="00C80C36"/>
    <w:rsid w:val="00C81581"/>
    <w:rsid w:val="00C818B8"/>
    <w:rsid w:val="00C8407E"/>
    <w:rsid w:val="00C85B94"/>
    <w:rsid w:val="00C902AA"/>
    <w:rsid w:val="00C9272F"/>
    <w:rsid w:val="00C93B16"/>
    <w:rsid w:val="00C95AC8"/>
    <w:rsid w:val="00C960FF"/>
    <w:rsid w:val="00C964B1"/>
    <w:rsid w:val="00C965F1"/>
    <w:rsid w:val="00CA4E35"/>
    <w:rsid w:val="00CA72D1"/>
    <w:rsid w:val="00CA7E81"/>
    <w:rsid w:val="00CB011B"/>
    <w:rsid w:val="00CB1D2C"/>
    <w:rsid w:val="00CB242B"/>
    <w:rsid w:val="00CB2633"/>
    <w:rsid w:val="00CB2A3A"/>
    <w:rsid w:val="00CB3124"/>
    <w:rsid w:val="00CB5133"/>
    <w:rsid w:val="00CB54CB"/>
    <w:rsid w:val="00CC1C02"/>
    <w:rsid w:val="00CC272A"/>
    <w:rsid w:val="00CC2FB0"/>
    <w:rsid w:val="00CC3631"/>
    <w:rsid w:val="00CC6280"/>
    <w:rsid w:val="00CC76C6"/>
    <w:rsid w:val="00CC7FCA"/>
    <w:rsid w:val="00CD0AF1"/>
    <w:rsid w:val="00CD1144"/>
    <w:rsid w:val="00CD1839"/>
    <w:rsid w:val="00CD37C3"/>
    <w:rsid w:val="00CD6056"/>
    <w:rsid w:val="00CE1264"/>
    <w:rsid w:val="00CE45D7"/>
    <w:rsid w:val="00CE4BB7"/>
    <w:rsid w:val="00CE6122"/>
    <w:rsid w:val="00CE6800"/>
    <w:rsid w:val="00CE7D38"/>
    <w:rsid w:val="00CF23E5"/>
    <w:rsid w:val="00CF48A9"/>
    <w:rsid w:val="00CF4ABA"/>
    <w:rsid w:val="00CF4F68"/>
    <w:rsid w:val="00CF5812"/>
    <w:rsid w:val="00CF5D97"/>
    <w:rsid w:val="00D006C2"/>
    <w:rsid w:val="00D079BF"/>
    <w:rsid w:val="00D10F05"/>
    <w:rsid w:val="00D1401E"/>
    <w:rsid w:val="00D15E8A"/>
    <w:rsid w:val="00D17A47"/>
    <w:rsid w:val="00D17F07"/>
    <w:rsid w:val="00D21D43"/>
    <w:rsid w:val="00D24105"/>
    <w:rsid w:val="00D24FB3"/>
    <w:rsid w:val="00D2537C"/>
    <w:rsid w:val="00D274F6"/>
    <w:rsid w:val="00D27612"/>
    <w:rsid w:val="00D308AA"/>
    <w:rsid w:val="00D32DFE"/>
    <w:rsid w:val="00D32F35"/>
    <w:rsid w:val="00D36B71"/>
    <w:rsid w:val="00D36D60"/>
    <w:rsid w:val="00D5133E"/>
    <w:rsid w:val="00D606DA"/>
    <w:rsid w:val="00D614BF"/>
    <w:rsid w:val="00D621EC"/>
    <w:rsid w:val="00D624ED"/>
    <w:rsid w:val="00D6327A"/>
    <w:rsid w:val="00D63C46"/>
    <w:rsid w:val="00D66C53"/>
    <w:rsid w:val="00D7286E"/>
    <w:rsid w:val="00D7295E"/>
    <w:rsid w:val="00D73966"/>
    <w:rsid w:val="00D73A52"/>
    <w:rsid w:val="00D76E24"/>
    <w:rsid w:val="00D773CA"/>
    <w:rsid w:val="00D84118"/>
    <w:rsid w:val="00D9686C"/>
    <w:rsid w:val="00DA2679"/>
    <w:rsid w:val="00DA2C81"/>
    <w:rsid w:val="00DA4DE6"/>
    <w:rsid w:val="00DB259A"/>
    <w:rsid w:val="00DB2D73"/>
    <w:rsid w:val="00DB2EE5"/>
    <w:rsid w:val="00DB33B9"/>
    <w:rsid w:val="00DB3659"/>
    <w:rsid w:val="00DB666B"/>
    <w:rsid w:val="00DB6B4A"/>
    <w:rsid w:val="00DB7B41"/>
    <w:rsid w:val="00DC269F"/>
    <w:rsid w:val="00DC2C30"/>
    <w:rsid w:val="00DD23FC"/>
    <w:rsid w:val="00DD2A69"/>
    <w:rsid w:val="00DD3E90"/>
    <w:rsid w:val="00DF16B0"/>
    <w:rsid w:val="00DF2BE8"/>
    <w:rsid w:val="00DF3865"/>
    <w:rsid w:val="00DF7DEE"/>
    <w:rsid w:val="00E016BD"/>
    <w:rsid w:val="00E03D73"/>
    <w:rsid w:val="00E12084"/>
    <w:rsid w:val="00E127E7"/>
    <w:rsid w:val="00E14F29"/>
    <w:rsid w:val="00E168DC"/>
    <w:rsid w:val="00E16E89"/>
    <w:rsid w:val="00E23A22"/>
    <w:rsid w:val="00E26C3B"/>
    <w:rsid w:val="00E26EF3"/>
    <w:rsid w:val="00E270C5"/>
    <w:rsid w:val="00E30D86"/>
    <w:rsid w:val="00E31874"/>
    <w:rsid w:val="00E34310"/>
    <w:rsid w:val="00E34F6A"/>
    <w:rsid w:val="00E44DEE"/>
    <w:rsid w:val="00E4659E"/>
    <w:rsid w:val="00E52CED"/>
    <w:rsid w:val="00E545AF"/>
    <w:rsid w:val="00E54F3B"/>
    <w:rsid w:val="00E55955"/>
    <w:rsid w:val="00E56F50"/>
    <w:rsid w:val="00E57DF2"/>
    <w:rsid w:val="00E605E2"/>
    <w:rsid w:val="00E623F3"/>
    <w:rsid w:val="00E6343C"/>
    <w:rsid w:val="00E658CC"/>
    <w:rsid w:val="00E67DD9"/>
    <w:rsid w:val="00E766F7"/>
    <w:rsid w:val="00E7738C"/>
    <w:rsid w:val="00E82908"/>
    <w:rsid w:val="00E82B44"/>
    <w:rsid w:val="00E82F2B"/>
    <w:rsid w:val="00E83168"/>
    <w:rsid w:val="00E91F38"/>
    <w:rsid w:val="00E933C0"/>
    <w:rsid w:val="00E96D27"/>
    <w:rsid w:val="00E9759D"/>
    <w:rsid w:val="00EA0F96"/>
    <w:rsid w:val="00EA39C0"/>
    <w:rsid w:val="00EA58E4"/>
    <w:rsid w:val="00EA5E66"/>
    <w:rsid w:val="00EB7812"/>
    <w:rsid w:val="00EC0283"/>
    <w:rsid w:val="00EC5441"/>
    <w:rsid w:val="00EC796F"/>
    <w:rsid w:val="00ED3647"/>
    <w:rsid w:val="00ED5488"/>
    <w:rsid w:val="00ED5497"/>
    <w:rsid w:val="00ED6C56"/>
    <w:rsid w:val="00ED73D3"/>
    <w:rsid w:val="00ED7707"/>
    <w:rsid w:val="00ED7BEE"/>
    <w:rsid w:val="00EE05E8"/>
    <w:rsid w:val="00EE1DCA"/>
    <w:rsid w:val="00EE4596"/>
    <w:rsid w:val="00EF08F3"/>
    <w:rsid w:val="00EF0C21"/>
    <w:rsid w:val="00EF5C6B"/>
    <w:rsid w:val="00EF68F3"/>
    <w:rsid w:val="00F00067"/>
    <w:rsid w:val="00F01551"/>
    <w:rsid w:val="00F02E1D"/>
    <w:rsid w:val="00F05021"/>
    <w:rsid w:val="00F0510B"/>
    <w:rsid w:val="00F06AA0"/>
    <w:rsid w:val="00F10085"/>
    <w:rsid w:val="00F10D9D"/>
    <w:rsid w:val="00F10F0E"/>
    <w:rsid w:val="00F1276D"/>
    <w:rsid w:val="00F12A86"/>
    <w:rsid w:val="00F13BDD"/>
    <w:rsid w:val="00F23724"/>
    <w:rsid w:val="00F24031"/>
    <w:rsid w:val="00F3036C"/>
    <w:rsid w:val="00F3064A"/>
    <w:rsid w:val="00F34D1E"/>
    <w:rsid w:val="00F360C4"/>
    <w:rsid w:val="00F3619D"/>
    <w:rsid w:val="00F36211"/>
    <w:rsid w:val="00F43EFB"/>
    <w:rsid w:val="00F45E04"/>
    <w:rsid w:val="00F46AAB"/>
    <w:rsid w:val="00F46FF7"/>
    <w:rsid w:val="00F51845"/>
    <w:rsid w:val="00F56E51"/>
    <w:rsid w:val="00F600AE"/>
    <w:rsid w:val="00F601AD"/>
    <w:rsid w:val="00F608EC"/>
    <w:rsid w:val="00F61E52"/>
    <w:rsid w:val="00F6534B"/>
    <w:rsid w:val="00F669DD"/>
    <w:rsid w:val="00F72795"/>
    <w:rsid w:val="00F77D14"/>
    <w:rsid w:val="00F846CF"/>
    <w:rsid w:val="00F85F73"/>
    <w:rsid w:val="00F910B2"/>
    <w:rsid w:val="00F93468"/>
    <w:rsid w:val="00F93D4B"/>
    <w:rsid w:val="00F96B73"/>
    <w:rsid w:val="00FA14D1"/>
    <w:rsid w:val="00FA7A48"/>
    <w:rsid w:val="00FB20F0"/>
    <w:rsid w:val="00FB27A8"/>
    <w:rsid w:val="00FB35A8"/>
    <w:rsid w:val="00FB55ED"/>
    <w:rsid w:val="00FB6A50"/>
    <w:rsid w:val="00FC0700"/>
    <w:rsid w:val="00FC2926"/>
    <w:rsid w:val="00FD53B0"/>
    <w:rsid w:val="00FE1906"/>
    <w:rsid w:val="00FE19F8"/>
    <w:rsid w:val="00FE2CEF"/>
    <w:rsid w:val="00FE3C6F"/>
    <w:rsid w:val="00FE64DB"/>
    <w:rsid w:val="00FE677A"/>
    <w:rsid w:val="00FE68D1"/>
    <w:rsid w:val="00FF2EC7"/>
    <w:rsid w:val="00FF7386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8C71B"/>
  <w15:chartTrackingRefBased/>
  <w15:docId w15:val="{8ED9B6D3-063D-47C6-8020-8205DAAB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left" w:pos="2835"/>
      </w:tabs>
      <w:spacing w:line="384" w:lineRule="auto"/>
      <w:ind w:left="2835" w:hanging="2835"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spacing w:line="288" w:lineRule="auto"/>
      <w:jc w:val="center"/>
      <w:outlineLvl w:val="1"/>
    </w:pPr>
    <w:rPr>
      <w:sz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5A05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GGETTO">
    <w:name w:val="OGGETTO"/>
    <w:basedOn w:val="Normale"/>
    <w:next w:val="Premessa"/>
    <w:pPr>
      <w:spacing w:line="384" w:lineRule="auto"/>
      <w:jc w:val="both"/>
    </w:pPr>
    <w:rPr>
      <w:caps/>
      <w:sz w:val="24"/>
      <w:u w:val="words"/>
    </w:rPr>
  </w:style>
  <w:style w:type="paragraph" w:customStyle="1" w:styleId="Premessa">
    <w:name w:val="Premessa"/>
    <w:basedOn w:val="Normale"/>
    <w:link w:val="PremessaCarattere"/>
    <w:pPr>
      <w:spacing w:line="384" w:lineRule="auto"/>
      <w:ind w:firstLine="851"/>
      <w:jc w:val="both"/>
    </w:pPr>
    <w:rPr>
      <w:sz w:val="24"/>
    </w:rPr>
  </w:style>
  <w:style w:type="paragraph" w:styleId="Rientrocorpodeltesto">
    <w:name w:val="Body Text Indent"/>
    <w:basedOn w:val="Normale"/>
    <w:pPr>
      <w:tabs>
        <w:tab w:val="left" w:pos="2835"/>
      </w:tabs>
      <w:spacing w:line="384" w:lineRule="auto"/>
      <w:ind w:left="2835" w:hanging="2835"/>
      <w:jc w:val="both"/>
    </w:pPr>
    <w:rPr>
      <w:sz w:val="24"/>
    </w:rPr>
  </w:style>
  <w:style w:type="paragraph" w:customStyle="1" w:styleId="VISTI">
    <w:name w:val="VISTI"/>
    <w:basedOn w:val="Rientrocorpodeltesto"/>
    <w:pPr>
      <w:tabs>
        <w:tab w:val="clear" w:pos="2835"/>
        <w:tab w:val="left" w:pos="1985"/>
      </w:tabs>
      <w:ind w:left="1985" w:hanging="1985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Testodeliberato">
    <w:name w:val="Testo deliberato"/>
    <w:basedOn w:val="Normale"/>
    <w:link w:val="TestodeliberatoCarattere"/>
    <w:pPr>
      <w:spacing w:line="384" w:lineRule="auto"/>
      <w:jc w:val="both"/>
    </w:pPr>
    <w:rPr>
      <w:sz w:val="24"/>
    </w:rPr>
  </w:style>
  <w:style w:type="paragraph" w:customStyle="1" w:styleId="Testointerlinea1">
    <w:name w:val="Testo interlinea 1"/>
    <w:basedOn w:val="Premessa"/>
    <w:pPr>
      <w:spacing w:line="240" w:lineRule="auto"/>
    </w:pPr>
  </w:style>
  <w:style w:type="character" w:customStyle="1" w:styleId="TestodeliberatoCarattere">
    <w:name w:val="Testo deliberato Carattere"/>
    <w:link w:val="Testodeliberato"/>
    <w:rsid w:val="000B701E"/>
    <w:rPr>
      <w:sz w:val="24"/>
      <w:lang w:val="it-IT" w:eastAsia="it-IT" w:bidi="ar-SA"/>
    </w:rPr>
  </w:style>
  <w:style w:type="character" w:customStyle="1" w:styleId="PremessaCarattere">
    <w:name w:val="Premessa Carattere"/>
    <w:link w:val="Premessa"/>
    <w:rsid w:val="00C704A0"/>
    <w:rPr>
      <w:sz w:val="24"/>
      <w:lang w:val="it-IT" w:eastAsia="it-IT" w:bidi="ar-SA"/>
    </w:rPr>
  </w:style>
  <w:style w:type="paragraph" w:styleId="Testofumetto">
    <w:name w:val="Balloon Text"/>
    <w:basedOn w:val="Normale"/>
    <w:semiHidden/>
    <w:rsid w:val="000F4B0B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link w:val="Titolo4"/>
    <w:semiHidden/>
    <w:rsid w:val="005A053E"/>
    <w:rPr>
      <w:rFonts w:ascii="Calibri" w:eastAsia="Times New Roman" w:hAnsi="Calibri" w:cs="Times New Roman"/>
      <w:b/>
      <w:bCs/>
      <w:sz w:val="28"/>
      <w:szCs w:val="28"/>
    </w:rPr>
  </w:style>
  <w:style w:type="character" w:styleId="Rimandocommento">
    <w:name w:val="annotation reference"/>
    <w:rsid w:val="003345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4586"/>
  </w:style>
  <w:style w:type="character" w:customStyle="1" w:styleId="TestocommentoCarattere">
    <w:name w:val="Testo commento Carattere"/>
    <w:basedOn w:val="Carpredefinitoparagrafo"/>
    <w:link w:val="Testocommento"/>
    <w:rsid w:val="00334586"/>
  </w:style>
  <w:style w:type="paragraph" w:styleId="Soggettocommento">
    <w:name w:val="annotation subject"/>
    <w:basedOn w:val="Testocommento"/>
    <w:next w:val="Testocommento"/>
    <w:link w:val="SoggettocommentoCarattere"/>
    <w:rsid w:val="00334586"/>
    <w:rPr>
      <w:b/>
      <w:bCs/>
    </w:rPr>
  </w:style>
  <w:style w:type="character" w:customStyle="1" w:styleId="SoggettocommentoCarattere">
    <w:name w:val="Soggetto commento Carattere"/>
    <w:link w:val="Soggettocommento"/>
    <w:rsid w:val="003345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I%20ORG_COLL\Consiglio%20di%20Amministrazione\CA2011\05-CA25mag2011\Modello%20Delibera%20CA25mag201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DA205-A1B5-4F6A-A4DA-74256C8A6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Delibera CA25mag2011.dot</Template>
  <TotalTime>256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punto</vt:lpstr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punto</dc:title>
  <dc:subject/>
  <dc:creator>g.delvecchio</dc:creator>
  <cp:keywords/>
  <cp:lastModifiedBy>user</cp:lastModifiedBy>
  <cp:revision>94</cp:revision>
  <cp:lastPrinted>2015-11-23T10:22:00Z</cp:lastPrinted>
  <dcterms:created xsi:type="dcterms:W3CDTF">2021-09-07T08:30:00Z</dcterms:created>
  <dcterms:modified xsi:type="dcterms:W3CDTF">2022-04-01T09:06:00Z</dcterms:modified>
</cp:coreProperties>
</file>